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D97" w:rsidRDefault="006B6D97"/>
    <w:p w:rsidR="006B6D97" w:rsidRDefault="006B6D97"/>
    <w:p w:rsidR="006B6D97" w:rsidRDefault="006B6D97"/>
    <w:p w:rsidR="006B6D97" w:rsidRDefault="006B6D97"/>
    <w:p w:rsidR="006B6D97" w:rsidRDefault="006B6D97" w:rsidP="00A13D74">
      <w:pPr>
        <w:tabs>
          <w:tab w:val="left" w:pos="3967"/>
        </w:tabs>
      </w:pPr>
    </w:p>
    <w:p w:rsidR="006B6D97" w:rsidRDefault="006B6D97"/>
    <w:p w:rsidR="006B6D97" w:rsidRDefault="006B6D97"/>
    <w:p w:rsidR="00C32EDF" w:rsidRPr="006D490D" w:rsidRDefault="002662C6" w:rsidP="00C32EDF">
      <w:pPr>
        <w:keepNext/>
        <w:framePr w:dropCap="drop" w:lines="3" w:wrap="around" w:vAnchor="text" w:hAnchor="text"/>
        <w:spacing w:after="0" w:line="952" w:lineRule="exact"/>
        <w:textAlignment w:val="baseline"/>
        <w:rPr>
          <w:rFonts w:ascii="Palatino Linotype" w:hAnsi="Palatino Linotype" w:cs="Times New Roman"/>
          <w:color w:val="969696"/>
          <w:position w:val="-10"/>
          <w:sz w:val="22"/>
        </w:rPr>
      </w:pPr>
      <w:r>
        <w:rPr>
          <w:rFonts w:ascii="Palatino Linotype" w:hAnsi="Palatino Linotype" w:cs="Times New Roman"/>
          <w:color w:val="969696"/>
          <w:position w:val="-10"/>
          <w:sz w:val="124"/>
        </w:rPr>
        <w:t>A</w:t>
      </w:r>
    </w:p>
    <w:p w:rsidR="002662C6" w:rsidRPr="002662C6" w:rsidRDefault="002662C6" w:rsidP="002662C6">
      <w:pPr>
        <w:rPr>
          <w:rFonts w:ascii="Palatino Linotype" w:hAnsi="Palatino Linotype"/>
          <w:sz w:val="22"/>
        </w:rPr>
      </w:pPr>
      <w:r w:rsidRPr="002662C6">
        <w:rPr>
          <w:rFonts w:ascii="Palatino Linotype" w:hAnsi="Palatino Linotype"/>
          <w:sz w:val="22"/>
        </w:rPr>
        <w:t xml:space="preserve">doption </w:t>
      </w:r>
      <w:r w:rsidRPr="002662C6">
        <w:rPr>
          <w:rFonts w:ascii="Palatino Linotype" w:hAnsi="Palatino Linotype"/>
          <w:sz w:val="22"/>
        </w:rPr>
        <w:t>of real-time technology continues at a rapid pace</w:t>
      </w:r>
      <w:r>
        <w:rPr>
          <w:rFonts w:ascii="Palatino Linotype" w:hAnsi="Palatino Linotype"/>
          <w:sz w:val="22"/>
        </w:rPr>
        <w:t xml:space="preserve"> according to new information from APTA’s </w:t>
      </w:r>
      <w:r>
        <w:rPr>
          <w:rFonts w:ascii="Palatino Linotype" w:hAnsi="Palatino Linotype"/>
          <w:i/>
          <w:sz w:val="22"/>
        </w:rPr>
        <w:t>Public Transportation Infrastructure Database</w:t>
      </w:r>
      <w:r w:rsidRPr="002662C6">
        <w:rPr>
          <w:rFonts w:ascii="Palatino Linotype" w:hAnsi="Palatino Linotype"/>
          <w:sz w:val="22"/>
        </w:rPr>
        <w:t xml:space="preserve">. Over two-thirds of responding agencies indicate they now provide real-time data to customers in some form.  Nearly half of the responding agencies are providing APIs – the software tools that allow third-party developers to use transit agency data in their apps. </w:t>
      </w:r>
    </w:p>
    <w:p w:rsidR="002662C6" w:rsidRPr="002662C6" w:rsidRDefault="002662C6" w:rsidP="002662C6">
      <w:pPr>
        <w:rPr>
          <w:rFonts w:ascii="Palatino Linotype" w:hAnsi="Palatino Linotype"/>
          <w:sz w:val="22"/>
        </w:rPr>
      </w:pPr>
      <w:r w:rsidRPr="002662C6">
        <w:rPr>
          <w:rFonts w:ascii="Palatino Linotype" w:hAnsi="Palatino Linotype"/>
          <w:sz w:val="22"/>
        </w:rPr>
        <w:t>Compared with the 2012 survey, a larger percentage of agencies are using Clever Devices and Xer</w:t>
      </w:r>
      <w:bookmarkStart w:id="0" w:name="_GoBack"/>
      <w:bookmarkEnd w:id="0"/>
      <w:r w:rsidRPr="002662C6">
        <w:rPr>
          <w:rFonts w:ascii="Palatino Linotype" w:hAnsi="Palatino Linotype"/>
          <w:sz w:val="22"/>
        </w:rPr>
        <w:t xml:space="preserve">ox to power their real-time system. </w:t>
      </w:r>
    </w:p>
    <w:p w:rsidR="002662C6" w:rsidRPr="002662C6" w:rsidRDefault="002662C6" w:rsidP="002662C6">
      <w:pPr>
        <w:jc w:val="center"/>
        <w:rPr>
          <w:rFonts w:ascii="Palatino Linotype" w:hAnsi="Palatino Linotype"/>
          <w:sz w:val="22"/>
        </w:rPr>
      </w:pPr>
      <w:r w:rsidRPr="002662C6">
        <w:rPr>
          <w:rFonts w:ascii="Palatino Linotype" w:hAnsi="Palatino Linotype"/>
          <w:noProof/>
          <w:sz w:val="22"/>
        </w:rPr>
        <w:drawing>
          <wp:inline distT="0" distB="0" distL="0" distR="0" wp14:anchorId="723E0567" wp14:editId="50624544">
            <wp:extent cx="4572000" cy="2542032"/>
            <wp:effectExtent l="0" t="0" r="0"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662C6" w:rsidRPr="002662C6" w:rsidRDefault="002662C6" w:rsidP="002662C6">
      <w:pPr>
        <w:rPr>
          <w:rFonts w:ascii="Palatino Linotype" w:hAnsi="Palatino Linotype"/>
          <w:sz w:val="22"/>
        </w:rPr>
      </w:pPr>
      <w:r w:rsidRPr="002662C6">
        <w:rPr>
          <w:rFonts w:ascii="Palatino Linotype" w:hAnsi="Palatino Linotype"/>
          <w:sz w:val="22"/>
        </w:rPr>
        <w:t>The average refresh rate for real-time systems was 38 seconds, and the median refresh rate was 30 seconds.</w:t>
      </w:r>
    </w:p>
    <w:p w:rsidR="002662C6" w:rsidRPr="002662C6" w:rsidRDefault="002662C6" w:rsidP="002662C6">
      <w:pPr>
        <w:rPr>
          <w:rFonts w:ascii="Palatino Linotype" w:hAnsi="Palatino Linotype"/>
          <w:sz w:val="22"/>
        </w:rPr>
      </w:pPr>
      <w:r w:rsidRPr="002662C6">
        <w:rPr>
          <w:rFonts w:ascii="Palatino Linotype" w:hAnsi="Palatino Linotype"/>
          <w:sz w:val="22"/>
        </w:rPr>
        <w:t>In two years, the percentage of agencies providing real-time data has increased 15 percentage points. The portion of agencies providing APIs, and the portion of agencies providing smartphone apps has increased significantly – by 11 and 17 percentage points, respectively.</w:t>
      </w:r>
    </w:p>
    <w:p w:rsidR="002662C6" w:rsidRPr="002662C6" w:rsidRDefault="002662C6" w:rsidP="002662C6">
      <w:pPr>
        <w:jc w:val="center"/>
        <w:rPr>
          <w:rFonts w:ascii="Palatino Linotype" w:hAnsi="Palatino Linotype"/>
          <w:sz w:val="22"/>
        </w:rPr>
      </w:pPr>
      <w:r w:rsidRPr="002662C6">
        <w:rPr>
          <w:rFonts w:ascii="Palatino Linotype" w:hAnsi="Palatino Linotype"/>
          <w:noProof/>
          <w:sz w:val="22"/>
        </w:rPr>
        <w:lastRenderedPageBreak/>
        <w:drawing>
          <wp:inline distT="0" distB="0" distL="0" distR="0" wp14:anchorId="65081D7D" wp14:editId="036031CF">
            <wp:extent cx="4638675" cy="250507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662C6" w:rsidRPr="002662C6" w:rsidRDefault="002662C6" w:rsidP="002662C6">
      <w:pPr>
        <w:jc w:val="center"/>
        <w:rPr>
          <w:rFonts w:ascii="Palatino Linotype" w:hAnsi="Palatino Linotype"/>
          <w:sz w:val="22"/>
        </w:rPr>
      </w:pPr>
      <w:r w:rsidRPr="002662C6">
        <w:rPr>
          <w:rFonts w:ascii="Palatino Linotype" w:hAnsi="Palatino Linotype"/>
          <w:noProof/>
          <w:sz w:val="22"/>
        </w:rPr>
        <w:drawing>
          <wp:inline distT="0" distB="0" distL="0" distR="0" wp14:anchorId="1C638D2C" wp14:editId="322B8297">
            <wp:extent cx="4638675" cy="251460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662C6" w:rsidRPr="002662C6" w:rsidRDefault="002662C6" w:rsidP="002662C6">
      <w:pPr>
        <w:rPr>
          <w:rFonts w:ascii="Palatino Linotype" w:hAnsi="Palatino Linotype"/>
          <w:sz w:val="22"/>
        </w:rPr>
      </w:pPr>
      <w:r w:rsidRPr="002662C6">
        <w:rPr>
          <w:rFonts w:ascii="Palatino Linotype" w:hAnsi="Palatino Linotype"/>
          <w:sz w:val="22"/>
        </w:rPr>
        <w:t>As in the 2012 survey, a higher percentage of large agencies (25 million or more annual trips) are providing real-time information to customers as compared to smaller agencies.  Eighty-nine percent of large agencies are providing real-time data, compared to 61% of smaller agencies.</w:t>
      </w:r>
    </w:p>
    <w:p w:rsidR="002662C6" w:rsidRPr="002662C6" w:rsidRDefault="002662C6" w:rsidP="002662C6">
      <w:pPr>
        <w:jc w:val="center"/>
        <w:rPr>
          <w:rFonts w:ascii="Palatino Linotype" w:hAnsi="Palatino Linotype"/>
          <w:sz w:val="22"/>
        </w:rPr>
      </w:pPr>
      <w:r w:rsidRPr="002662C6">
        <w:rPr>
          <w:rFonts w:ascii="Palatino Linotype" w:hAnsi="Palatino Linotype"/>
          <w:noProof/>
          <w:sz w:val="22"/>
        </w:rPr>
        <w:drawing>
          <wp:inline distT="0" distB="0" distL="0" distR="0" wp14:anchorId="4A3D97C6" wp14:editId="37F45442">
            <wp:extent cx="4638675" cy="254317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62C6" w:rsidRPr="002662C6" w:rsidRDefault="002662C6" w:rsidP="002662C6">
      <w:pPr>
        <w:jc w:val="center"/>
        <w:rPr>
          <w:rFonts w:ascii="Palatino Linotype" w:hAnsi="Palatino Linotype"/>
          <w:sz w:val="22"/>
        </w:rPr>
      </w:pPr>
      <w:r>
        <w:rPr>
          <w:noProof/>
        </w:rPr>
        <w:lastRenderedPageBreak/>
        <w:drawing>
          <wp:inline distT="0" distB="0" distL="0" distR="0" wp14:anchorId="31FBBB54" wp14:editId="5E7A351D">
            <wp:extent cx="4638675" cy="2743200"/>
            <wp:effectExtent l="0" t="0" r="952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62C6" w:rsidRPr="002662C6" w:rsidRDefault="002662C6" w:rsidP="002662C6">
      <w:pPr>
        <w:rPr>
          <w:rFonts w:ascii="Palatino Linotype" w:hAnsi="Palatino Linotype"/>
          <w:sz w:val="22"/>
        </w:rPr>
      </w:pPr>
      <w:r w:rsidRPr="002662C6">
        <w:rPr>
          <w:rFonts w:ascii="Palatino Linotype" w:hAnsi="Palatino Linotype"/>
          <w:sz w:val="22"/>
        </w:rPr>
        <w:t>Both groups have increased the penetration of real-time technology since the 2012 survey. The percentage of large agencies providing real-time data has increased 21 percentage points, while the percentage of smaller agencies providing real-time data has increased 15 percentage points.</w:t>
      </w:r>
    </w:p>
    <w:p w:rsidR="002662C6" w:rsidRPr="002662C6" w:rsidRDefault="002662C6" w:rsidP="002662C6">
      <w:pPr>
        <w:rPr>
          <w:rFonts w:ascii="Palatino Linotype" w:hAnsi="Palatino Linotype"/>
          <w:sz w:val="22"/>
        </w:rPr>
      </w:pPr>
      <w:r w:rsidRPr="002662C6">
        <w:rPr>
          <w:rFonts w:ascii="Palatino Linotype" w:hAnsi="Palatino Linotype"/>
          <w:sz w:val="22"/>
        </w:rPr>
        <w:t>A larger percentage of agencies are also providing systems where customers can access their real-time data. Nearly 59% of agencies provide real-time data on their website, compared to 36% in the original survey. 41% of agencies have an app, compared to 19% of agencies in the original survey.</w:t>
      </w:r>
    </w:p>
    <w:p w:rsidR="002662C6" w:rsidRPr="002662C6" w:rsidRDefault="002662C6" w:rsidP="002662C6">
      <w:pPr>
        <w:jc w:val="center"/>
        <w:rPr>
          <w:rFonts w:ascii="Palatino Linotype" w:hAnsi="Palatino Linotype"/>
          <w:sz w:val="22"/>
        </w:rPr>
      </w:pPr>
      <w:r w:rsidRPr="002662C6">
        <w:rPr>
          <w:rFonts w:ascii="Palatino Linotype" w:hAnsi="Palatino Linotype"/>
          <w:noProof/>
          <w:sz w:val="22"/>
        </w:rPr>
        <w:drawing>
          <wp:inline distT="0" distB="0" distL="0" distR="0" wp14:anchorId="3123B596" wp14:editId="41FA13E8">
            <wp:extent cx="4638675" cy="2743200"/>
            <wp:effectExtent l="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662C6" w:rsidRPr="002662C6" w:rsidRDefault="002662C6" w:rsidP="002662C6">
      <w:pPr>
        <w:rPr>
          <w:rFonts w:ascii="Palatino Linotype" w:hAnsi="Palatino Linotype"/>
          <w:sz w:val="22"/>
        </w:rPr>
      </w:pPr>
      <w:r w:rsidRPr="002662C6">
        <w:rPr>
          <w:rFonts w:ascii="Palatino Linotype" w:hAnsi="Palatino Linotype"/>
          <w:sz w:val="22"/>
        </w:rPr>
        <w:t>NextBus and GTFS-realtime are the two most popular API formats, as in the 2012 survey.</w:t>
      </w:r>
    </w:p>
    <w:p w:rsidR="008944D6" w:rsidRPr="002662C6" w:rsidRDefault="002662C6">
      <w:pPr>
        <w:rPr>
          <w:rFonts w:ascii="Palatino Linotype" w:hAnsi="Palatino Linotype"/>
          <w:sz w:val="22"/>
        </w:rPr>
      </w:pPr>
      <w:r>
        <w:rPr>
          <w:rFonts w:ascii="Palatino Linotype" w:hAnsi="Palatino Linotype"/>
          <w:sz w:val="22"/>
        </w:rPr>
        <w:t>Public transit agencies continue to adopt new systems for providing real-time data to their customers. As the rapid deployment of this information continues, more and more public transportation riders will be able to enjoy the convenience and peace of mind provided by knowing exactly when their bus or train will arrive.</w:t>
      </w:r>
    </w:p>
    <w:p w:rsidR="005A2A8F" w:rsidRPr="002662C6" w:rsidRDefault="005A2A8F">
      <w:pPr>
        <w:rPr>
          <w:rFonts w:ascii="Palatino Linotype" w:hAnsi="Palatino Linotype"/>
          <w:sz w:val="22"/>
        </w:rPr>
        <w:sectPr w:rsidR="005A2A8F" w:rsidRPr="002662C6" w:rsidSect="006B6D97">
          <w:footerReference w:type="default" r:id="rId12"/>
          <w:headerReference w:type="first" r:id="rId13"/>
          <w:footerReference w:type="first" r:id="rId14"/>
          <w:pgSz w:w="12240" w:h="15840"/>
          <w:pgMar w:top="576" w:right="605" w:bottom="288" w:left="605" w:header="720" w:footer="720" w:gutter="0"/>
          <w:cols w:space="720"/>
          <w:titlePg/>
          <w:docGrid w:linePitch="360"/>
        </w:sectPr>
      </w:pPr>
    </w:p>
    <w:p w:rsidR="00C32EDF" w:rsidRPr="002662C6" w:rsidRDefault="00C32EDF">
      <w:pPr>
        <w:rPr>
          <w:rFonts w:ascii="Palatino Linotype" w:hAnsi="Palatino Linotype"/>
          <w:sz w:val="22"/>
        </w:rPr>
      </w:pPr>
    </w:p>
    <w:p w:rsidR="007C6D69" w:rsidRPr="002662C6" w:rsidRDefault="002662C6">
      <w:pPr>
        <w:rPr>
          <w:rFonts w:ascii="Palatino Linotype" w:hAnsi="Palatino Linotype"/>
          <w:sz w:val="22"/>
        </w:rPr>
      </w:pPr>
      <w:r w:rsidRPr="002662C6">
        <w:rPr>
          <w:rFonts w:ascii="Palatino Linotype" w:hAnsi="Palatino Linotype"/>
          <w:noProof/>
          <w:sz w:val="22"/>
        </w:rPr>
        <mc:AlternateContent>
          <mc:Choice Requires="wpg">
            <w:drawing>
              <wp:anchor distT="0" distB="0" distL="114300" distR="114300" simplePos="0" relativeHeight="251680768" behindDoc="0" locked="0" layoutInCell="1" allowOverlap="1">
                <wp:simplePos x="0" y="0"/>
                <wp:positionH relativeFrom="column">
                  <wp:posOffset>2359025</wp:posOffset>
                </wp:positionH>
                <wp:positionV relativeFrom="paragraph">
                  <wp:posOffset>237490</wp:posOffset>
                </wp:positionV>
                <wp:extent cx="4572000" cy="1984375"/>
                <wp:effectExtent l="9525" t="3810" r="9525" b="2540"/>
                <wp:wrapNone/>
                <wp:docPr id="11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0" cy="1984375"/>
                          <a:chOff x="4320" y="950"/>
                          <a:chExt cx="7200" cy="3125"/>
                        </a:xfrm>
                      </wpg:grpSpPr>
                      <wps:wsp>
                        <wps:cNvPr id="118" name="Text Box 16"/>
                        <wps:cNvSpPr txBox="1">
                          <a:spLocks noChangeArrowheads="1"/>
                        </wps:cNvSpPr>
                        <wps:spPr bwMode="auto">
                          <a:xfrm>
                            <a:off x="4320" y="950"/>
                            <a:ext cx="7200" cy="3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28B7" w:rsidRPr="00B672C3" w:rsidRDefault="00E428B7" w:rsidP="00B672C3">
                              <w:pPr>
                                <w:spacing w:after="120" w:line="240" w:lineRule="auto"/>
                                <w:rPr>
                                  <w:rFonts w:ascii="Palatino Linotype" w:hAnsi="Palatino Linotype"/>
                                  <w:b/>
                                  <w:sz w:val="28"/>
                                  <w:szCs w:val="28"/>
                                </w:rPr>
                              </w:pPr>
                              <w:r w:rsidRPr="00B672C3">
                                <w:rPr>
                                  <w:rFonts w:ascii="Palatino Linotype" w:hAnsi="Palatino Linotype"/>
                                  <w:b/>
                                  <w:sz w:val="28"/>
                                  <w:szCs w:val="28"/>
                                </w:rPr>
                                <w:t>Acknowledgements</w:t>
                              </w:r>
                            </w:p>
                            <w:p w:rsidR="00E428B7" w:rsidRPr="006D490D" w:rsidRDefault="00E428B7" w:rsidP="00B672C3">
                              <w:pPr>
                                <w:spacing w:after="0" w:line="240" w:lineRule="auto"/>
                                <w:rPr>
                                  <w:rFonts w:ascii="Palatino Linotype" w:hAnsi="Palatino Linotype"/>
                                  <w:sz w:val="22"/>
                                </w:rPr>
                              </w:pPr>
                              <w:r>
                                <w:rPr>
                                  <w:rFonts w:ascii="Palatino Linotype" w:hAnsi="Palatino Linotype"/>
                                  <w:sz w:val="22"/>
                                </w:rPr>
                                <w:t xml:space="preserve">The policy department would like to thank the </w:t>
                              </w:r>
                              <w:r w:rsidR="002662C6">
                                <w:rPr>
                                  <w:rFonts w:ascii="Palatino Linotype" w:hAnsi="Palatino Linotype"/>
                                  <w:sz w:val="22"/>
                                </w:rPr>
                                <w:t>178</w:t>
                              </w:r>
                              <w:r>
                                <w:rPr>
                                  <w:rFonts w:ascii="Palatino Linotype" w:hAnsi="Palatino Linotype"/>
                                  <w:sz w:val="22"/>
                                </w:rPr>
                                <w:t xml:space="preserve"> transit agency members who participated in th</w:t>
                              </w:r>
                              <w:r w:rsidR="002662C6">
                                <w:rPr>
                                  <w:rFonts w:ascii="Palatino Linotype" w:hAnsi="Palatino Linotype"/>
                                  <w:sz w:val="22"/>
                                </w:rPr>
                                <w:t>e 2014 Infrastructure Database</w:t>
                              </w:r>
                              <w:r>
                                <w:rPr>
                                  <w:rFonts w:ascii="Palatino Linotype" w:hAnsi="Palatino Linotype"/>
                                  <w:sz w:val="22"/>
                                </w:rPr>
                                <w:t>.  Their responses provide great insight into the current state and future of the transit industry.</w:t>
                              </w:r>
                            </w:p>
                          </w:txbxContent>
                        </wps:txbx>
                        <wps:bodyPr rot="0" vert="horz" wrap="square" lIns="91440" tIns="45720" rIns="91440" bIns="45720" anchor="t" anchorCtr="0" upright="1">
                          <a:noAutofit/>
                        </wps:bodyPr>
                      </wps:wsp>
                      <wps:wsp>
                        <wps:cNvPr id="119" name="AutoShape 18"/>
                        <wps:cNvCnPr>
                          <a:cxnSpLocks noChangeShapeType="1"/>
                        </wps:cNvCnPr>
                        <wps:spPr bwMode="auto">
                          <a:xfrm>
                            <a:off x="4320" y="1453"/>
                            <a:ext cx="7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85.75pt;margin-top:18.7pt;width:5in;height:156.25pt;z-index:251680768" coordorigin="4320,950" coordsize="7200,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">
                <v:shapetype id="_x0000_t202" coordsize="21600,21600" o:spt="202" path="m,l,21600r21600,l21600,xe">
                  <v:stroke joinstyle="miter"/>
                  <v:path gradientshapeok="t" o:connecttype="rect"/>
                </v:shapetype>
                <v:shape id="Text Box 16" o:spid="_x0000_s1027" type="#_x0000_t202" style="position:absolute;left:4320;top:950;width:7200;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VysQA&#10;AADcAAAADwAAAGRycy9kb3ducmV2LnhtbESPzW7CQAyE75V4h5WRuFSwAbX8BBZEkYq48vMAJmuS&#10;iKw3ym5JeHt8QOrN1oxnPq82navUg5pQejYwHiWgiDNvS84NXM6/wzmoEJEtVp7JwJMCbNa9jxWm&#10;1rd8pMcp5kpCOKRooIixTrUOWUEOw8jXxKLdfOMwytrk2jbYSrir9CRJptphydJQYE27grL76c8Z&#10;uB3az+9Fe93Hy+z4Nf3Bcnb1T2MG/W67BBWpi//m9/XBCv5YaOUZmUCv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z1crEAAAA3AAAAA8AAAAAAAAAAAAAAAAAmAIAAGRycy9k&#10;b3ducmV2LnhtbFBLBQYAAAAABAAEAPUAAACJAwAAAAA=&#10;" stroked="f">
                  <v:textbox>
                    <w:txbxContent>
                      <w:p w:rsidR="00E428B7" w:rsidRPr="00B672C3" w:rsidRDefault="00E428B7" w:rsidP="00B672C3">
                        <w:pPr>
                          <w:spacing w:after="120" w:line="240" w:lineRule="auto"/>
                          <w:rPr>
                            <w:rFonts w:ascii="Palatino Linotype" w:hAnsi="Palatino Linotype"/>
                            <w:b/>
                            <w:sz w:val="28"/>
                            <w:szCs w:val="28"/>
                          </w:rPr>
                        </w:pPr>
                        <w:r w:rsidRPr="00B672C3">
                          <w:rPr>
                            <w:rFonts w:ascii="Palatino Linotype" w:hAnsi="Palatino Linotype"/>
                            <w:b/>
                            <w:sz w:val="28"/>
                            <w:szCs w:val="28"/>
                          </w:rPr>
                          <w:t>Acknowledgements</w:t>
                        </w:r>
                      </w:p>
                      <w:p w:rsidR="00E428B7" w:rsidRPr="006D490D" w:rsidRDefault="00E428B7" w:rsidP="00B672C3">
                        <w:pPr>
                          <w:spacing w:after="0" w:line="240" w:lineRule="auto"/>
                          <w:rPr>
                            <w:rFonts w:ascii="Palatino Linotype" w:hAnsi="Palatino Linotype"/>
                            <w:sz w:val="22"/>
                          </w:rPr>
                        </w:pPr>
                        <w:r>
                          <w:rPr>
                            <w:rFonts w:ascii="Palatino Linotype" w:hAnsi="Palatino Linotype"/>
                            <w:sz w:val="22"/>
                          </w:rPr>
                          <w:t xml:space="preserve">The policy department would like to thank the </w:t>
                        </w:r>
                        <w:r w:rsidR="002662C6">
                          <w:rPr>
                            <w:rFonts w:ascii="Palatino Linotype" w:hAnsi="Palatino Linotype"/>
                            <w:sz w:val="22"/>
                          </w:rPr>
                          <w:t>178</w:t>
                        </w:r>
                        <w:r>
                          <w:rPr>
                            <w:rFonts w:ascii="Palatino Linotype" w:hAnsi="Palatino Linotype"/>
                            <w:sz w:val="22"/>
                          </w:rPr>
                          <w:t xml:space="preserve"> transit agency members who participated in th</w:t>
                        </w:r>
                        <w:r w:rsidR="002662C6">
                          <w:rPr>
                            <w:rFonts w:ascii="Palatino Linotype" w:hAnsi="Palatino Linotype"/>
                            <w:sz w:val="22"/>
                          </w:rPr>
                          <w:t>e 2014 Infrastructure Database</w:t>
                        </w:r>
                        <w:r>
                          <w:rPr>
                            <w:rFonts w:ascii="Palatino Linotype" w:hAnsi="Palatino Linotype"/>
                            <w:sz w:val="22"/>
                          </w:rPr>
                          <w:t>.  Their responses provide great insight into the current state and future of the transit industry.</w:t>
                        </w:r>
                      </w:p>
                    </w:txbxContent>
                  </v:textbox>
                </v:shape>
                <v:shapetype id="_x0000_t32" coordsize="21600,21600" o:spt="32" o:oned="t" path="m,l21600,21600e" filled="f">
                  <v:path arrowok="t" fillok="f" o:connecttype="none"/>
                  <o:lock v:ext="edit" shapetype="t"/>
                </v:shapetype>
                <v:shape id="AutoShape 18" o:spid="_x0000_s1028" type="#_x0000_t32" style="position:absolute;left:4320;top:1453;width:72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u9g8QAAADcAAAADwAAAGRycy9kb3ducmV2LnhtbERPS2sCMRC+F/wPYQpeimZXsNTVKGtB&#10;0IIHH71PN+MmdDPZbqJu/31TKPQ2H99zFqveNeJGXbCeFeTjDARx5bXlWsH5tBm9gAgRWWPjmRR8&#10;U4DVcvCwwEL7Ox/odoy1SCEcClRgYmwLKUNlyGEY+5Y4cRffOYwJdrXUHd5TuGvkJMuepUPLqcFg&#10;S6+Gqs/j1SnY7/J1+WHs7u3wZffTTdlc66d3pYaPfTkHEamP/+I/91an+fkM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i72DxAAAANwAAAAPAAAAAAAAAAAA&#10;AAAAAKECAABkcnMvZG93bnJldi54bWxQSwUGAAAAAAQABAD5AAAAkgMAAAAA&#10;"/>
              </v:group>
            </w:pict>
          </mc:Fallback>
        </mc:AlternateContent>
      </w:r>
    </w:p>
    <w:p w:rsidR="006D490D" w:rsidRDefault="006D490D"/>
    <w:p w:rsidR="00B672C3" w:rsidRDefault="00B672C3"/>
    <w:p w:rsidR="00B672C3" w:rsidRDefault="00B672C3"/>
    <w:p w:rsidR="00B672C3" w:rsidRDefault="00B672C3"/>
    <w:p w:rsidR="006D490D" w:rsidRDefault="002662C6">
      <w:r>
        <w:rPr>
          <w:noProof/>
        </w:rPr>
        <mc:AlternateContent>
          <mc:Choice Requires="wpg">
            <w:drawing>
              <wp:anchor distT="0" distB="0" distL="114300" distR="114300" simplePos="0" relativeHeight="251696128" behindDoc="0" locked="0" layoutInCell="1" allowOverlap="1">
                <wp:simplePos x="0" y="0"/>
                <wp:positionH relativeFrom="column">
                  <wp:posOffset>73025</wp:posOffset>
                </wp:positionH>
                <wp:positionV relativeFrom="paragraph">
                  <wp:posOffset>3497580</wp:posOffset>
                </wp:positionV>
                <wp:extent cx="6858000" cy="2693670"/>
                <wp:effectExtent l="0" t="6985" r="0" b="4445"/>
                <wp:wrapNone/>
                <wp:docPr id="11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2693670"/>
                          <a:chOff x="720" y="10368"/>
                          <a:chExt cx="10800" cy="3287"/>
                        </a:xfrm>
                      </wpg:grpSpPr>
                      <wps:wsp>
                        <wps:cNvPr id="115" name="Freeform 32"/>
                        <wps:cNvSpPr>
                          <a:spLocks/>
                        </wps:cNvSpPr>
                        <wps:spPr bwMode="auto">
                          <a:xfrm>
                            <a:off x="720" y="10368"/>
                            <a:ext cx="10799" cy="3287"/>
                          </a:xfrm>
                          <a:custGeom>
                            <a:avLst/>
                            <a:gdLst>
                              <a:gd name="T0" fmla="*/ 308 w 10799"/>
                              <a:gd name="T1" fmla="*/ 0 h 3287"/>
                              <a:gd name="T2" fmla="*/ 221 w 10799"/>
                              <a:gd name="T3" fmla="*/ 1 h 3287"/>
                              <a:gd name="T4" fmla="*/ 151 w 10799"/>
                              <a:gd name="T5" fmla="*/ 5 h 3287"/>
                              <a:gd name="T6" fmla="*/ 98 w 10799"/>
                              <a:gd name="T7" fmla="*/ 15 h 3287"/>
                              <a:gd name="T8" fmla="*/ 59 w 10799"/>
                              <a:gd name="T9" fmla="*/ 32 h 3287"/>
                              <a:gd name="T10" fmla="*/ 32 w 10799"/>
                              <a:gd name="T11" fmla="*/ 59 h 3287"/>
                              <a:gd name="T12" fmla="*/ 15 w 10799"/>
                              <a:gd name="T13" fmla="*/ 98 h 3287"/>
                              <a:gd name="T14" fmla="*/ 5 w 10799"/>
                              <a:gd name="T15" fmla="*/ 151 h 3287"/>
                              <a:gd name="T16" fmla="*/ 1 w 10799"/>
                              <a:gd name="T17" fmla="*/ 221 h 3287"/>
                              <a:gd name="T18" fmla="*/ 0 w 10799"/>
                              <a:gd name="T19" fmla="*/ 308 h 3287"/>
                              <a:gd name="T20" fmla="*/ 0 w 10799"/>
                              <a:gd name="T21" fmla="*/ 3024 h 3287"/>
                              <a:gd name="T22" fmla="*/ 2 w 10799"/>
                              <a:gd name="T23" fmla="*/ 3102 h 3287"/>
                              <a:gd name="T24" fmla="*/ 9 w 10799"/>
                              <a:gd name="T25" fmla="*/ 3163 h 3287"/>
                              <a:gd name="T26" fmla="*/ 22 w 10799"/>
                              <a:gd name="T27" fmla="*/ 3209 h 3287"/>
                              <a:gd name="T28" fmla="*/ 44 w 10799"/>
                              <a:gd name="T29" fmla="*/ 3242 h 3287"/>
                              <a:gd name="T30" fmla="*/ 77 w 10799"/>
                              <a:gd name="T31" fmla="*/ 3264 h 3287"/>
                              <a:gd name="T32" fmla="*/ 123 w 10799"/>
                              <a:gd name="T33" fmla="*/ 3277 h 3287"/>
                              <a:gd name="T34" fmla="*/ 184 w 10799"/>
                              <a:gd name="T35" fmla="*/ 3284 h 3287"/>
                              <a:gd name="T36" fmla="*/ 262 w 10799"/>
                              <a:gd name="T37" fmla="*/ 3286 h 3287"/>
                              <a:gd name="T38" fmla="*/ 10491 w 10799"/>
                              <a:gd name="T39" fmla="*/ 3287 h 3287"/>
                              <a:gd name="T40" fmla="*/ 10578 w 10799"/>
                              <a:gd name="T41" fmla="*/ 3286 h 3287"/>
                              <a:gd name="T42" fmla="*/ 10648 w 10799"/>
                              <a:gd name="T43" fmla="*/ 3281 h 3287"/>
                              <a:gd name="T44" fmla="*/ 10701 w 10799"/>
                              <a:gd name="T45" fmla="*/ 3271 h 3287"/>
                              <a:gd name="T46" fmla="*/ 10740 w 10799"/>
                              <a:gd name="T47" fmla="*/ 3254 h 3287"/>
                              <a:gd name="T48" fmla="*/ 10767 w 10799"/>
                              <a:gd name="T49" fmla="*/ 3227 h 3287"/>
                              <a:gd name="T50" fmla="*/ 10784 w 10799"/>
                              <a:gd name="T51" fmla="*/ 3188 h 3287"/>
                              <a:gd name="T52" fmla="*/ 10794 w 10799"/>
                              <a:gd name="T53" fmla="*/ 3135 h 3287"/>
                              <a:gd name="T54" fmla="*/ 10798 w 10799"/>
                              <a:gd name="T55" fmla="*/ 3066 h 3287"/>
                              <a:gd name="T56" fmla="*/ 10799 w 10799"/>
                              <a:gd name="T57" fmla="*/ 2978 h 3287"/>
                              <a:gd name="T58" fmla="*/ 10799 w 10799"/>
                              <a:gd name="T59" fmla="*/ 262 h 3287"/>
                              <a:gd name="T60" fmla="*/ 10797 w 10799"/>
                              <a:gd name="T61" fmla="*/ 184 h 3287"/>
                              <a:gd name="T62" fmla="*/ 10790 w 10799"/>
                              <a:gd name="T63" fmla="*/ 123 h 3287"/>
                              <a:gd name="T64" fmla="*/ 10776 w 10799"/>
                              <a:gd name="T65" fmla="*/ 77 h 3287"/>
                              <a:gd name="T66" fmla="*/ 10754 w 10799"/>
                              <a:gd name="T67" fmla="*/ 45 h 3287"/>
                              <a:gd name="T68" fmla="*/ 10722 w 10799"/>
                              <a:gd name="T69" fmla="*/ 23 h 3287"/>
                              <a:gd name="T70" fmla="*/ 10676 w 10799"/>
                              <a:gd name="T71" fmla="*/ 9 h 3287"/>
                              <a:gd name="T72" fmla="*/ 10615 w 10799"/>
                              <a:gd name="T73" fmla="*/ 2 h 3287"/>
                              <a:gd name="T74" fmla="*/ 10537 w 10799"/>
                              <a:gd name="T75" fmla="*/ 0 h 3287"/>
                              <a:gd name="T76" fmla="*/ 359 w 10799"/>
                              <a:gd name="T77" fmla="*/ 0 h 3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799" h="3287">
                                <a:moveTo>
                                  <a:pt x="359" y="0"/>
                                </a:moveTo>
                                <a:lnTo>
                                  <a:pt x="308" y="0"/>
                                </a:lnTo>
                                <a:lnTo>
                                  <a:pt x="262" y="0"/>
                                </a:lnTo>
                                <a:lnTo>
                                  <a:pt x="221" y="1"/>
                                </a:lnTo>
                                <a:lnTo>
                                  <a:pt x="184" y="2"/>
                                </a:lnTo>
                                <a:lnTo>
                                  <a:pt x="151" y="5"/>
                                </a:lnTo>
                                <a:lnTo>
                                  <a:pt x="123" y="9"/>
                                </a:lnTo>
                                <a:lnTo>
                                  <a:pt x="98" y="15"/>
                                </a:lnTo>
                                <a:lnTo>
                                  <a:pt x="77" y="23"/>
                                </a:lnTo>
                                <a:lnTo>
                                  <a:pt x="59" y="32"/>
                                </a:lnTo>
                                <a:lnTo>
                                  <a:pt x="44" y="44"/>
                                </a:lnTo>
                                <a:lnTo>
                                  <a:pt x="32" y="59"/>
                                </a:lnTo>
                                <a:lnTo>
                                  <a:pt x="22" y="77"/>
                                </a:lnTo>
                                <a:lnTo>
                                  <a:pt x="15" y="98"/>
                                </a:lnTo>
                                <a:lnTo>
                                  <a:pt x="9" y="123"/>
                                </a:lnTo>
                                <a:lnTo>
                                  <a:pt x="5" y="151"/>
                                </a:lnTo>
                                <a:lnTo>
                                  <a:pt x="2" y="184"/>
                                </a:lnTo>
                                <a:lnTo>
                                  <a:pt x="1" y="221"/>
                                </a:lnTo>
                                <a:lnTo>
                                  <a:pt x="0" y="262"/>
                                </a:lnTo>
                                <a:lnTo>
                                  <a:pt x="0" y="308"/>
                                </a:lnTo>
                                <a:lnTo>
                                  <a:pt x="0" y="2978"/>
                                </a:lnTo>
                                <a:lnTo>
                                  <a:pt x="0" y="3024"/>
                                </a:lnTo>
                                <a:lnTo>
                                  <a:pt x="1" y="3066"/>
                                </a:lnTo>
                                <a:lnTo>
                                  <a:pt x="2" y="3102"/>
                                </a:lnTo>
                                <a:lnTo>
                                  <a:pt x="5" y="3135"/>
                                </a:lnTo>
                                <a:lnTo>
                                  <a:pt x="9" y="3163"/>
                                </a:lnTo>
                                <a:lnTo>
                                  <a:pt x="15" y="3188"/>
                                </a:lnTo>
                                <a:lnTo>
                                  <a:pt x="22" y="3209"/>
                                </a:lnTo>
                                <a:lnTo>
                                  <a:pt x="32" y="3227"/>
                                </a:lnTo>
                                <a:lnTo>
                                  <a:pt x="44" y="3242"/>
                                </a:lnTo>
                                <a:lnTo>
                                  <a:pt x="59" y="3254"/>
                                </a:lnTo>
                                <a:lnTo>
                                  <a:pt x="77" y="3264"/>
                                </a:lnTo>
                                <a:lnTo>
                                  <a:pt x="98" y="3271"/>
                                </a:lnTo>
                                <a:lnTo>
                                  <a:pt x="123" y="3277"/>
                                </a:lnTo>
                                <a:lnTo>
                                  <a:pt x="151" y="3281"/>
                                </a:lnTo>
                                <a:lnTo>
                                  <a:pt x="184" y="3284"/>
                                </a:lnTo>
                                <a:lnTo>
                                  <a:pt x="221" y="3286"/>
                                </a:lnTo>
                                <a:lnTo>
                                  <a:pt x="262" y="3286"/>
                                </a:lnTo>
                                <a:lnTo>
                                  <a:pt x="308" y="3287"/>
                                </a:lnTo>
                                <a:lnTo>
                                  <a:pt x="10491" y="3287"/>
                                </a:lnTo>
                                <a:lnTo>
                                  <a:pt x="10537" y="3286"/>
                                </a:lnTo>
                                <a:lnTo>
                                  <a:pt x="10578" y="3286"/>
                                </a:lnTo>
                                <a:lnTo>
                                  <a:pt x="10615" y="3284"/>
                                </a:lnTo>
                                <a:lnTo>
                                  <a:pt x="10648" y="3281"/>
                                </a:lnTo>
                                <a:lnTo>
                                  <a:pt x="10676" y="3277"/>
                                </a:lnTo>
                                <a:lnTo>
                                  <a:pt x="10701" y="3271"/>
                                </a:lnTo>
                                <a:lnTo>
                                  <a:pt x="10722" y="3264"/>
                                </a:lnTo>
                                <a:lnTo>
                                  <a:pt x="10740" y="3254"/>
                                </a:lnTo>
                                <a:lnTo>
                                  <a:pt x="10754" y="3242"/>
                                </a:lnTo>
                                <a:lnTo>
                                  <a:pt x="10767" y="3227"/>
                                </a:lnTo>
                                <a:lnTo>
                                  <a:pt x="10776" y="3209"/>
                                </a:lnTo>
                                <a:lnTo>
                                  <a:pt x="10784" y="3188"/>
                                </a:lnTo>
                                <a:lnTo>
                                  <a:pt x="10790" y="3163"/>
                                </a:lnTo>
                                <a:lnTo>
                                  <a:pt x="10794" y="3135"/>
                                </a:lnTo>
                                <a:lnTo>
                                  <a:pt x="10797" y="3102"/>
                                </a:lnTo>
                                <a:lnTo>
                                  <a:pt x="10798" y="3066"/>
                                </a:lnTo>
                                <a:lnTo>
                                  <a:pt x="10799" y="3024"/>
                                </a:lnTo>
                                <a:lnTo>
                                  <a:pt x="10799" y="2978"/>
                                </a:lnTo>
                                <a:lnTo>
                                  <a:pt x="10799" y="308"/>
                                </a:lnTo>
                                <a:lnTo>
                                  <a:pt x="10799" y="262"/>
                                </a:lnTo>
                                <a:lnTo>
                                  <a:pt x="10798" y="221"/>
                                </a:lnTo>
                                <a:lnTo>
                                  <a:pt x="10797" y="184"/>
                                </a:lnTo>
                                <a:lnTo>
                                  <a:pt x="10794" y="151"/>
                                </a:lnTo>
                                <a:lnTo>
                                  <a:pt x="10790" y="123"/>
                                </a:lnTo>
                                <a:lnTo>
                                  <a:pt x="10784" y="98"/>
                                </a:lnTo>
                                <a:lnTo>
                                  <a:pt x="10776" y="77"/>
                                </a:lnTo>
                                <a:lnTo>
                                  <a:pt x="10767" y="59"/>
                                </a:lnTo>
                                <a:lnTo>
                                  <a:pt x="10754" y="45"/>
                                </a:lnTo>
                                <a:lnTo>
                                  <a:pt x="10740" y="32"/>
                                </a:lnTo>
                                <a:lnTo>
                                  <a:pt x="10722" y="23"/>
                                </a:lnTo>
                                <a:lnTo>
                                  <a:pt x="10701" y="15"/>
                                </a:lnTo>
                                <a:lnTo>
                                  <a:pt x="10676" y="9"/>
                                </a:lnTo>
                                <a:lnTo>
                                  <a:pt x="10648" y="5"/>
                                </a:lnTo>
                                <a:lnTo>
                                  <a:pt x="10615" y="2"/>
                                </a:lnTo>
                                <a:lnTo>
                                  <a:pt x="10578" y="1"/>
                                </a:lnTo>
                                <a:lnTo>
                                  <a:pt x="10537" y="0"/>
                                </a:lnTo>
                                <a:lnTo>
                                  <a:pt x="10491" y="0"/>
                                </a:lnTo>
                                <a:lnTo>
                                  <a:pt x="359"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Text Box 33"/>
                        <wps:cNvSpPr txBox="1">
                          <a:spLocks noChangeArrowheads="1"/>
                        </wps:cNvSpPr>
                        <wps:spPr bwMode="auto">
                          <a:xfrm>
                            <a:off x="720" y="10528"/>
                            <a:ext cx="10800" cy="31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44423" w:rsidRDefault="00B44423" w:rsidP="00B44423">
                              <w:pPr>
                                <w:widowControl w:val="0"/>
                                <w:autoSpaceDE w:val="0"/>
                                <w:autoSpaceDN w:val="0"/>
                                <w:adjustRightInd w:val="0"/>
                                <w:spacing w:after="0" w:line="353" w:lineRule="exact"/>
                                <w:jc w:val="center"/>
                                <w:rPr>
                                  <w:rFonts w:ascii="Palatino Linotype" w:hAnsi="Palatino Linotype" w:cs="Palatino Linotype"/>
                                  <w:b/>
                                  <w:bCs/>
                                  <w:color w:val="363435"/>
                                  <w:position w:val="1"/>
                                  <w:sz w:val="28"/>
                                  <w:szCs w:val="28"/>
                                </w:rPr>
                              </w:pPr>
                              <w:r>
                                <w:rPr>
                                  <w:rFonts w:ascii="Palatino Linotype" w:hAnsi="Palatino Linotype" w:cs="Palatino Linotype"/>
                                  <w:b/>
                                  <w:bCs/>
                                  <w:color w:val="363435"/>
                                  <w:position w:val="1"/>
                                  <w:sz w:val="28"/>
                                  <w:szCs w:val="28"/>
                                </w:rPr>
                                <w:t>The</w:t>
                              </w:r>
                              <w:r>
                                <w:rPr>
                                  <w:rFonts w:ascii="Palatino Linotype" w:hAnsi="Palatino Linotype" w:cs="Palatino Linotype"/>
                                  <w:b/>
                                  <w:bCs/>
                                  <w:color w:val="363435"/>
                                  <w:spacing w:val="-20"/>
                                  <w:position w:val="1"/>
                                  <w:sz w:val="28"/>
                                  <w:szCs w:val="28"/>
                                </w:rPr>
                                <w:t xml:space="preserve"> </w:t>
                              </w:r>
                              <w:r>
                                <w:rPr>
                                  <w:rFonts w:ascii="Palatino Linotype" w:hAnsi="Palatino Linotype" w:cs="Palatino Linotype"/>
                                  <w:b/>
                                  <w:bCs/>
                                  <w:color w:val="363435"/>
                                  <w:position w:val="1"/>
                                  <w:sz w:val="28"/>
                                  <w:szCs w:val="28"/>
                                </w:rPr>
                                <w:t xml:space="preserve">American Public </w:t>
                              </w:r>
                              <w:r>
                                <w:rPr>
                                  <w:rFonts w:ascii="Palatino Linotype" w:hAnsi="Palatino Linotype" w:cs="Palatino Linotype"/>
                                  <w:b/>
                                  <w:bCs/>
                                  <w:color w:val="363435"/>
                                  <w:spacing w:val="-31"/>
                                  <w:position w:val="1"/>
                                  <w:sz w:val="28"/>
                                  <w:szCs w:val="28"/>
                                </w:rPr>
                                <w:t>T</w:t>
                              </w:r>
                              <w:r>
                                <w:rPr>
                                  <w:rFonts w:ascii="Palatino Linotype" w:hAnsi="Palatino Linotype" w:cs="Palatino Linotype"/>
                                  <w:b/>
                                  <w:bCs/>
                                  <w:color w:val="363435"/>
                                  <w:position w:val="1"/>
                                  <w:sz w:val="28"/>
                                  <w:szCs w:val="28"/>
                                </w:rPr>
                                <w:t>ransportation Association (AP</w:t>
                              </w:r>
                              <w:r>
                                <w:rPr>
                                  <w:rFonts w:ascii="Palatino Linotype" w:hAnsi="Palatino Linotype" w:cs="Palatino Linotype"/>
                                  <w:b/>
                                  <w:bCs/>
                                  <w:color w:val="363435"/>
                                  <w:spacing w:val="-26"/>
                                  <w:position w:val="1"/>
                                  <w:sz w:val="28"/>
                                  <w:szCs w:val="28"/>
                                </w:rPr>
                                <w:t>T</w:t>
                              </w:r>
                              <w:r>
                                <w:rPr>
                                  <w:rFonts w:ascii="Palatino Linotype" w:hAnsi="Palatino Linotype" w:cs="Palatino Linotype"/>
                                  <w:b/>
                                  <w:bCs/>
                                  <w:color w:val="363435"/>
                                  <w:position w:val="1"/>
                                  <w:sz w:val="28"/>
                                  <w:szCs w:val="28"/>
                                </w:rPr>
                                <w:t>A)</w:t>
                              </w:r>
                            </w:p>
                            <w:p w:rsidR="00B44423" w:rsidRDefault="00B44423" w:rsidP="00B44423">
                              <w:pPr>
                                <w:widowControl w:val="0"/>
                                <w:autoSpaceDE w:val="0"/>
                                <w:autoSpaceDN w:val="0"/>
                                <w:adjustRightInd w:val="0"/>
                                <w:spacing w:after="0" w:line="353" w:lineRule="exact"/>
                                <w:jc w:val="center"/>
                                <w:rPr>
                                  <w:rFonts w:ascii="Palatino Linotype" w:hAnsi="Palatino Linotype" w:cs="Palatino Linotype"/>
                                  <w:color w:val="000000"/>
                                  <w:szCs w:val="24"/>
                                </w:rPr>
                              </w:pPr>
                              <w:r w:rsidRPr="005B0001">
                                <w:rPr>
                                  <w:rFonts w:ascii="Palatino Linotype" w:hAnsi="Palatino Linotype" w:cs="Palatino Linotype"/>
                                  <w:color w:val="000000"/>
                                  <w:szCs w:val="24"/>
                                </w:rPr>
                                <w:t>Michael Melaniphy, President and CEO</w:t>
                              </w:r>
                            </w:p>
                            <w:p w:rsidR="00B44423" w:rsidRPr="005B0001" w:rsidRDefault="00B44423" w:rsidP="00B44423">
                              <w:pPr>
                                <w:widowControl w:val="0"/>
                                <w:autoSpaceDE w:val="0"/>
                                <w:autoSpaceDN w:val="0"/>
                                <w:adjustRightInd w:val="0"/>
                                <w:spacing w:after="0" w:line="353" w:lineRule="exact"/>
                                <w:jc w:val="center"/>
                                <w:rPr>
                                  <w:rFonts w:ascii="Palatino Linotype" w:hAnsi="Palatino Linotype" w:cs="Palatino Linotype"/>
                                  <w:color w:val="000000"/>
                                  <w:szCs w:val="24"/>
                                </w:rPr>
                              </w:pPr>
                            </w:p>
                            <w:p w:rsidR="00B44423" w:rsidRPr="008944D6" w:rsidRDefault="00B44423" w:rsidP="00B44423">
                              <w:pPr>
                                <w:widowControl w:val="0"/>
                                <w:autoSpaceDE w:val="0"/>
                                <w:autoSpaceDN w:val="0"/>
                                <w:adjustRightInd w:val="0"/>
                                <w:spacing w:after="0" w:line="242" w:lineRule="auto"/>
                                <w:ind w:left="460" w:right="449"/>
                                <w:rPr>
                                  <w:rFonts w:ascii="Palatino Linotype" w:hAnsi="Palatino Linotype" w:cs="Palatino Linotype"/>
                                  <w:color w:val="000000"/>
                                  <w:sz w:val="22"/>
                                </w:rPr>
                              </w:pPr>
                              <w:r w:rsidRPr="00A00BA6">
                                <w:rPr>
                                  <w:rFonts w:ascii="Palatino Linotype" w:hAnsi="Palatino Linotype" w:cs="Palatino Linotype"/>
                                  <w:color w:val="363435"/>
                                  <w:sz w:val="22"/>
                                </w:rPr>
                                <w:t>The American Public Transportation Association (APTA) is a nonprofit international association of 1,500 public and private sector organizations, engaged in the areas of bus, paratransit, light rail, commuter rail, subways, waterborne services, and intercity and high-speed passenger rail.  This includes: transit systems; planning, design, construction, and finance firms; product and service providers; academic institutions; transit associations and state departments of transportation.  APTA is the only association in North America that represents all modes of public transportation. APTA members serve the public interest by providing safe, efficient and economical transit services and products</w:t>
                              </w:r>
                              <w:r>
                                <w:rPr>
                                  <w:rFonts w:ascii="Palatino Linotype" w:hAnsi="Palatino Linotype" w:cs="Palatino Linotype"/>
                                  <w:color w:val="363435"/>
                                  <w:sz w:val="22"/>
                                </w:rPr>
                                <w:t>.</w:t>
                              </w:r>
                              <w:r w:rsidRPr="00A00BA6">
                                <w:rPr>
                                  <w:rFonts w:ascii="Palatino Linotype" w:hAnsi="Palatino Linotype" w:cs="Palatino Linotype"/>
                                  <w:color w:val="363435"/>
                                  <w:sz w:val="22"/>
                                </w:rPr>
                                <w:t xml:space="preserve">  More</w:t>
                              </w:r>
                              <w:r>
                                <w:rPr>
                                  <w:rFonts w:ascii="Palatino Linotype" w:hAnsi="Palatino Linotype" w:cs="Palatino Linotype"/>
                                  <w:color w:val="363435"/>
                                  <w:sz w:val="22"/>
                                </w:rPr>
                                <w:t xml:space="preserve"> </w:t>
                              </w:r>
                              <w:r w:rsidRPr="00A00BA6">
                                <w:rPr>
                                  <w:rFonts w:ascii="Palatino Linotype" w:hAnsi="Palatino Linotype" w:cs="Palatino Linotype"/>
                                  <w:color w:val="363435"/>
                                  <w:sz w:val="22"/>
                                </w:rPr>
                                <w:t>than 90 percent of the people using public transportation in the United States and Canada ride APTA member systems.</w:t>
                              </w:r>
                            </w:p>
                            <w:p w:rsidR="00E428B7" w:rsidRDefault="00E428B7"/>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9" style="position:absolute;margin-left:5.75pt;margin-top:275.4pt;width:540pt;height:212.1pt;z-index:251696128" coordorigin="720,10368" coordsize="10800,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">
                <v:shape id="Freeform 32" o:spid="_x0000_s1030" style="position:absolute;left:720;top:10368;width:10799;height:3287;visibility:visible;mso-wrap-style:square;v-text-anchor:top" coordsize="10799,3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yXQsMA&#10;AADcAAAADwAAAGRycy9kb3ducmV2LnhtbERPS2sCMRC+F/wPYYReima3pVVXo0hhqZdCfSAeh824&#10;WdxMliTV7b9vhEJv8/E9Z7HqbSuu5EPjWEE+zkAQV043XCs47MvRFESIyBpbx6TghwKsloOHBRba&#10;3XhL112sRQrhUKACE2NXSBkqQxbD2HXEiTs7bzEm6GupPd5SuG3lc5a9SYsNpwaDHb0bqi67b6vg&#10;6Wg/v/LSHH1Vbl8OsxNPtPtQ6nHYr+cgIvXxX/zn3ug0P3+F+zPp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yXQsMAAADcAAAADwAAAAAAAAAAAAAAAACYAgAAZHJzL2Rv&#10;d25yZXYueG1sUEsFBgAAAAAEAAQA9QAAAIgDAAAAAA==&#10;" path="m359,l308,,262,,221,1,184,2,151,5,123,9,98,15,77,23,59,32,44,44,32,59,22,77,15,98,9,123,5,151,2,184,1,221,,262r,46l,2978r,46l1,3066r1,36l5,3135r4,28l15,3188r7,21l32,3227r12,15l59,3254r18,10l98,3271r25,6l151,3281r33,3l221,3286r41,l308,3287r10183,l10537,3286r41,l10615,3284r33,-3l10676,3277r25,-6l10722,3264r18,-10l10754,3242r13,-15l10776,3209r8,-21l10790,3163r4,-28l10797,3102r1,-36l10799,3024r,-46l10799,308r,-46l10798,221r-1,-37l10794,151r-4,-28l10784,98r-8,-21l10767,59r-13,-14l10740,32r-18,-9l10701,15r-25,-6l10648,5r-33,-3l10578,1,10537,r-46,l359,xe" fillcolor="#e1ecc4" stroked="f">
                  <v:path arrowok="t" o:connecttype="custom" o:connectlocs="308,0;221,1;151,5;98,15;59,32;32,59;15,98;5,151;1,221;0,308;0,3024;2,3102;9,3163;22,3209;44,3242;77,3264;123,3277;184,3284;262,3286;10491,3287;10578,3286;10648,3281;10701,3271;10740,3254;10767,3227;10784,3188;10794,3135;10798,3066;10799,2978;10799,262;10797,184;10790,123;10776,77;10754,45;10722,23;10676,9;10615,2;10537,0;359,0" o:connectangles="0,0,0,0,0,0,0,0,0,0,0,0,0,0,0,0,0,0,0,0,0,0,0,0,0,0,0,0,0,0,0,0,0,0,0,0,0,0,0"/>
                </v:shape>
                <v:shape id="Text Box 33" o:spid="_x0000_s1031" type="#_x0000_t202" style="position:absolute;left:720;top:10528;width:10800;height: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DYCsEA&#10;AADcAAAADwAAAGRycy9kb3ducmV2LnhtbERPS4vCMBC+L+x/CCN4W1MV6tI1iiwIHgSf7Hm2Gdti&#10;MylJtNVfbwTB23x8z5nOO1OLKzlfWVYwHCQgiHOrKy4UHA/Lr28QPiBrrC2Tght5mM8+P6aYadvy&#10;jq77UIgYwj5DBWUITSalz0sy6Ae2IY7cyTqDIUJXSO2wjeGmlqMkSaXBimNDiQ39lpSf9xej4O9/&#10;ctm2brzdne9NWtuF36yDV6rf6xY/IAJ14S1+uVc6zh+m8HwmXiB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Q2ArBAAAA3AAAAA8AAAAAAAAAAAAAAAAAmAIAAGRycy9kb3du&#10;cmV2LnhtbFBLBQYAAAAABAAEAPUAAACGAwAAAAA=&#10;" filled="f" stroked="f" strokecolor="black [0]" insetpen="t">
                  <v:textbox inset="2.88pt,2.88pt,2.88pt,2.88pt">
                    <w:txbxContent>
                      <w:p w:rsidR="00B44423" w:rsidRDefault="00B44423" w:rsidP="00B44423">
                        <w:pPr>
                          <w:widowControl w:val="0"/>
                          <w:autoSpaceDE w:val="0"/>
                          <w:autoSpaceDN w:val="0"/>
                          <w:adjustRightInd w:val="0"/>
                          <w:spacing w:after="0" w:line="353" w:lineRule="exact"/>
                          <w:jc w:val="center"/>
                          <w:rPr>
                            <w:rFonts w:ascii="Palatino Linotype" w:hAnsi="Palatino Linotype" w:cs="Palatino Linotype"/>
                            <w:b/>
                            <w:bCs/>
                            <w:color w:val="363435"/>
                            <w:position w:val="1"/>
                            <w:sz w:val="28"/>
                            <w:szCs w:val="28"/>
                          </w:rPr>
                        </w:pPr>
                        <w:r>
                          <w:rPr>
                            <w:rFonts w:ascii="Palatino Linotype" w:hAnsi="Palatino Linotype" w:cs="Palatino Linotype"/>
                            <w:b/>
                            <w:bCs/>
                            <w:color w:val="363435"/>
                            <w:position w:val="1"/>
                            <w:sz w:val="28"/>
                            <w:szCs w:val="28"/>
                          </w:rPr>
                          <w:t>The</w:t>
                        </w:r>
                        <w:r>
                          <w:rPr>
                            <w:rFonts w:ascii="Palatino Linotype" w:hAnsi="Palatino Linotype" w:cs="Palatino Linotype"/>
                            <w:b/>
                            <w:bCs/>
                            <w:color w:val="363435"/>
                            <w:spacing w:val="-20"/>
                            <w:position w:val="1"/>
                            <w:sz w:val="28"/>
                            <w:szCs w:val="28"/>
                          </w:rPr>
                          <w:t xml:space="preserve"> </w:t>
                        </w:r>
                        <w:r>
                          <w:rPr>
                            <w:rFonts w:ascii="Palatino Linotype" w:hAnsi="Palatino Linotype" w:cs="Palatino Linotype"/>
                            <w:b/>
                            <w:bCs/>
                            <w:color w:val="363435"/>
                            <w:position w:val="1"/>
                            <w:sz w:val="28"/>
                            <w:szCs w:val="28"/>
                          </w:rPr>
                          <w:t xml:space="preserve">American Public </w:t>
                        </w:r>
                        <w:r>
                          <w:rPr>
                            <w:rFonts w:ascii="Palatino Linotype" w:hAnsi="Palatino Linotype" w:cs="Palatino Linotype"/>
                            <w:b/>
                            <w:bCs/>
                            <w:color w:val="363435"/>
                            <w:spacing w:val="-31"/>
                            <w:position w:val="1"/>
                            <w:sz w:val="28"/>
                            <w:szCs w:val="28"/>
                          </w:rPr>
                          <w:t>T</w:t>
                        </w:r>
                        <w:r>
                          <w:rPr>
                            <w:rFonts w:ascii="Palatino Linotype" w:hAnsi="Palatino Linotype" w:cs="Palatino Linotype"/>
                            <w:b/>
                            <w:bCs/>
                            <w:color w:val="363435"/>
                            <w:position w:val="1"/>
                            <w:sz w:val="28"/>
                            <w:szCs w:val="28"/>
                          </w:rPr>
                          <w:t>ransportation Association (AP</w:t>
                        </w:r>
                        <w:r>
                          <w:rPr>
                            <w:rFonts w:ascii="Palatino Linotype" w:hAnsi="Palatino Linotype" w:cs="Palatino Linotype"/>
                            <w:b/>
                            <w:bCs/>
                            <w:color w:val="363435"/>
                            <w:spacing w:val="-26"/>
                            <w:position w:val="1"/>
                            <w:sz w:val="28"/>
                            <w:szCs w:val="28"/>
                          </w:rPr>
                          <w:t>T</w:t>
                        </w:r>
                        <w:r>
                          <w:rPr>
                            <w:rFonts w:ascii="Palatino Linotype" w:hAnsi="Palatino Linotype" w:cs="Palatino Linotype"/>
                            <w:b/>
                            <w:bCs/>
                            <w:color w:val="363435"/>
                            <w:position w:val="1"/>
                            <w:sz w:val="28"/>
                            <w:szCs w:val="28"/>
                          </w:rPr>
                          <w:t>A)</w:t>
                        </w:r>
                      </w:p>
                      <w:p w:rsidR="00B44423" w:rsidRDefault="00B44423" w:rsidP="00B44423">
                        <w:pPr>
                          <w:widowControl w:val="0"/>
                          <w:autoSpaceDE w:val="0"/>
                          <w:autoSpaceDN w:val="0"/>
                          <w:adjustRightInd w:val="0"/>
                          <w:spacing w:after="0" w:line="353" w:lineRule="exact"/>
                          <w:jc w:val="center"/>
                          <w:rPr>
                            <w:rFonts w:ascii="Palatino Linotype" w:hAnsi="Palatino Linotype" w:cs="Palatino Linotype"/>
                            <w:color w:val="000000"/>
                            <w:szCs w:val="24"/>
                          </w:rPr>
                        </w:pPr>
                        <w:r w:rsidRPr="005B0001">
                          <w:rPr>
                            <w:rFonts w:ascii="Palatino Linotype" w:hAnsi="Palatino Linotype" w:cs="Palatino Linotype"/>
                            <w:color w:val="000000"/>
                            <w:szCs w:val="24"/>
                          </w:rPr>
                          <w:t>Michael Melaniphy, President and CEO</w:t>
                        </w:r>
                      </w:p>
                      <w:p w:rsidR="00B44423" w:rsidRPr="005B0001" w:rsidRDefault="00B44423" w:rsidP="00B44423">
                        <w:pPr>
                          <w:widowControl w:val="0"/>
                          <w:autoSpaceDE w:val="0"/>
                          <w:autoSpaceDN w:val="0"/>
                          <w:adjustRightInd w:val="0"/>
                          <w:spacing w:after="0" w:line="353" w:lineRule="exact"/>
                          <w:jc w:val="center"/>
                          <w:rPr>
                            <w:rFonts w:ascii="Palatino Linotype" w:hAnsi="Palatino Linotype" w:cs="Palatino Linotype"/>
                            <w:color w:val="000000"/>
                            <w:szCs w:val="24"/>
                          </w:rPr>
                        </w:pPr>
                      </w:p>
                      <w:p w:rsidR="00B44423" w:rsidRPr="008944D6" w:rsidRDefault="00B44423" w:rsidP="00B44423">
                        <w:pPr>
                          <w:widowControl w:val="0"/>
                          <w:autoSpaceDE w:val="0"/>
                          <w:autoSpaceDN w:val="0"/>
                          <w:adjustRightInd w:val="0"/>
                          <w:spacing w:after="0" w:line="242" w:lineRule="auto"/>
                          <w:ind w:left="460" w:right="449"/>
                          <w:rPr>
                            <w:rFonts w:ascii="Palatino Linotype" w:hAnsi="Palatino Linotype" w:cs="Palatino Linotype"/>
                            <w:color w:val="000000"/>
                            <w:sz w:val="22"/>
                          </w:rPr>
                        </w:pPr>
                        <w:r w:rsidRPr="00A00BA6">
                          <w:rPr>
                            <w:rFonts w:ascii="Palatino Linotype" w:hAnsi="Palatino Linotype" w:cs="Palatino Linotype"/>
                            <w:color w:val="363435"/>
                            <w:sz w:val="22"/>
                          </w:rPr>
                          <w:t>The American Public Transportation Association (APTA) is a nonprofit international association of 1,500 public and private sector organizations, engaged in the areas of bus, paratransit, light rail, commuter rail, subways, waterborne services, and intercity and high-speed passenger rail.  This includes: transit systems; planning, design, construction, and finance firms; product and service providers; academic institutions; transit associations and state departments of transportation.  APTA is the only association in North America that represents all modes of public transportation. APTA members serve the public interest by providing safe, efficient and economical transit services and products</w:t>
                        </w:r>
                        <w:r>
                          <w:rPr>
                            <w:rFonts w:ascii="Palatino Linotype" w:hAnsi="Palatino Linotype" w:cs="Palatino Linotype"/>
                            <w:color w:val="363435"/>
                            <w:sz w:val="22"/>
                          </w:rPr>
                          <w:t>.</w:t>
                        </w:r>
                        <w:r w:rsidRPr="00A00BA6">
                          <w:rPr>
                            <w:rFonts w:ascii="Palatino Linotype" w:hAnsi="Palatino Linotype" w:cs="Palatino Linotype"/>
                            <w:color w:val="363435"/>
                            <w:sz w:val="22"/>
                          </w:rPr>
                          <w:t xml:space="preserve">  More</w:t>
                        </w:r>
                        <w:r>
                          <w:rPr>
                            <w:rFonts w:ascii="Palatino Linotype" w:hAnsi="Palatino Linotype" w:cs="Palatino Linotype"/>
                            <w:color w:val="363435"/>
                            <w:sz w:val="22"/>
                          </w:rPr>
                          <w:t xml:space="preserve"> </w:t>
                        </w:r>
                        <w:r w:rsidRPr="00A00BA6">
                          <w:rPr>
                            <w:rFonts w:ascii="Palatino Linotype" w:hAnsi="Palatino Linotype" w:cs="Palatino Linotype"/>
                            <w:color w:val="363435"/>
                            <w:sz w:val="22"/>
                          </w:rPr>
                          <w:t>than 90 percent of the people using public transportation in the United States and Canada ride APTA member systems.</w:t>
                        </w:r>
                      </w:p>
                      <w:p w:rsidR="00E428B7" w:rsidRDefault="00E428B7"/>
                    </w:txbxContent>
                  </v:textbox>
                </v:shape>
              </v:group>
            </w:pict>
          </mc:Fallback>
        </mc:AlternateContent>
      </w:r>
      <w:r>
        <w:rPr>
          <w:noProof/>
        </w:rPr>
        <mc:AlternateContent>
          <mc:Choice Requires="wps">
            <w:drawing>
              <wp:anchor distT="36576" distB="36576" distL="36576" distR="36576" simplePos="0" relativeHeight="251697152" behindDoc="0" locked="0" layoutInCell="1" allowOverlap="1">
                <wp:simplePos x="0" y="0"/>
                <wp:positionH relativeFrom="column">
                  <wp:posOffset>1134110</wp:posOffset>
                </wp:positionH>
                <wp:positionV relativeFrom="paragraph">
                  <wp:posOffset>6386830</wp:posOffset>
                </wp:positionV>
                <wp:extent cx="4735830" cy="619760"/>
                <wp:effectExtent l="3810" t="635" r="3810" b="0"/>
                <wp:wrapNone/>
                <wp:docPr id="11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5830" cy="619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Pr="008944D6" w:rsidRDefault="00E428B7" w:rsidP="008944D6">
                            <w:pPr>
                              <w:spacing w:after="120"/>
                              <w:jc w:val="center"/>
                              <w:rPr>
                                <w:rFonts w:ascii="Palatino Linotype" w:hAnsi="Palatino Linotype"/>
                                <w:b/>
                                <w:sz w:val="28"/>
                                <w:szCs w:val="28"/>
                              </w:rPr>
                            </w:pPr>
                            <w:r w:rsidRPr="008944D6">
                              <w:rPr>
                                <w:rFonts w:ascii="Palatino Linotype" w:hAnsi="Palatino Linotype"/>
                                <w:b/>
                                <w:sz w:val="28"/>
                                <w:szCs w:val="28"/>
                              </w:rPr>
                              <w:t>APTA Vision Statement</w:t>
                            </w:r>
                          </w:p>
                          <w:p w:rsidR="00E428B7" w:rsidRPr="008944D6" w:rsidRDefault="00E428B7" w:rsidP="008944D6">
                            <w:pPr>
                              <w:jc w:val="center"/>
                              <w:rPr>
                                <w:rFonts w:ascii="Palatino Linotype" w:hAnsi="Palatino Linotype"/>
                                <w:sz w:val="22"/>
                              </w:rPr>
                            </w:pPr>
                            <w:r w:rsidRPr="008944D6">
                              <w:rPr>
                                <w:rFonts w:ascii="Palatino Linotype" w:hAnsi="Palatino Linotype"/>
                                <w:sz w:val="22"/>
                              </w:rPr>
                              <w:t>APTA is the leading force in advancing public transportation.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2" type="#_x0000_t202" style="position:absolute;margin-left:89.3pt;margin-top:502.9pt;width:372.9pt;height:48.8pt;z-index:2516971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" filled="f" stroked="f" strokecolor="black [0]" insetpen="t">
                <v:textbox inset="2.88pt,2.88pt,2.88pt,2.88pt">
                  <w:txbxContent>
                    <w:p w:rsidR="00E428B7" w:rsidRPr="008944D6" w:rsidRDefault="00E428B7" w:rsidP="008944D6">
                      <w:pPr>
                        <w:spacing w:after="120"/>
                        <w:jc w:val="center"/>
                        <w:rPr>
                          <w:rFonts w:ascii="Palatino Linotype" w:hAnsi="Palatino Linotype"/>
                          <w:b/>
                          <w:sz w:val="28"/>
                          <w:szCs w:val="28"/>
                        </w:rPr>
                      </w:pPr>
                      <w:r w:rsidRPr="008944D6">
                        <w:rPr>
                          <w:rFonts w:ascii="Palatino Linotype" w:hAnsi="Palatino Linotype"/>
                          <w:b/>
                          <w:sz w:val="28"/>
                          <w:szCs w:val="28"/>
                        </w:rPr>
                        <w:t>APTA Vision Statement</w:t>
                      </w:r>
                    </w:p>
                    <w:p w:rsidR="00E428B7" w:rsidRPr="008944D6" w:rsidRDefault="00E428B7" w:rsidP="008944D6">
                      <w:pPr>
                        <w:jc w:val="center"/>
                        <w:rPr>
                          <w:rFonts w:ascii="Palatino Linotype" w:hAnsi="Palatino Linotype"/>
                          <w:sz w:val="22"/>
                        </w:rPr>
                      </w:pPr>
                      <w:r w:rsidRPr="008944D6">
                        <w:rPr>
                          <w:rFonts w:ascii="Palatino Linotype" w:hAnsi="Palatino Linotype"/>
                          <w:sz w:val="22"/>
                        </w:rPr>
                        <w:t>APTA is the leading force in advancing public transportation.</w:t>
                      </w:r>
                    </w:p>
                  </w:txbxContent>
                </v:textbox>
              </v:shape>
            </w:pict>
          </mc:Fallback>
        </mc:AlternateContent>
      </w:r>
      <w:r>
        <w:rPr>
          <w:noProof/>
        </w:rPr>
        <mc:AlternateContent>
          <mc:Choice Requires="wpg">
            <w:drawing>
              <wp:anchor distT="0" distB="0" distL="114300" distR="114300" simplePos="0" relativeHeight="251687168" behindDoc="0" locked="0" layoutInCell="1" allowOverlap="1">
                <wp:simplePos x="0" y="0"/>
                <wp:positionH relativeFrom="column">
                  <wp:posOffset>73025</wp:posOffset>
                </wp:positionH>
                <wp:positionV relativeFrom="paragraph">
                  <wp:posOffset>1320800</wp:posOffset>
                </wp:positionV>
                <wp:extent cx="2743200" cy="1410970"/>
                <wp:effectExtent l="9525" t="1905" r="9525" b="0"/>
                <wp:wrapNone/>
                <wp:docPr id="11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410970"/>
                          <a:chOff x="720" y="5760"/>
                          <a:chExt cx="4320" cy="2222"/>
                        </a:xfrm>
                      </wpg:grpSpPr>
                      <wps:wsp>
                        <wps:cNvPr id="111" name="Text Box 27"/>
                        <wps:cNvSpPr txBox="1">
                          <a:spLocks noChangeArrowheads="1"/>
                        </wps:cNvSpPr>
                        <wps:spPr bwMode="auto">
                          <a:xfrm>
                            <a:off x="720" y="5760"/>
                            <a:ext cx="4320" cy="2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28B7" w:rsidRPr="00B672C3" w:rsidRDefault="00E428B7" w:rsidP="00B672C3">
                              <w:pPr>
                                <w:spacing w:after="120" w:line="240" w:lineRule="auto"/>
                                <w:rPr>
                                  <w:rFonts w:ascii="Palatino Linotype" w:hAnsi="Palatino Linotype"/>
                                  <w:b/>
                                  <w:sz w:val="28"/>
                                  <w:szCs w:val="28"/>
                                </w:rPr>
                              </w:pPr>
                              <w:r>
                                <w:rPr>
                                  <w:rFonts w:ascii="Palatino Linotype" w:hAnsi="Palatino Linotype"/>
                                  <w:b/>
                                  <w:sz w:val="28"/>
                                  <w:szCs w:val="28"/>
                                </w:rPr>
                                <w:t>For More Information</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Matthew Dickens</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Policy Analyst</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Policy Development and Research</w:t>
                              </w:r>
                            </w:p>
                            <w:p w:rsidR="00E428B7" w:rsidRPr="00B672C3" w:rsidRDefault="00E428B7" w:rsidP="00B672C3">
                              <w:pPr>
                                <w:widowControl w:val="0"/>
                                <w:spacing w:after="0" w:line="240" w:lineRule="auto"/>
                                <w:rPr>
                                  <w:rFonts w:ascii="Palatino Linotype" w:hAnsi="Palatino Linotype"/>
                                  <w:b/>
                                  <w:bCs/>
                                  <w:sz w:val="22"/>
                                </w:rPr>
                              </w:pPr>
                              <w:r>
                                <w:rPr>
                                  <w:rFonts w:ascii="Palatino Linotype" w:hAnsi="Palatino Linotype"/>
                                  <w:sz w:val="22"/>
                                </w:rPr>
                                <w:t xml:space="preserve">202.496.4817  |  </w:t>
                              </w:r>
                              <w:hyperlink r:id="rId15" w:history="1">
                                <w:r w:rsidRPr="00B44423">
                                  <w:rPr>
                                    <w:rStyle w:val="Hyperlink"/>
                                    <w:rFonts w:ascii="Palatino Linotype" w:hAnsi="Palatino Linotype"/>
                                    <w:b/>
                                    <w:bCs/>
                                    <w:color w:val="auto"/>
                                    <w:sz w:val="22"/>
                                    <w:u w:val="none"/>
                                  </w:rPr>
                                  <w:t>mdickens@apta.com</w:t>
                                </w:r>
                              </w:hyperlink>
                            </w:p>
                          </w:txbxContent>
                        </wps:txbx>
                        <wps:bodyPr rot="0" vert="horz" wrap="square" lIns="91440" tIns="45720" rIns="91440" bIns="45720" anchor="t" anchorCtr="0" upright="1">
                          <a:noAutofit/>
                        </wps:bodyPr>
                      </wps:wsp>
                      <wps:wsp>
                        <wps:cNvPr id="112" name="AutoShape 28"/>
                        <wps:cNvCnPr>
                          <a:cxnSpLocks noChangeShapeType="1"/>
                        </wps:cNvCnPr>
                        <wps:spPr bwMode="auto">
                          <a:xfrm>
                            <a:off x="720" y="6233"/>
                            <a:ext cx="4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 o:spid="_x0000_s1033" style="position:absolute;margin-left:5.75pt;margin-top:104pt;width:3in;height:111.1pt;z-index:251687168" coordorigin="720,5760" coordsize="4320,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">
                <v:shape id="Text Box 27" o:spid="_x0000_s1034" type="#_x0000_t202" style="position:absolute;left:720;top:5760;width:4320;height: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8V8EA&#10;AADcAAAADwAAAGRycy9kb3ducmV2LnhtbERP24rCMBB9X/Afwgi+LDbtst6qUVzBxVcvHzA20ws2&#10;k9JEW//eLCz4NodzndWmN7V4UOsqywqSKAZBnFldcaHgct6P5yCcR9ZYWyYFT3KwWQ8+Vphq2/GR&#10;HidfiBDCLkUFpfdNKqXLSjLoItsQBy63rUEfYFtI3WIXwk0tv+J4Kg1WHBpKbGhXUnY73Y2C/NB9&#10;Thbd9ddfZsfv6Q9Ws6t9KjUa9tslCE+9f4v/3Qcd5icJ/D0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JfFfBAAAA3AAAAA8AAAAAAAAAAAAAAAAAmAIAAGRycy9kb3du&#10;cmV2LnhtbFBLBQYAAAAABAAEAPUAAACGAwAAAAA=&#10;" stroked="f">
                  <v:textbox>
                    <w:txbxContent>
                      <w:p w:rsidR="00E428B7" w:rsidRPr="00B672C3" w:rsidRDefault="00E428B7" w:rsidP="00B672C3">
                        <w:pPr>
                          <w:spacing w:after="120" w:line="240" w:lineRule="auto"/>
                          <w:rPr>
                            <w:rFonts w:ascii="Palatino Linotype" w:hAnsi="Palatino Linotype"/>
                            <w:b/>
                            <w:sz w:val="28"/>
                            <w:szCs w:val="28"/>
                          </w:rPr>
                        </w:pPr>
                        <w:r>
                          <w:rPr>
                            <w:rFonts w:ascii="Palatino Linotype" w:hAnsi="Palatino Linotype"/>
                            <w:b/>
                            <w:sz w:val="28"/>
                            <w:szCs w:val="28"/>
                          </w:rPr>
                          <w:t>For More Information</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Matthew Dickens</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Policy Analyst</w:t>
                        </w:r>
                      </w:p>
                      <w:p w:rsidR="00E428B7" w:rsidRDefault="00E428B7" w:rsidP="00B672C3">
                        <w:pPr>
                          <w:widowControl w:val="0"/>
                          <w:spacing w:after="0" w:line="240" w:lineRule="auto"/>
                          <w:rPr>
                            <w:rFonts w:ascii="Palatino Linotype" w:hAnsi="Palatino Linotype"/>
                            <w:sz w:val="22"/>
                          </w:rPr>
                        </w:pPr>
                        <w:r>
                          <w:rPr>
                            <w:rFonts w:ascii="Palatino Linotype" w:hAnsi="Palatino Linotype"/>
                            <w:sz w:val="22"/>
                          </w:rPr>
                          <w:t>Policy Development and Research</w:t>
                        </w:r>
                      </w:p>
                      <w:p w:rsidR="00E428B7" w:rsidRPr="00B672C3" w:rsidRDefault="00E428B7" w:rsidP="00B672C3">
                        <w:pPr>
                          <w:widowControl w:val="0"/>
                          <w:spacing w:after="0" w:line="240" w:lineRule="auto"/>
                          <w:rPr>
                            <w:rFonts w:ascii="Palatino Linotype" w:hAnsi="Palatino Linotype"/>
                            <w:b/>
                            <w:bCs/>
                            <w:sz w:val="22"/>
                          </w:rPr>
                        </w:pPr>
                        <w:r>
                          <w:rPr>
                            <w:rFonts w:ascii="Palatino Linotype" w:hAnsi="Palatino Linotype"/>
                            <w:sz w:val="22"/>
                          </w:rPr>
                          <w:t xml:space="preserve">202.496.4817  |  </w:t>
                        </w:r>
                        <w:hyperlink r:id="rId16" w:history="1">
                          <w:r w:rsidRPr="00B44423">
                            <w:rPr>
                              <w:rStyle w:val="Hyperlink"/>
                              <w:rFonts w:ascii="Palatino Linotype" w:hAnsi="Palatino Linotype"/>
                              <w:b/>
                              <w:bCs/>
                              <w:color w:val="auto"/>
                              <w:sz w:val="22"/>
                              <w:u w:val="none"/>
                            </w:rPr>
                            <w:t>mdickens@apta.com</w:t>
                          </w:r>
                        </w:hyperlink>
                      </w:p>
                    </w:txbxContent>
                  </v:textbox>
                </v:shape>
                <v:shape id="AutoShape 28" o:spid="_x0000_s1035" type="#_x0000_t32" style="position:absolute;left:720;top:6233;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v8sQAAADcAAAADwAAAGRycy9kb3ducmV2LnhtbERPS2sCMRC+F/ofwhR6Kd3sChXZGmUr&#10;CFrw4KP36Wa6Cd1Mtpuo239vBMHbfHzPmc4H14oT9cF6VlBkOQji2mvLjYLDfvk6AREissbWMyn4&#10;pwDz2ePDFEvtz7yl0y42IoVwKFGBibErpQy1IYch8x1x4n587zAm2DdS93hO4a6VozwfS4eWU4PB&#10;jhaG6t/d0SnYrIuP6tvY9ef2z27ellV7bF6+lHp+Gqp3EJGGeBff3Cud5hcj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y/yxAAAANwAAAAPAAAAAAAAAAAA&#10;AAAAAKECAABkcnMvZG93bnJldi54bWxQSwUGAAAAAAQABAD5AAAAkgMAAAAA&#10;"/>
              </v:group>
            </w:pict>
          </mc:Fallback>
        </mc:AlternateContent>
      </w:r>
      <w:r>
        <w:rPr>
          <w:noProof/>
        </w:rPr>
        <mc:AlternateContent>
          <mc:Choice Requires="wpg">
            <w:drawing>
              <wp:anchor distT="0" distB="0" distL="114300" distR="114300" simplePos="0" relativeHeight="251693568" behindDoc="0" locked="0" layoutInCell="1" allowOverlap="1">
                <wp:simplePos x="0" y="0"/>
                <wp:positionH relativeFrom="column">
                  <wp:posOffset>3273425</wp:posOffset>
                </wp:positionH>
                <wp:positionV relativeFrom="paragraph">
                  <wp:posOffset>1320800</wp:posOffset>
                </wp:positionV>
                <wp:extent cx="3657600" cy="2233930"/>
                <wp:effectExtent l="9525" t="1905" r="9525" b="2540"/>
                <wp:wrapNone/>
                <wp:docPr id="10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2233930"/>
                          <a:chOff x="5760" y="5760"/>
                          <a:chExt cx="5760" cy="3518"/>
                        </a:xfrm>
                      </wpg:grpSpPr>
                      <wps:wsp>
                        <wps:cNvPr id="108" name="Text Box 30"/>
                        <wps:cNvSpPr txBox="1">
                          <a:spLocks noChangeArrowheads="1"/>
                        </wps:cNvSpPr>
                        <wps:spPr bwMode="auto">
                          <a:xfrm>
                            <a:off x="5760" y="5760"/>
                            <a:ext cx="4320" cy="35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28B7" w:rsidRPr="00B672C3" w:rsidRDefault="00E428B7" w:rsidP="008944D6">
                              <w:pPr>
                                <w:spacing w:after="120" w:line="240" w:lineRule="auto"/>
                                <w:rPr>
                                  <w:rFonts w:ascii="Palatino Linotype" w:hAnsi="Palatino Linotype"/>
                                  <w:b/>
                                  <w:sz w:val="28"/>
                                  <w:szCs w:val="28"/>
                                </w:rPr>
                              </w:pPr>
                              <w:r>
                                <w:rPr>
                                  <w:rFonts w:ascii="Palatino Linotype" w:hAnsi="Palatino Linotype"/>
                                  <w:b/>
                                  <w:sz w:val="28"/>
                                  <w:szCs w:val="28"/>
                                </w:rPr>
                                <w:t>For General Information</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b/>
                                  <w:bCs/>
                                  <w:sz w:val="22"/>
                                </w:rPr>
                                <w:t>Policy Development and Research</w:t>
                              </w:r>
                            </w:p>
                            <w:p w:rsidR="00E428B7" w:rsidRDefault="00E428B7" w:rsidP="008944D6">
                              <w:pPr>
                                <w:widowControl w:val="0"/>
                                <w:spacing w:after="0" w:line="240" w:lineRule="auto"/>
                                <w:rPr>
                                  <w:rFonts w:ascii="Palatino Linotype" w:hAnsi="Palatino Linotype"/>
                                  <w:sz w:val="22"/>
                                </w:rPr>
                              </w:pPr>
                              <w:r>
                                <w:rPr>
                                  <w:rFonts w:ascii="Palatino Linotype" w:hAnsi="Palatino Linotype"/>
                                  <w:sz w:val="22"/>
                                </w:rPr>
                                <w:t>Darnell Grisby, Director</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sz w:val="22"/>
                                </w:rPr>
                                <w:t xml:space="preserve">202.496.4887  |  </w:t>
                              </w:r>
                              <w:hyperlink r:id="rId17" w:history="1">
                                <w:r w:rsidRPr="00B44423">
                                  <w:rPr>
                                    <w:rStyle w:val="Hyperlink"/>
                                    <w:rFonts w:ascii="Palatino Linotype" w:hAnsi="Palatino Linotype"/>
                                    <w:b/>
                                    <w:bCs/>
                                    <w:color w:val="auto"/>
                                    <w:sz w:val="22"/>
                                    <w:u w:val="none"/>
                                  </w:rPr>
                                  <w:t>dgrisby@apta.com</w:t>
                                </w:r>
                              </w:hyperlink>
                            </w:p>
                            <w:p w:rsidR="00E428B7" w:rsidRPr="007822EA" w:rsidRDefault="002662C6" w:rsidP="008944D6">
                              <w:pPr>
                                <w:widowControl w:val="0"/>
                                <w:spacing w:after="0" w:line="240" w:lineRule="auto"/>
                                <w:rPr>
                                  <w:rFonts w:ascii="Palatino Linotype" w:hAnsi="Palatino Linotype"/>
                                  <w:b/>
                                  <w:bCs/>
                                  <w:sz w:val="22"/>
                                </w:rPr>
                              </w:pPr>
                              <w:hyperlink r:id="rId18" w:history="1">
                                <w:r w:rsidR="007822EA" w:rsidRPr="007822EA">
                                  <w:rPr>
                                    <w:rStyle w:val="Hyperlink"/>
                                    <w:rFonts w:ascii="Palatino Linotype" w:hAnsi="Palatino Linotype"/>
                                    <w:b/>
                                    <w:bCs/>
                                    <w:color w:val="auto"/>
                                    <w:sz w:val="22"/>
                                    <w:u w:val="none"/>
                                  </w:rPr>
                                  <w:t>www.apta.com/resources/</w:t>
                                </w:r>
                              </w:hyperlink>
                            </w:p>
                            <w:p w:rsidR="00E428B7" w:rsidRDefault="00E428B7" w:rsidP="008944D6">
                              <w:pPr>
                                <w:widowControl w:val="0"/>
                                <w:spacing w:after="0" w:line="240" w:lineRule="auto"/>
                                <w:rPr>
                                  <w:rFonts w:ascii="Palatino Linotype" w:hAnsi="Palatino Linotype"/>
                                  <w:b/>
                                  <w:bCs/>
                                  <w:sz w:val="22"/>
                                </w:rPr>
                              </w:pP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b/>
                                  <w:bCs/>
                                  <w:sz w:val="22"/>
                                </w:rPr>
                                <w:t>The APTA Policy Department</w:t>
                              </w:r>
                            </w:p>
                            <w:p w:rsidR="00E428B7" w:rsidRDefault="00E428B7" w:rsidP="008944D6">
                              <w:pPr>
                                <w:widowControl w:val="0"/>
                                <w:spacing w:after="0" w:line="240" w:lineRule="auto"/>
                                <w:rPr>
                                  <w:rFonts w:ascii="Palatino Linotype" w:hAnsi="Palatino Linotype"/>
                                  <w:sz w:val="22"/>
                                </w:rPr>
                              </w:pPr>
                              <w:r>
                                <w:rPr>
                                  <w:rFonts w:ascii="Palatino Linotype" w:hAnsi="Palatino Linotype"/>
                                  <w:sz w:val="22"/>
                                </w:rPr>
                                <w:t>Art Guzzetti, Vice President-Policy</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sz w:val="22"/>
                                </w:rPr>
                                <w:t xml:space="preserve">202.496.4814  |  </w:t>
                              </w:r>
                              <w:hyperlink r:id="rId19" w:history="1">
                                <w:r w:rsidRPr="00B44423">
                                  <w:rPr>
                                    <w:rStyle w:val="Hyperlink"/>
                                    <w:rFonts w:ascii="Palatino Linotype" w:hAnsi="Palatino Linotype"/>
                                    <w:b/>
                                    <w:bCs/>
                                    <w:color w:val="auto"/>
                                    <w:sz w:val="22"/>
                                    <w:u w:val="none"/>
                                  </w:rPr>
                                  <w:t>aguzzetti@apta.com</w:t>
                                </w:r>
                              </w:hyperlink>
                            </w:p>
                            <w:p w:rsidR="00E428B7" w:rsidRPr="00B672C3" w:rsidRDefault="00E428B7" w:rsidP="008944D6">
                              <w:pPr>
                                <w:widowControl w:val="0"/>
                                <w:rPr>
                                  <w:rFonts w:ascii="Palatino Linotype" w:hAnsi="Palatino Linotype"/>
                                  <w:b/>
                                  <w:bCs/>
                                  <w:sz w:val="22"/>
                                </w:rPr>
                              </w:pPr>
                              <w:r>
                                <w:t> </w:t>
                              </w:r>
                            </w:p>
                          </w:txbxContent>
                        </wps:txbx>
                        <wps:bodyPr rot="0" vert="horz" wrap="square" lIns="91440" tIns="45720" rIns="91440" bIns="45720" anchor="t" anchorCtr="0" upright="1">
                          <a:noAutofit/>
                        </wps:bodyPr>
                      </wps:wsp>
                      <wps:wsp>
                        <wps:cNvPr id="109" name="AutoShape 31"/>
                        <wps:cNvCnPr>
                          <a:cxnSpLocks noChangeShapeType="1"/>
                        </wps:cNvCnPr>
                        <wps:spPr bwMode="auto">
                          <a:xfrm>
                            <a:off x="5760" y="6233"/>
                            <a:ext cx="5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36" style="position:absolute;margin-left:257.75pt;margin-top:104pt;width:4in;height:175.9pt;z-index:251693568" coordorigin="5760,5760" coordsize="5760,3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">
                <v:shape id="Text Box 30" o:spid="_x0000_s1037" type="#_x0000_t202" style="position:absolute;left:5760;top:5760;width:4320;height:3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DF8UA&#10;AADcAAAADwAAAGRycy9kb3ducmV2LnhtbESPzW7CQAyE75V4h5WRuFRlA2qhTVkiqNQqVygPYLIm&#10;iZr1RtklP29fHyr1ZmvGM5932ega1VMXas8GVssEFHHhbc2lgcv359MrqBCRLTaeycBEAbL97GGH&#10;qfUDn6g/x1JJCIcUDVQxtqnWoajIYVj6lli0m+8cRlm7UtsOBwl3jV4nyUY7rFkaKmzpo6Li53x3&#10;Bm758PjyNly/4mV7et4csd5e/WTMYj4e3kFFGuO/+e86t4KfCK08IxP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6kMXxQAAANwAAAAPAAAAAAAAAAAAAAAAAJgCAABkcnMv&#10;ZG93bnJldi54bWxQSwUGAAAAAAQABAD1AAAAigMAAAAA&#10;" stroked="f">
                  <v:textbox>
                    <w:txbxContent>
                      <w:p w:rsidR="00E428B7" w:rsidRPr="00B672C3" w:rsidRDefault="00E428B7" w:rsidP="008944D6">
                        <w:pPr>
                          <w:spacing w:after="120" w:line="240" w:lineRule="auto"/>
                          <w:rPr>
                            <w:rFonts w:ascii="Palatino Linotype" w:hAnsi="Palatino Linotype"/>
                            <w:b/>
                            <w:sz w:val="28"/>
                            <w:szCs w:val="28"/>
                          </w:rPr>
                        </w:pPr>
                        <w:r>
                          <w:rPr>
                            <w:rFonts w:ascii="Palatino Linotype" w:hAnsi="Palatino Linotype"/>
                            <w:b/>
                            <w:sz w:val="28"/>
                            <w:szCs w:val="28"/>
                          </w:rPr>
                          <w:t>For General Information</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b/>
                            <w:bCs/>
                            <w:sz w:val="22"/>
                          </w:rPr>
                          <w:t>Policy Development and Research</w:t>
                        </w:r>
                      </w:p>
                      <w:p w:rsidR="00E428B7" w:rsidRDefault="00E428B7" w:rsidP="008944D6">
                        <w:pPr>
                          <w:widowControl w:val="0"/>
                          <w:spacing w:after="0" w:line="240" w:lineRule="auto"/>
                          <w:rPr>
                            <w:rFonts w:ascii="Palatino Linotype" w:hAnsi="Palatino Linotype"/>
                            <w:sz w:val="22"/>
                          </w:rPr>
                        </w:pPr>
                        <w:r>
                          <w:rPr>
                            <w:rFonts w:ascii="Palatino Linotype" w:hAnsi="Palatino Linotype"/>
                            <w:sz w:val="22"/>
                          </w:rPr>
                          <w:t>Darnell Grisby, Director</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sz w:val="22"/>
                          </w:rPr>
                          <w:t xml:space="preserve">202.496.4887  |  </w:t>
                        </w:r>
                        <w:hyperlink r:id="rId20" w:history="1">
                          <w:r w:rsidRPr="00B44423">
                            <w:rPr>
                              <w:rStyle w:val="Hyperlink"/>
                              <w:rFonts w:ascii="Palatino Linotype" w:hAnsi="Palatino Linotype"/>
                              <w:b/>
                              <w:bCs/>
                              <w:color w:val="auto"/>
                              <w:sz w:val="22"/>
                              <w:u w:val="none"/>
                            </w:rPr>
                            <w:t>dgrisby@apta.com</w:t>
                          </w:r>
                        </w:hyperlink>
                      </w:p>
                      <w:p w:rsidR="00E428B7" w:rsidRPr="007822EA" w:rsidRDefault="002662C6" w:rsidP="008944D6">
                        <w:pPr>
                          <w:widowControl w:val="0"/>
                          <w:spacing w:after="0" w:line="240" w:lineRule="auto"/>
                          <w:rPr>
                            <w:rFonts w:ascii="Palatino Linotype" w:hAnsi="Palatino Linotype"/>
                            <w:b/>
                            <w:bCs/>
                            <w:sz w:val="22"/>
                          </w:rPr>
                        </w:pPr>
                        <w:hyperlink r:id="rId21" w:history="1">
                          <w:r w:rsidR="007822EA" w:rsidRPr="007822EA">
                            <w:rPr>
                              <w:rStyle w:val="Hyperlink"/>
                              <w:rFonts w:ascii="Palatino Linotype" w:hAnsi="Palatino Linotype"/>
                              <w:b/>
                              <w:bCs/>
                              <w:color w:val="auto"/>
                              <w:sz w:val="22"/>
                              <w:u w:val="none"/>
                            </w:rPr>
                            <w:t>www.apta.com/resources/</w:t>
                          </w:r>
                        </w:hyperlink>
                      </w:p>
                      <w:p w:rsidR="00E428B7" w:rsidRDefault="00E428B7" w:rsidP="008944D6">
                        <w:pPr>
                          <w:widowControl w:val="0"/>
                          <w:spacing w:after="0" w:line="240" w:lineRule="auto"/>
                          <w:rPr>
                            <w:rFonts w:ascii="Palatino Linotype" w:hAnsi="Palatino Linotype"/>
                            <w:b/>
                            <w:bCs/>
                            <w:sz w:val="22"/>
                          </w:rPr>
                        </w:pP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b/>
                            <w:bCs/>
                            <w:sz w:val="22"/>
                          </w:rPr>
                          <w:t>The APTA Policy Department</w:t>
                        </w:r>
                      </w:p>
                      <w:p w:rsidR="00E428B7" w:rsidRDefault="00E428B7" w:rsidP="008944D6">
                        <w:pPr>
                          <w:widowControl w:val="0"/>
                          <w:spacing w:after="0" w:line="240" w:lineRule="auto"/>
                          <w:rPr>
                            <w:rFonts w:ascii="Palatino Linotype" w:hAnsi="Palatino Linotype"/>
                            <w:sz w:val="22"/>
                          </w:rPr>
                        </w:pPr>
                        <w:r>
                          <w:rPr>
                            <w:rFonts w:ascii="Palatino Linotype" w:hAnsi="Palatino Linotype"/>
                            <w:sz w:val="22"/>
                          </w:rPr>
                          <w:t>Art Guzzetti, Vice President-Policy</w:t>
                        </w:r>
                      </w:p>
                      <w:p w:rsidR="00E428B7" w:rsidRDefault="00E428B7" w:rsidP="008944D6">
                        <w:pPr>
                          <w:widowControl w:val="0"/>
                          <w:spacing w:after="0" w:line="240" w:lineRule="auto"/>
                          <w:rPr>
                            <w:rFonts w:ascii="Palatino Linotype" w:hAnsi="Palatino Linotype"/>
                            <w:b/>
                            <w:bCs/>
                            <w:sz w:val="22"/>
                          </w:rPr>
                        </w:pPr>
                        <w:r>
                          <w:rPr>
                            <w:rFonts w:ascii="Palatino Linotype" w:hAnsi="Palatino Linotype"/>
                            <w:sz w:val="22"/>
                          </w:rPr>
                          <w:t xml:space="preserve">202.496.4814  |  </w:t>
                        </w:r>
                        <w:hyperlink r:id="rId22" w:history="1">
                          <w:r w:rsidRPr="00B44423">
                            <w:rPr>
                              <w:rStyle w:val="Hyperlink"/>
                              <w:rFonts w:ascii="Palatino Linotype" w:hAnsi="Palatino Linotype"/>
                              <w:b/>
                              <w:bCs/>
                              <w:color w:val="auto"/>
                              <w:sz w:val="22"/>
                              <w:u w:val="none"/>
                            </w:rPr>
                            <w:t>aguzzetti@apta.com</w:t>
                          </w:r>
                        </w:hyperlink>
                      </w:p>
                      <w:p w:rsidR="00E428B7" w:rsidRPr="00B672C3" w:rsidRDefault="00E428B7" w:rsidP="008944D6">
                        <w:pPr>
                          <w:widowControl w:val="0"/>
                          <w:rPr>
                            <w:rFonts w:ascii="Palatino Linotype" w:hAnsi="Palatino Linotype"/>
                            <w:b/>
                            <w:bCs/>
                            <w:sz w:val="22"/>
                          </w:rPr>
                        </w:pPr>
                        <w:r>
                          <w:t> </w:t>
                        </w:r>
                      </w:p>
                    </w:txbxContent>
                  </v:textbox>
                </v:shape>
                <v:shape id="AutoShape 31" o:spid="_x0000_s1038" type="#_x0000_t32" style="position:absolute;left:5760;top:6233;width:57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IrXsMAAADcAAAADwAAAGRycy9kb3ducmV2LnhtbERPS2sCMRC+F/ofwgheimYVKro1yrYg&#10;1IIHH71PN9NNcDPZbqKu/94UBG/z8T1nvuxcLc7UButZwWiYgSAuvbZcKTjsV4MpiBCRNdaeScGV&#10;AiwXz09zzLW/8JbOu1iJFMIhRwUmxiaXMpSGHIahb4gT9+tbhzHBtpK6xUsKd7UcZ9lEOrScGgw2&#10;9GGoPO5OTsFmPXovfoxdf23/7OZ1VdSn6uVbqX6vK95AROriQ3x3f+o0P5vB/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SK17DAAAA3AAAAA8AAAAAAAAAAAAA&#10;AAAAoQIAAGRycy9kb3ducmV2LnhtbFBLBQYAAAAABAAEAPkAAACRAwAAAAA=&#10;"/>
              </v:group>
            </w:pict>
          </mc:Fallback>
        </mc:AlternateContent>
      </w:r>
      <w:r>
        <w:rPr>
          <w:noProof/>
        </w:rPr>
        <mc:AlternateContent>
          <mc:Choice Requires="wps">
            <w:drawing>
              <wp:anchor distT="0" distB="0" distL="114300" distR="114300" simplePos="0" relativeHeight="251698176" behindDoc="1" locked="0" layoutInCell="0" allowOverlap="1">
                <wp:simplePos x="0" y="0"/>
                <wp:positionH relativeFrom="page">
                  <wp:posOffset>457200</wp:posOffset>
                </wp:positionH>
                <wp:positionV relativeFrom="page">
                  <wp:posOffset>9063990</wp:posOffset>
                </wp:positionV>
                <wp:extent cx="6858000" cy="0"/>
                <wp:effectExtent l="9525" t="5715" r="9525" b="13335"/>
                <wp:wrapNone/>
                <wp:docPr id="10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6350">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6904BC" id="Freeform 37"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6pt,713.7pt,8in,713.7pt" coordsize="1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" o:allowincell="f" filled="f" strokecolor="#363435" strokeweight=".5pt">
                <v:path arrowok="t" o:connecttype="custom" o:connectlocs="0,0;6858000,0" o:connectangles="0,0"/>
                <w10:wrap anchorx="page" anchory="page"/>
              </v:polyline>
            </w:pict>
          </mc:Fallback>
        </mc:AlternateContent>
      </w:r>
    </w:p>
    <w:sectPr w:rsidR="006D490D" w:rsidSect="008944D6">
      <w:footerReference w:type="default" r:id="rId23"/>
      <w:headerReference w:type="first" r:id="rId24"/>
      <w:pgSz w:w="12240" w:h="15840"/>
      <w:pgMar w:top="576" w:right="605" w:bottom="288" w:left="60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2C6" w:rsidRDefault="002662C6" w:rsidP="006B6D97">
      <w:pPr>
        <w:spacing w:after="0" w:line="240" w:lineRule="auto"/>
      </w:pPr>
      <w:r>
        <w:separator/>
      </w:r>
    </w:p>
  </w:endnote>
  <w:endnote w:type="continuationSeparator" w:id="0">
    <w:p w:rsidR="002662C6" w:rsidRDefault="002662C6" w:rsidP="006B6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8B7" w:rsidRDefault="002662C6">
    <w:pPr>
      <w:pStyle w:val="Footer"/>
    </w:pPr>
    <w:r>
      <w:rPr>
        <w:noProof/>
      </w:rPr>
      <mc:AlternateContent>
        <mc:Choice Requires="wps">
          <w:drawing>
            <wp:anchor distT="0" distB="0" distL="114300" distR="114300" simplePos="0" relativeHeight="251688960" behindDoc="1" locked="0" layoutInCell="0" allowOverlap="1">
              <wp:simplePos x="0" y="0"/>
              <wp:positionH relativeFrom="page">
                <wp:posOffset>393065</wp:posOffset>
              </wp:positionH>
              <wp:positionV relativeFrom="page">
                <wp:posOffset>9719945</wp:posOffset>
              </wp:positionV>
              <wp:extent cx="7004050" cy="0"/>
              <wp:effectExtent l="12065" t="13970" r="13335" b="14605"/>
              <wp:wrapNone/>
              <wp:docPr id="105"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04050" cy="0"/>
                      </a:xfrm>
                      <a:custGeom>
                        <a:avLst/>
                        <a:gdLst>
                          <a:gd name="T0" fmla="*/ 0 w 10788"/>
                          <a:gd name="T1" fmla="*/ 10788 w 10788"/>
                        </a:gdLst>
                        <a:ahLst/>
                        <a:cxnLst>
                          <a:cxn ang="0">
                            <a:pos x="T0" y="0"/>
                          </a:cxn>
                          <a:cxn ang="0">
                            <a:pos x="T1" y="0"/>
                          </a:cxn>
                        </a:cxnLst>
                        <a:rect l="0" t="0" r="r" b="b"/>
                        <a:pathLst>
                          <a:path w="10788">
                            <a:moveTo>
                              <a:pt x="0" y="0"/>
                            </a:moveTo>
                            <a:lnTo>
                              <a:pt x="10788" y="0"/>
                            </a:lnTo>
                          </a:path>
                        </a:pathLst>
                      </a:custGeom>
                      <a:noFill/>
                      <a:ln w="12700">
                        <a:solidFill>
                          <a:srgbClr val="1C53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86FA8" id="Freeform 188" o:spid="_x0000_s1026" style="position:absolute;margin-left:30.95pt;margin-top:765.35pt;width:551.5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" o:allowincell="f" path="m,l10788,e" filled="f" strokecolor="#1c5393" strokeweight="1pt">
              <v:path arrowok="t" o:connecttype="custom" o:connectlocs="0,0;7004050,0" o:connectangles="0,0"/>
              <w10:wrap anchorx="page" anchory="page"/>
            </v:shape>
          </w:pict>
        </mc:Fallback>
      </mc:AlternateContent>
    </w:r>
    <w:r>
      <w:rPr>
        <w:noProof/>
      </w:rPr>
      <mc:AlternateContent>
        <mc:Choice Requires="wps">
          <w:drawing>
            <wp:anchor distT="36576" distB="36576" distL="36576" distR="36576" simplePos="0" relativeHeight="251685888" behindDoc="0" locked="0" layoutInCell="1" allowOverlap="1">
              <wp:simplePos x="0" y="0"/>
              <wp:positionH relativeFrom="page">
                <wp:posOffset>384175</wp:posOffset>
              </wp:positionH>
              <wp:positionV relativeFrom="page">
                <wp:posOffset>9491345</wp:posOffset>
              </wp:positionV>
              <wp:extent cx="7004050" cy="228600"/>
              <wp:effectExtent l="3175" t="4445" r="3175" b="0"/>
              <wp:wrapNone/>
              <wp:docPr id="10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Pr="006B6D97" w:rsidRDefault="00E428B7" w:rsidP="00745A36">
                          <w:pPr>
                            <w:widowControl w:val="0"/>
                            <w:tabs>
                              <w:tab w:val="left" w:pos="3600"/>
                              <w:tab w:val="right" w:pos="10890"/>
                            </w:tabs>
                            <w:rPr>
                              <w:rFonts w:ascii="Arial" w:hAnsi="Arial" w:cs="Arial"/>
                              <w:b/>
                              <w:bCs/>
                              <w:sz w:val="20"/>
                              <w:szCs w:val="20"/>
                            </w:rPr>
                          </w:pPr>
                          <w:r>
                            <w:rPr>
                              <w:rFonts w:ascii="Arial" w:hAnsi="Arial" w:cs="Arial"/>
                              <w:b/>
                              <w:bCs/>
                              <w:sz w:val="20"/>
                              <w:szCs w:val="20"/>
                            </w:rPr>
                            <w:t xml:space="preserve">PAGE </w:t>
                          </w:r>
                          <w:r w:rsidR="00433094" w:rsidRPr="006B6D97">
                            <w:rPr>
                              <w:rFonts w:ascii="Arial" w:hAnsi="Arial" w:cs="Arial"/>
                              <w:b/>
                              <w:bCs/>
                              <w:sz w:val="20"/>
                              <w:szCs w:val="20"/>
                            </w:rPr>
                            <w:fldChar w:fldCharType="begin"/>
                          </w:r>
                          <w:r w:rsidRPr="006B6D97">
                            <w:rPr>
                              <w:rFonts w:ascii="Arial" w:hAnsi="Arial" w:cs="Arial"/>
                              <w:b/>
                              <w:bCs/>
                              <w:sz w:val="20"/>
                              <w:szCs w:val="20"/>
                            </w:rPr>
                            <w:instrText xml:space="preserve"> PAGE   \* MERGEFORMAT </w:instrText>
                          </w:r>
                          <w:r w:rsidR="00433094" w:rsidRPr="006B6D97">
                            <w:rPr>
                              <w:rFonts w:ascii="Arial" w:hAnsi="Arial" w:cs="Arial"/>
                              <w:b/>
                              <w:bCs/>
                              <w:sz w:val="20"/>
                              <w:szCs w:val="20"/>
                            </w:rPr>
                            <w:fldChar w:fldCharType="separate"/>
                          </w:r>
                          <w:r w:rsidR="002662C6">
                            <w:rPr>
                              <w:rFonts w:ascii="Arial" w:hAnsi="Arial" w:cs="Arial"/>
                              <w:b/>
                              <w:bCs/>
                              <w:noProof/>
                              <w:sz w:val="20"/>
                              <w:szCs w:val="20"/>
                            </w:rPr>
                            <w:t>3</w:t>
                          </w:r>
                          <w:r w:rsidR="00433094" w:rsidRPr="006B6D97">
                            <w:rPr>
                              <w:rFonts w:ascii="Arial" w:hAnsi="Arial" w:cs="Arial"/>
                              <w:b/>
                              <w:bCs/>
                              <w:sz w:val="20"/>
                              <w:szCs w:val="20"/>
                            </w:rPr>
                            <w:fldChar w:fldCharType="end"/>
                          </w:r>
                          <w:r>
                            <w:rPr>
                              <w:rFonts w:ascii="Arial" w:hAnsi="Arial" w:cs="Arial"/>
                              <w:b/>
                              <w:bCs/>
                              <w:sz w:val="20"/>
                              <w:szCs w:val="20"/>
                            </w:rPr>
                            <w:tab/>
                          </w:r>
                          <w:r w:rsidR="00433094">
                            <w:rPr>
                              <w:rFonts w:ascii="Arial" w:hAnsi="Arial" w:cs="Arial"/>
                              <w:b/>
                              <w:bCs/>
                              <w:sz w:val="20"/>
                              <w:szCs w:val="20"/>
                            </w:rPr>
                            <w:fldChar w:fldCharType="begin"/>
                          </w:r>
                          <w:r w:rsidR="00884B0B">
                            <w:rPr>
                              <w:rFonts w:ascii="Arial" w:hAnsi="Arial" w:cs="Arial"/>
                              <w:b/>
                              <w:bCs/>
                              <w:sz w:val="20"/>
                              <w:szCs w:val="20"/>
                            </w:rPr>
                            <w:instrText xml:space="preserve"> DATE  \@ "MMMM yyyy"  \* MERGEFORMAT </w:instrText>
                          </w:r>
                          <w:r w:rsidR="00433094">
                            <w:rPr>
                              <w:rFonts w:ascii="Arial" w:hAnsi="Arial" w:cs="Arial"/>
                              <w:b/>
                              <w:bCs/>
                              <w:sz w:val="20"/>
                              <w:szCs w:val="20"/>
                            </w:rPr>
                            <w:fldChar w:fldCharType="separate"/>
                          </w:r>
                          <w:r w:rsidR="002662C6">
                            <w:rPr>
                              <w:rFonts w:ascii="Arial" w:hAnsi="Arial" w:cs="Arial"/>
                              <w:b/>
                              <w:bCs/>
                              <w:noProof/>
                              <w:sz w:val="20"/>
                              <w:szCs w:val="20"/>
                            </w:rPr>
                            <w:t>August 2015</w:t>
                          </w:r>
                          <w:r w:rsidR="00433094">
                            <w:rPr>
                              <w:rFonts w:ascii="Arial" w:hAnsi="Arial" w:cs="Arial"/>
                              <w:b/>
                              <w:bCs/>
                              <w:sz w:val="20"/>
                              <w:szCs w:val="20"/>
                            </w:rPr>
                            <w:fldChar w:fldCharType="end"/>
                          </w:r>
                          <w:r>
                            <w:rPr>
                              <w:rFonts w:ascii="Arial" w:hAnsi="Arial" w:cs="Arial"/>
                              <w:b/>
                              <w:bCs/>
                              <w:sz w:val="20"/>
                              <w:szCs w:val="20"/>
                            </w:rPr>
                            <w:tab/>
                            <w:t>Policy Development and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6" o:spid="_x0000_s1039" type="#_x0000_t202" style="position:absolute;margin-left:30.25pt;margin-top:747.35pt;width:551.5pt;height:18pt;z-index:2516858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" filled="f" stroked="f" strokecolor="black [0]" insetpen="t">
              <v:textbox inset="2.88pt,2.88pt,2.88pt,2.88pt">
                <w:txbxContent>
                  <w:p w:rsidR="00E428B7" w:rsidRPr="006B6D97" w:rsidRDefault="00E428B7" w:rsidP="00745A36">
                    <w:pPr>
                      <w:widowControl w:val="0"/>
                      <w:tabs>
                        <w:tab w:val="left" w:pos="3600"/>
                        <w:tab w:val="right" w:pos="10890"/>
                      </w:tabs>
                      <w:rPr>
                        <w:rFonts w:ascii="Arial" w:hAnsi="Arial" w:cs="Arial"/>
                        <w:b/>
                        <w:bCs/>
                        <w:sz w:val="20"/>
                        <w:szCs w:val="20"/>
                      </w:rPr>
                    </w:pPr>
                    <w:r>
                      <w:rPr>
                        <w:rFonts w:ascii="Arial" w:hAnsi="Arial" w:cs="Arial"/>
                        <w:b/>
                        <w:bCs/>
                        <w:sz w:val="20"/>
                        <w:szCs w:val="20"/>
                      </w:rPr>
                      <w:t xml:space="preserve">PAGE </w:t>
                    </w:r>
                    <w:r w:rsidR="00433094" w:rsidRPr="006B6D97">
                      <w:rPr>
                        <w:rFonts w:ascii="Arial" w:hAnsi="Arial" w:cs="Arial"/>
                        <w:b/>
                        <w:bCs/>
                        <w:sz w:val="20"/>
                        <w:szCs w:val="20"/>
                      </w:rPr>
                      <w:fldChar w:fldCharType="begin"/>
                    </w:r>
                    <w:r w:rsidRPr="006B6D97">
                      <w:rPr>
                        <w:rFonts w:ascii="Arial" w:hAnsi="Arial" w:cs="Arial"/>
                        <w:b/>
                        <w:bCs/>
                        <w:sz w:val="20"/>
                        <w:szCs w:val="20"/>
                      </w:rPr>
                      <w:instrText xml:space="preserve"> PAGE   \* MERGEFORMAT </w:instrText>
                    </w:r>
                    <w:r w:rsidR="00433094" w:rsidRPr="006B6D97">
                      <w:rPr>
                        <w:rFonts w:ascii="Arial" w:hAnsi="Arial" w:cs="Arial"/>
                        <w:b/>
                        <w:bCs/>
                        <w:sz w:val="20"/>
                        <w:szCs w:val="20"/>
                      </w:rPr>
                      <w:fldChar w:fldCharType="separate"/>
                    </w:r>
                    <w:r w:rsidR="002662C6">
                      <w:rPr>
                        <w:rFonts w:ascii="Arial" w:hAnsi="Arial" w:cs="Arial"/>
                        <w:b/>
                        <w:bCs/>
                        <w:noProof/>
                        <w:sz w:val="20"/>
                        <w:szCs w:val="20"/>
                      </w:rPr>
                      <w:t>3</w:t>
                    </w:r>
                    <w:r w:rsidR="00433094" w:rsidRPr="006B6D97">
                      <w:rPr>
                        <w:rFonts w:ascii="Arial" w:hAnsi="Arial" w:cs="Arial"/>
                        <w:b/>
                        <w:bCs/>
                        <w:sz w:val="20"/>
                        <w:szCs w:val="20"/>
                      </w:rPr>
                      <w:fldChar w:fldCharType="end"/>
                    </w:r>
                    <w:r>
                      <w:rPr>
                        <w:rFonts w:ascii="Arial" w:hAnsi="Arial" w:cs="Arial"/>
                        <w:b/>
                        <w:bCs/>
                        <w:sz w:val="20"/>
                        <w:szCs w:val="20"/>
                      </w:rPr>
                      <w:tab/>
                    </w:r>
                    <w:r w:rsidR="00433094">
                      <w:rPr>
                        <w:rFonts w:ascii="Arial" w:hAnsi="Arial" w:cs="Arial"/>
                        <w:b/>
                        <w:bCs/>
                        <w:sz w:val="20"/>
                        <w:szCs w:val="20"/>
                      </w:rPr>
                      <w:fldChar w:fldCharType="begin"/>
                    </w:r>
                    <w:r w:rsidR="00884B0B">
                      <w:rPr>
                        <w:rFonts w:ascii="Arial" w:hAnsi="Arial" w:cs="Arial"/>
                        <w:b/>
                        <w:bCs/>
                        <w:sz w:val="20"/>
                        <w:szCs w:val="20"/>
                      </w:rPr>
                      <w:instrText xml:space="preserve"> DATE  \@ "MMMM yyyy"  \* MERGEFORMAT </w:instrText>
                    </w:r>
                    <w:r w:rsidR="00433094">
                      <w:rPr>
                        <w:rFonts w:ascii="Arial" w:hAnsi="Arial" w:cs="Arial"/>
                        <w:b/>
                        <w:bCs/>
                        <w:sz w:val="20"/>
                        <w:szCs w:val="20"/>
                      </w:rPr>
                      <w:fldChar w:fldCharType="separate"/>
                    </w:r>
                    <w:r w:rsidR="002662C6">
                      <w:rPr>
                        <w:rFonts w:ascii="Arial" w:hAnsi="Arial" w:cs="Arial"/>
                        <w:b/>
                        <w:bCs/>
                        <w:noProof/>
                        <w:sz w:val="20"/>
                        <w:szCs w:val="20"/>
                      </w:rPr>
                      <w:t>August 2015</w:t>
                    </w:r>
                    <w:r w:rsidR="00433094">
                      <w:rPr>
                        <w:rFonts w:ascii="Arial" w:hAnsi="Arial" w:cs="Arial"/>
                        <w:b/>
                        <w:bCs/>
                        <w:sz w:val="20"/>
                        <w:szCs w:val="20"/>
                      </w:rPr>
                      <w:fldChar w:fldCharType="end"/>
                    </w:r>
                    <w:r>
                      <w:rPr>
                        <w:rFonts w:ascii="Arial" w:hAnsi="Arial" w:cs="Arial"/>
                        <w:b/>
                        <w:bCs/>
                        <w:sz w:val="20"/>
                        <w:szCs w:val="20"/>
                      </w:rPr>
                      <w:tab/>
                      <w:t>Policy Development and Research</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8B7" w:rsidRDefault="002662C6">
    <w:pPr>
      <w:pStyle w:val="Footer"/>
    </w:pPr>
    <w:r>
      <w:rPr>
        <w:rFonts w:ascii="Arial" w:hAnsi="Arial" w:cs="Arial"/>
        <w:b/>
        <w:noProof/>
        <w:sz w:val="20"/>
        <w:szCs w:val="20"/>
      </w:rPr>
      <mc:AlternateContent>
        <mc:Choice Requires="wps">
          <w:drawing>
            <wp:anchor distT="36576" distB="36576" distL="36576" distR="36576" simplePos="0" relativeHeight="251668479" behindDoc="0" locked="0" layoutInCell="1" allowOverlap="1">
              <wp:simplePos x="0" y="0"/>
              <wp:positionH relativeFrom="page">
                <wp:posOffset>384175</wp:posOffset>
              </wp:positionH>
              <wp:positionV relativeFrom="page">
                <wp:posOffset>9491345</wp:posOffset>
              </wp:positionV>
              <wp:extent cx="7004050" cy="228600"/>
              <wp:effectExtent l="3175" t="4445" r="3175" b="0"/>
              <wp:wrapNone/>
              <wp:docPr id="5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Pr="006B6D97" w:rsidRDefault="00E428B7" w:rsidP="007C6D69">
                          <w:pPr>
                            <w:widowControl w:val="0"/>
                            <w:tabs>
                              <w:tab w:val="right" w:pos="10890"/>
                            </w:tabs>
                            <w:rPr>
                              <w:rFonts w:ascii="Arial" w:hAnsi="Arial" w:cs="Arial"/>
                              <w:b/>
                              <w:bCs/>
                              <w:sz w:val="20"/>
                              <w:szCs w:val="20"/>
                            </w:rPr>
                          </w:pPr>
                          <w:r w:rsidRPr="006B6D97">
                            <w:rPr>
                              <w:rFonts w:ascii="Arial" w:hAnsi="Arial" w:cs="Arial"/>
                              <w:b/>
                              <w:bCs/>
                              <w:sz w:val="20"/>
                              <w:szCs w:val="20"/>
                            </w:rPr>
                            <w:t>AMERICAN PUBLIC TRANSPORTATION ASSOCIATION</w:t>
                          </w:r>
                          <w:r>
                            <w:rPr>
                              <w:rFonts w:ascii="Arial" w:hAnsi="Arial" w:cs="Arial"/>
                              <w:b/>
                              <w:bCs/>
                              <w:sz w:val="20"/>
                              <w:szCs w:val="20"/>
                            </w:rPr>
                            <w:tab/>
                            <w:t xml:space="preserve">PAGE </w:t>
                          </w:r>
                          <w:r w:rsidR="00433094" w:rsidRPr="006B6D97">
                            <w:rPr>
                              <w:rFonts w:ascii="Arial" w:hAnsi="Arial" w:cs="Arial"/>
                              <w:b/>
                              <w:bCs/>
                              <w:sz w:val="20"/>
                              <w:szCs w:val="20"/>
                            </w:rPr>
                            <w:fldChar w:fldCharType="begin"/>
                          </w:r>
                          <w:r w:rsidRPr="006B6D97">
                            <w:rPr>
                              <w:rFonts w:ascii="Arial" w:hAnsi="Arial" w:cs="Arial"/>
                              <w:b/>
                              <w:bCs/>
                              <w:sz w:val="20"/>
                              <w:szCs w:val="20"/>
                            </w:rPr>
                            <w:instrText xml:space="preserve"> PAGE   \* MERGEFORMAT </w:instrText>
                          </w:r>
                          <w:r w:rsidR="00433094" w:rsidRPr="006B6D97">
                            <w:rPr>
                              <w:rFonts w:ascii="Arial" w:hAnsi="Arial" w:cs="Arial"/>
                              <w:b/>
                              <w:bCs/>
                              <w:sz w:val="20"/>
                              <w:szCs w:val="20"/>
                            </w:rPr>
                            <w:fldChar w:fldCharType="separate"/>
                          </w:r>
                          <w:r w:rsidR="002662C6">
                            <w:rPr>
                              <w:rFonts w:ascii="Arial" w:hAnsi="Arial" w:cs="Arial"/>
                              <w:b/>
                              <w:bCs/>
                              <w:noProof/>
                              <w:sz w:val="20"/>
                              <w:szCs w:val="20"/>
                            </w:rPr>
                            <w:t>1</w:t>
                          </w:r>
                          <w:r w:rsidR="00433094" w:rsidRPr="006B6D97">
                            <w:rPr>
                              <w:rFonts w:ascii="Arial" w:hAnsi="Arial" w:cs="Arial"/>
                              <w:b/>
                              <w:bCs/>
                              <w:sz w:val="20"/>
                              <w:szCs w:val="20"/>
                            </w:rPr>
                            <w:fldChar w:fldCharType="end"/>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7" o:spid="_x0000_s1043" type="#_x0000_t202" style="position:absolute;margin-left:30.25pt;margin-top:747.35pt;width:551.5pt;height:18pt;z-index:251668479;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" filled="f" stroked="f" strokecolor="black [0]" insetpen="t">
              <v:textbox inset="2.88pt,2.88pt,2.88pt,2.88pt">
                <w:txbxContent>
                  <w:p w:rsidR="00E428B7" w:rsidRPr="006B6D97" w:rsidRDefault="00E428B7" w:rsidP="007C6D69">
                    <w:pPr>
                      <w:widowControl w:val="0"/>
                      <w:tabs>
                        <w:tab w:val="right" w:pos="10890"/>
                      </w:tabs>
                      <w:rPr>
                        <w:rFonts w:ascii="Arial" w:hAnsi="Arial" w:cs="Arial"/>
                        <w:b/>
                        <w:bCs/>
                        <w:sz w:val="20"/>
                        <w:szCs w:val="20"/>
                      </w:rPr>
                    </w:pPr>
                    <w:r w:rsidRPr="006B6D97">
                      <w:rPr>
                        <w:rFonts w:ascii="Arial" w:hAnsi="Arial" w:cs="Arial"/>
                        <w:b/>
                        <w:bCs/>
                        <w:sz w:val="20"/>
                        <w:szCs w:val="20"/>
                      </w:rPr>
                      <w:t>AMERICAN PUBLIC TRANSPORTATION ASSOCIATION</w:t>
                    </w:r>
                    <w:r>
                      <w:rPr>
                        <w:rFonts w:ascii="Arial" w:hAnsi="Arial" w:cs="Arial"/>
                        <w:b/>
                        <w:bCs/>
                        <w:sz w:val="20"/>
                        <w:szCs w:val="20"/>
                      </w:rPr>
                      <w:tab/>
                      <w:t xml:space="preserve">PAGE </w:t>
                    </w:r>
                    <w:r w:rsidR="00433094" w:rsidRPr="006B6D97">
                      <w:rPr>
                        <w:rFonts w:ascii="Arial" w:hAnsi="Arial" w:cs="Arial"/>
                        <w:b/>
                        <w:bCs/>
                        <w:sz w:val="20"/>
                        <w:szCs w:val="20"/>
                      </w:rPr>
                      <w:fldChar w:fldCharType="begin"/>
                    </w:r>
                    <w:r w:rsidRPr="006B6D97">
                      <w:rPr>
                        <w:rFonts w:ascii="Arial" w:hAnsi="Arial" w:cs="Arial"/>
                        <w:b/>
                        <w:bCs/>
                        <w:sz w:val="20"/>
                        <w:szCs w:val="20"/>
                      </w:rPr>
                      <w:instrText xml:space="preserve"> PAGE   \* MERGEFORMAT </w:instrText>
                    </w:r>
                    <w:r w:rsidR="00433094" w:rsidRPr="006B6D97">
                      <w:rPr>
                        <w:rFonts w:ascii="Arial" w:hAnsi="Arial" w:cs="Arial"/>
                        <w:b/>
                        <w:bCs/>
                        <w:sz w:val="20"/>
                        <w:szCs w:val="20"/>
                      </w:rPr>
                      <w:fldChar w:fldCharType="separate"/>
                    </w:r>
                    <w:r w:rsidR="002662C6">
                      <w:rPr>
                        <w:rFonts w:ascii="Arial" w:hAnsi="Arial" w:cs="Arial"/>
                        <w:b/>
                        <w:bCs/>
                        <w:noProof/>
                        <w:sz w:val="20"/>
                        <w:szCs w:val="20"/>
                      </w:rPr>
                      <w:t>1</w:t>
                    </w:r>
                    <w:r w:rsidR="00433094" w:rsidRPr="006B6D97">
                      <w:rPr>
                        <w:rFonts w:ascii="Arial" w:hAnsi="Arial" w:cs="Arial"/>
                        <w:b/>
                        <w:bCs/>
                        <w:sz w:val="20"/>
                        <w:szCs w:val="20"/>
                      </w:rPr>
                      <w:fldChar w:fldCharType="end"/>
                    </w:r>
                  </w:p>
                </w:txbxContent>
              </v:textbox>
              <w10:wrap anchorx="page" anchory="page"/>
            </v:shape>
          </w:pict>
        </mc:Fallback>
      </mc:AlternateContent>
    </w:r>
    <w:r>
      <w:rPr>
        <w:rFonts w:ascii="Arial" w:hAnsi="Arial" w:cs="Arial"/>
        <w:b/>
        <w:noProof/>
        <w:sz w:val="20"/>
        <w:szCs w:val="20"/>
      </w:rPr>
      <mc:AlternateContent>
        <mc:Choice Requires="wps">
          <w:drawing>
            <wp:anchor distT="0" distB="0" distL="114300" distR="114300" simplePos="0" relativeHeight="251675648" behindDoc="1" locked="0" layoutInCell="0" allowOverlap="1">
              <wp:simplePos x="0" y="0"/>
              <wp:positionH relativeFrom="page">
                <wp:posOffset>393065</wp:posOffset>
              </wp:positionH>
              <wp:positionV relativeFrom="page">
                <wp:posOffset>9719945</wp:posOffset>
              </wp:positionV>
              <wp:extent cx="7004050" cy="0"/>
              <wp:effectExtent l="12065" t="13970" r="13335" b="14605"/>
              <wp:wrapNone/>
              <wp:docPr id="56"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04050" cy="0"/>
                      </a:xfrm>
                      <a:custGeom>
                        <a:avLst/>
                        <a:gdLst>
                          <a:gd name="T0" fmla="*/ 0 w 10788"/>
                          <a:gd name="T1" fmla="*/ 10788 w 10788"/>
                        </a:gdLst>
                        <a:ahLst/>
                        <a:cxnLst>
                          <a:cxn ang="0">
                            <a:pos x="T0" y="0"/>
                          </a:cxn>
                          <a:cxn ang="0">
                            <a:pos x="T1" y="0"/>
                          </a:cxn>
                        </a:cxnLst>
                        <a:rect l="0" t="0" r="r" b="b"/>
                        <a:pathLst>
                          <a:path w="10788">
                            <a:moveTo>
                              <a:pt x="0" y="0"/>
                            </a:moveTo>
                            <a:lnTo>
                              <a:pt x="10788" y="0"/>
                            </a:lnTo>
                          </a:path>
                        </a:pathLst>
                      </a:custGeom>
                      <a:noFill/>
                      <a:ln w="12700">
                        <a:solidFill>
                          <a:srgbClr val="1C53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01075" id="Freeform 136" o:spid="_x0000_s1026" style="position:absolute;margin-left:30.95pt;margin-top:765.35pt;width:551.5pt;height:0;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" o:allowincell="f" path="m,l10788,e" filled="f" strokecolor="#1c5393" strokeweight="1pt">
              <v:path arrowok="t" o:connecttype="custom" o:connectlocs="0,0;7004050,0" o:connectangles="0,0"/>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8B7" w:rsidRDefault="00E428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2C6" w:rsidRDefault="002662C6" w:rsidP="006B6D97">
      <w:pPr>
        <w:spacing w:after="0" w:line="240" w:lineRule="auto"/>
      </w:pPr>
      <w:r>
        <w:separator/>
      </w:r>
    </w:p>
  </w:footnote>
  <w:footnote w:type="continuationSeparator" w:id="0">
    <w:p w:rsidR="002662C6" w:rsidRDefault="002662C6" w:rsidP="006B6D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8B7" w:rsidRDefault="002662C6">
    <w:pPr>
      <w:pStyle w:val="Header"/>
    </w:pPr>
    <w:r>
      <w:rPr>
        <w:noProof/>
      </w:rPr>
      <mc:AlternateContent>
        <mc:Choice Requires="wps">
          <w:drawing>
            <wp:anchor distT="36576" distB="36576" distL="36576" distR="36576" simplePos="0" relativeHeight="251673600" behindDoc="0" locked="0" layoutInCell="1" allowOverlap="1">
              <wp:simplePos x="0" y="0"/>
              <wp:positionH relativeFrom="page">
                <wp:posOffset>457200</wp:posOffset>
              </wp:positionH>
              <wp:positionV relativeFrom="page">
                <wp:posOffset>1947545</wp:posOffset>
              </wp:positionV>
              <wp:extent cx="6858000" cy="857250"/>
              <wp:effectExtent l="0" t="4445" r="0" b="0"/>
              <wp:wrapNone/>
              <wp:docPr id="103"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Default="002662C6" w:rsidP="006B6D97">
                          <w:pPr>
                            <w:widowControl w:val="0"/>
                            <w:rPr>
                              <w:rFonts w:ascii="Palatino Linotype" w:hAnsi="Palatino Linotype"/>
                              <w:i/>
                              <w:iCs/>
                              <w:sz w:val="46"/>
                              <w:szCs w:val="46"/>
                            </w:rPr>
                          </w:pPr>
                          <w:r>
                            <w:rPr>
                              <w:rFonts w:ascii="Palatino Linotype" w:hAnsi="Palatino Linotype"/>
                              <w:i/>
                              <w:iCs/>
                              <w:color w:val="363435"/>
                              <w:sz w:val="46"/>
                              <w:szCs w:val="46"/>
                            </w:rPr>
                            <w:t>Update on Transit Agencies Providing Real-Time Data</w:t>
                          </w:r>
                          <w:r>
                            <w:rPr>
                              <w:rFonts w:ascii="Palatino Linotype" w:hAnsi="Palatino Linotype"/>
                              <w:i/>
                              <w:iCs/>
                              <w:color w:val="363435"/>
                              <w:sz w:val="46"/>
                              <w:szCs w:val="46"/>
                            </w:rPr>
                            <w:br/>
                            <w:t>to Customers</w:t>
                          </w:r>
                          <w:r w:rsidR="00E428B7">
                            <w:rPr>
                              <w:rFonts w:ascii="Calibri" w:hAnsi="Calibri" w:cs="Calibri"/>
                              <w:sz w:val="22"/>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5" o:spid="_x0000_s1040" type="#_x0000_t202" style="position:absolute;margin-left:36pt;margin-top:153.35pt;width:540pt;height:67.5pt;z-index:2516736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" filled="f" stroked="f" strokecolor="black [0]" insetpen="t">
              <v:textbox inset="2.88pt,2.88pt,2.88pt,2.88pt">
                <w:txbxContent>
                  <w:p w:rsidR="00E428B7" w:rsidRDefault="002662C6" w:rsidP="006B6D97">
                    <w:pPr>
                      <w:widowControl w:val="0"/>
                      <w:rPr>
                        <w:rFonts w:ascii="Palatino Linotype" w:hAnsi="Palatino Linotype"/>
                        <w:i/>
                        <w:iCs/>
                        <w:sz w:val="46"/>
                        <w:szCs w:val="46"/>
                      </w:rPr>
                    </w:pPr>
                    <w:r>
                      <w:rPr>
                        <w:rFonts w:ascii="Palatino Linotype" w:hAnsi="Palatino Linotype"/>
                        <w:i/>
                        <w:iCs/>
                        <w:color w:val="363435"/>
                        <w:sz w:val="46"/>
                        <w:szCs w:val="46"/>
                      </w:rPr>
                      <w:t>Update on Transit Agencies Providing Real-Time Data</w:t>
                    </w:r>
                    <w:r>
                      <w:rPr>
                        <w:rFonts w:ascii="Palatino Linotype" w:hAnsi="Palatino Linotype"/>
                        <w:i/>
                        <w:iCs/>
                        <w:color w:val="363435"/>
                        <w:sz w:val="46"/>
                        <w:szCs w:val="46"/>
                      </w:rPr>
                      <w:br/>
                      <w:t>to Customers</w:t>
                    </w:r>
                    <w:r w:rsidR="00E428B7">
                      <w:rPr>
                        <w:rFonts w:ascii="Calibri" w:hAnsi="Calibri" w:cs="Calibri"/>
                        <w:sz w:val="22"/>
                      </w:rPr>
                      <w:t xml:space="preserve"> </w:t>
                    </w:r>
                  </w:p>
                </w:txbxContent>
              </v:textbox>
              <w10:wrap anchorx="page" anchory="page"/>
            </v:shape>
          </w:pict>
        </mc:Fallback>
      </mc:AlternateContent>
    </w:r>
    <w:r>
      <w:rPr>
        <w:noProof/>
      </w:rPr>
      <mc:AlternateContent>
        <mc:Choice Requires="wps">
          <w:drawing>
            <wp:anchor distT="36576" distB="36576" distL="36576" distR="36576" simplePos="0" relativeHeight="251672576" behindDoc="0" locked="0" layoutInCell="1" allowOverlap="1">
              <wp:simplePos x="0" y="0"/>
              <wp:positionH relativeFrom="page">
                <wp:posOffset>5638800</wp:posOffset>
              </wp:positionH>
              <wp:positionV relativeFrom="page">
                <wp:posOffset>1332230</wp:posOffset>
              </wp:positionV>
              <wp:extent cx="1828800" cy="228600"/>
              <wp:effectExtent l="0" t="0" r="0" b="1270"/>
              <wp:wrapNone/>
              <wp:docPr id="102"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Pr="00884B0B" w:rsidRDefault="00433094" w:rsidP="00884B0B">
                          <w:pPr>
                            <w:jc w:val="right"/>
                            <w:rPr>
                              <w:caps/>
                              <w:szCs w:val="24"/>
                            </w:rPr>
                          </w:pPr>
                          <w:r w:rsidRPr="00884B0B">
                            <w:rPr>
                              <w:rFonts w:ascii="Arial" w:hAnsi="Arial" w:cs="Arial"/>
                              <w:b/>
                              <w:bCs/>
                              <w:caps/>
                              <w:szCs w:val="24"/>
                            </w:rPr>
                            <w:fldChar w:fldCharType="begin"/>
                          </w:r>
                          <w:r w:rsidR="00884B0B" w:rsidRPr="00884B0B">
                            <w:rPr>
                              <w:rFonts w:ascii="Arial" w:hAnsi="Arial" w:cs="Arial"/>
                              <w:b/>
                              <w:bCs/>
                              <w:caps/>
                              <w:szCs w:val="24"/>
                            </w:rPr>
                            <w:instrText xml:space="preserve"> DATE  \@ "MMMM yyyy"  \* MERGEFORMAT </w:instrText>
                          </w:r>
                          <w:r w:rsidRPr="00884B0B">
                            <w:rPr>
                              <w:rFonts w:ascii="Arial" w:hAnsi="Arial" w:cs="Arial"/>
                              <w:b/>
                              <w:bCs/>
                              <w:caps/>
                              <w:szCs w:val="24"/>
                            </w:rPr>
                            <w:fldChar w:fldCharType="separate"/>
                          </w:r>
                          <w:r w:rsidR="002662C6">
                            <w:rPr>
                              <w:rFonts w:ascii="Arial" w:hAnsi="Arial" w:cs="Arial"/>
                              <w:b/>
                              <w:bCs/>
                              <w:caps/>
                              <w:noProof/>
                              <w:szCs w:val="24"/>
                            </w:rPr>
                            <w:t>August 2015</w:t>
                          </w:r>
                          <w:r w:rsidRPr="00884B0B">
                            <w:rPr>
                              <w:rFonts w:ascii="Arial" w:hAnsi="Arial" w:cs="Arial"/>
                              <w:b/>
                              <w:bCs/>
                              <w:caps/>
                              <w:szCs w:val="24"/>
                            </w:rPr>
                            <w:fldChar w:fldCharType="end"/>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1" type="#_x0000_t202" style="position:absolute;margin-left:444pt;margin-top:104.9pt;width:2in;height:18pt;z-index:2516725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" filled="f" stroked="f" strokecolor="black [0]" insetpen="t">
              <v:textbox inset="2.88pt,2.88pt,2.88pt,2.88pt">
                <w:txbxContent>
                  <w:p w:rsidR="00E428B7" w:rsidRPr="00884B0B" w:rsidRDefault="00433094" w:rsidP="00884B0B">
                    <w:pPr>
                      <w:jc w:val="right"/>
                      <w:rPr>
                        <w:caps/>
                        <w:szCs w:val="24"/>
                      </w:rPr>
                    </w:pPr>
                    <w:r w:rsidRPr="00884B0B">
                      <w:rPr>
                        <w:rFonts w:ascii="Arial" w:hAnsi="Arial" w:cs="Arial"/>
                        <w:b/>
                        <w:bCs/>
                        <w:caps/>
                        <w:szCs w:val="24"/>
                      </w:rPr>
                      <w:fldChar w:fldCharType="begin"/>
                    </w:r>
                    <w:r w:rsidR="00884B0B" w:rsidRPr="00884B0B">
                      <w:rPr>
                        <w:rFonts w:ascii="Arial" w:hAnsi="Arial" w:cs="Arial"/>
                        <w:b/>
                        <w:bCs/>
                        <w:caps/>
                        <w:szCs w:val="24"/>
                      </w:rPr>
                      <w:instrText xml:space="preserve"> DATE  \@ "MMMM yyyy"  \* MERGEFORMAT </w:instrText>
                    </w:r>
                    <w:r w:rsidRPr="00884B0B">
                      <w:rPr>
                        <w:rFonts w:ascii="Arial" w:hAnsi="Arial" w:cs="Arial"/>
                        <w:b/>
                        <w:bCs/>
                        <w:caps/>
                        <w:szCs w:val="24"/>
                      </w:rPr>
                      <w:fldChar w:fldCharType="separate"/>
                    </w:r>
                    <w:r w:rsidR="002662C6">
                      <w:rPr>
                        <w:rFonts w:ascii="Arial" w:hAnsi="Arial" w:cs="Arial"/>
                        <w:b/>
                        <w:bCs/>
                        <w:caps/>
                        <w:noProof/>
                        <w:szCs w:val="24"/>
                      </w:rPr>
                      <w:t>August 2015</w:t>
                    </w:r>
                    <w:r w:rsidRPr="00884B0B">
                      <w:rPr>
                        <w:rFonts w:ascii="Arial" w:hAnsi="Arial" w:cs="Arial"/>
                        <w:b/>
                        <w:bCs/>
                        <w:caps/>
                        <w:szCs w:val="24"/>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251671552" behindDoc="1" locked="0" layoutInCell="1" allowOverlap="1">
              <wp:simplePos x="0" y="0"/>
              <wp:positionH relativeFrom="page">
                <wp:align>center</wp:align>
              </wp:positionH>
              <wp:positionV relativeFrom="page">
                <wp:posOffset>1633855</wp:posOffset>
              </wp:positionV>
              <wp:extent cx="6991985" cy="97155"/>
              <wp:effectExtent l="8890" t="635" r="0" b="6985"/>
              <wp:wrapNone/>
              <wp:docPr id="59"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1985" cy="97155"/>
                        <a:chOff x="5989" y="7587"/>
                        <a:chExt cx="11011" cy="153"/>
                      </a:xfrm>
                    </wpg:grpSpPr>
                    <wps:wsp>
                      <wps:cNvPr id="60" name="Freeform 49"/>
                      <wps:cNvSpPr>
                        <a:spLocks/>
                      </wps:cNvSpPr>
                      <wps:spPr bwMode="auto">
                        <a:xfrm>
                          <a:off x="598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0"/>
                      <wps:cNvSpPr>
                        <a:spLocks/>
                      </wps:cNvSpPr>
                      <wps:spPr bwMode="auto">
                        <a:xfrm>
                          <a:off x="625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51"/>
                      <wps:cNvSpPr>
                        <a:spLocks/>
                      </wps:cNvSpPr>
                      <wps:spPr bwMode="auto">
                        <a:xfrm>
                          <a:off x="651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52"/>
                      <wps:cNvSpPr>
                        <a:spLocks/>
                      </wps:cNvSpPr>
                      <wps:spPr bwMode="auto">
                        <a:xfrm>
                          <a:off x="678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53"/>
                      <wps:cNvSpPr>
                        <a:spLocks/>
                      </wps:cNvSpPr>
                      <wps:spPr bwMode="auto">
                        <a:xfrm>
                          <a:off x="704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4"/>
                      <wps:cNvSpPr>
                        <a:spLocks/>
                      </wps:cNvSpPr>
                      <wps:spPr bwMode="auto">
                        <a:xfrm>
                          <a:off x="731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55"/>
                      <wps:cNvSpPr>
                        <a:spLocks/>
                      </wps:cNvSpPr>
                      <wps:spPr bwMode="auto">
                        <a:xfrm>
                          <a:off x="757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56"/>
                      <wps:cNvSpPr>
                        <a:spLocks/>
                      </wps:cNvSpPr>
                      <wps:spPr bwMode="auto">
                        <a:xfrm>
                          <a:off x="784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7"/>
                      <wps:cNvSpPr>
                        <a:spLocks/>
                      </wps:cNvSpPr>
                      <wps:spPr bwMode="auto">
                        <a:xfrm>
                          <a:off x="810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58"/>
                      <wps:cNvSpPr>
                        <a:spLocks/>
                      </wps:cNvSpPr>
                      <wps:spPr bwMode="auto">
                        <a:xfrm>
                          <a:off x="837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59"/>
                      <wps:cNvSpPr>
                        <a:spLocks/>
                      </wps:cNvSpPr>
                      <wps:spPr bwMode="auto">
                        <a:xfrm>
                          <a:off x="863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0"/>
                      <wps:cNvSpPr>
                        <a:spLocks/>
                      </wps:cNvSpPr>
                      <wps:spPr bwMode="auto">
                        <a:xfrm>
                          <a:off x="890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1"/>
                      <wps:cNvSpPr>
                        <a:spLocks/>
                      </wps:cNvSpPr>
                      <wps:spPr bwMode="auto">
                        <a:xfrm>
                          <a:off x="916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62"/>
                      <wps:cNvSpPr>
                        <a:spLocks/>
                      </wps:cNvSpPr>
                      <wps:spPr bwMode="auto">
                        <a:xfrm>
                          <a:off x="943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3"/>
                      <wps:cNvSpPr>
                        <a:spLocks/>
                      </wps:cNvSpPr>
                      <wps:spPr bwMode="auto">
                        <a:xfrm>
                          <a:off x="969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4"/>
                      <wps:cNvSpPr>
                        <a:spLocks/>
                      </wps:cNvSpPr>
                      <wps:spPr bwMode="auto">
                        <a:xfrm>
                          <a:off x="996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65"/>
                      <wps:cNvSpPr>
                        <a:spLocks/>
                      </wps:cNvSpPr>
                      <wps:spPr bwMode="auto">
                        <a:xfrm>
                          <a:off x="1022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66"/>
                      <wps:cNvSpPr>
                        <a:spLocks/>
                      </wps:cNvSpPr>
                      <wps:spPr bwMode="auto">
                        <a:xfrm>
                          <a:off x="10493"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67"/>
                      <wps:cNvSpPr>
                        <a:spLocks/>
                      </wps:cNvSpPr>
                      <wps:spPr bwMode="auto">
                        <a:xfrm>
                          <a:off x="10758"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68"/>
                      <wps:cNvSpPr>
                        <a:spLocks/>
                      </wps:cNvSpPr>
                      <wps:spPr bwMode="auto">
                        <a:xfrm>
                          <a:off x="11023" y="7587"/>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69"/>
                      <wps:cNvSpPr>
                        <a:spLocks/>
                      </wps:cNvSpPr>
                      <wps:spPr bwMode="auto">
                        <a:xfrm>
                          <a:off x="1128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0"/>
                      <wps:cNvSpPr>
                        <a:spLocks/>
                      </wps:cNvSpPr>
                      <wps:spPr bwMode="auto">
                        <a:xfrm>
                          <a:off x="11553" y="7590"/>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1"/>
                      <wps:cNvSpPr>
                        <a:spLocks/>
                      </wps:cNvSpPr>
                      <wps:spPr bwMode="auto">
                        <a:xfrm>
                          <a:off x="1181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72"/>
                      <wps:cNvSpPr>
                        <a:spLocks/>
                      </wps:cNvSpPr>
                      <wps:spPr bwMode="auto">
                        <a:xfrm>
                          <a:off x="12083"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73"/>
                      <wps:cNvSpPr>
                        <a:spLocks/>
                      </wps:cNvSpPr>
                      <wps:spPr bwMode="auto">
                        <a:xfrm>
                          <a:off x="1234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74"/>
                      <wps:cNvSpPr>
                        <a:spLocks/>
                      </wps:cNvSpPr>
                      <wps:spPr bwMode="auto">
                        <a:xfrm>
                          <a:off x="12613"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75"/>
                      <wps:cNvSpPr>
                        <a:spLocks/>
                      </wps:cNvSpPr>
                      <wps:spPr bwMode="auto">
                        <a:xfrm>
                          <a:off x="1287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76"/>
                      <wps:cNvSpPr>
                        <a:spLocks/>
                      </wps:cNvSpPr>
                      <wps:spPr bwMode="auto">
                        <a:xfrm>
                          <a:off x="1314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77"/>
                      <wps:cNvSpPr>
                        <a:spLocks/>
                      </wps:cNvSpPr>
                      <wps:spPr bwMode="auto">
                        <a:xfrm>
                          <a:off x="1340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78"/>
                      <wps:cNvSpPr>
                        <a:spLocks/>
                      </wps:cNvSpPr>
                      <wps:spPr bwMode="auto">
                        <a:xfrm>
                          <a:off x="1367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79"/>
                      <wps:cNvSpPr>
                        <a:spLocks/>
                      </wps:cNvSpPr>
                      <wps:spPr bwMode="auto">
                        <a:xfrm>
                          <a:off x="1393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80"/>
                      <wps:cNvSpPr>
                        <a:spLocks/>
                      </wps:cNvSpPr>
                      <wps:spPr bwMode="auto">
                        <a:xfrm>
                          <a:off x="1420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1"/>
                      <wps:cNvSpPr>
                        <a:spLocks/>
                      </wps:cNvSpPr>
                      <wps:spPr bwMode="auto">
                        <a:xfrm>
                          <a:off x="1446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82"/>
                      <wps:cNvSpPr>
                        <a:spLocks/>
                      </wps:cNvSpPr>
                      <wps:spPr bwMode="auto">
                        <a:xfrm>
                          <a:off x="1473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83"/>
                      <wps:cNvSpPr>
                        <a:spLocks/>
                      </wps:cNvSpPr>
                      <wps:spPr bwMode="auto">
                        <a:xfrm>
                          <a:off x="1499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84"/>
                      <wps:cNvSpPr>
                        <a:spLocks/>
                      </wps:cNvSpPr>
                      <wps:spPr bwMode="auto">
                        <a:xfrm>
                          <a:off x="1526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85"/>
                      <wps:cNvSpPr>
                        <a:spLocks/>
                      </wps:cNvSpPr>
                      <wps:spPr bwMode="auto">
                        <a:xfrm>
                          <a:off x="15527"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6"/>
                      <wps:cNvSpPr>
                        <a:spLocks/>
                      </wps:cNvSpPr>
                      <wps:spPr bwMode="auto">
                        <a:xfrm>
                          <a:off x="15792"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87"/>
                      <wps:cNvSpPr>
                        <a:spLocks/>
                      </wps:cNvSpPr>
                      <wps:spPr bwMode="auto">
                        <a:xfrm>
                          <a:off x="16057"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88"/>
                      <wps:cNvSpPr>
                        <a:spLocks/>
                      </wps:cNvSpPr>
                      <wps:spPr bwMode="auto">
                        <a:xfrm>
                          <a:off x="1632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89"/>
                      <wps:cNvSpPr>
                        <a:spLocks/>
                      </wps:cNvSpPr>
                      <wps:spPr bwMode="auto">
                        <a:xfrm>
                          <a:off x="16587"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0"/>
                      <wps:cNvSpPr>
                        <a:spLocks/>
                      </wps:cNvSpPr>
                      <wps:spPr bwMode="auto">
                        <a:xfrm>
                          <a:off x="1685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7FAFB" id="Group 48" o:spid="_x0000_s1026" style="position:absolute;margin-left:0;margin-top:128.65pt;width:550.55pt;height:7.65pt;z-index:-251644928;mso-position-horizontal:center;mso-position-horizontal-relative:page;mso-position-vertical-relative:page" coordorigin="5989,7587" coordsize="1101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">
              <v:shape id="Freeform 49" o:spid="_x0000_s1027" style="position:absolute;left:598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5/Ar8A&#10;AADbAAAADwAAAGRycy9kb3ducmV2LnhtbERPy4rCMBTdD/gP4QpuhjEdF0WqUQZRENz4Qrd3mmtb&#10;prkpSUajX28WgsvDeU/n0bTiSs43lhV8DzMQxKXVDVcKjofV1xiED8gaW8uk4E4e5rPexxQLbW+8&#10;o+s+VCKFsC9QQR1CV0jpy5oM+qHtiBN3sc5gSNBVUju8pXDTylGW5dJgw6mhxo4WNZV/+3+j4KEv&#10;y/MmuvWWflc6P7XlZ4heqUE//kxABIrhLX6511pBntanL+kHyN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Hn8CvwAAANsAAAAPAAAAAAAAAAAAAAAAAJgCAABkcnMvZG93bnJl&#10;di54bWxQSwUGAAAAAAQABAD1AAAAhA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0" o:spid="_x0000_s1028" style="position:absolute;left:625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LamcQA&#10;AADbAAAADwAAAGRycy9kb3ducmV2LnhtbESPQWvCQBSE7wX/w/IEL0U3egglZhOKKAheWlvq9Zl9&#10;JqHZt2F31W1/fbdQ6HGYmW+Yso5mEDdyvresYLnIQBA3VvfcKnh/282fQPiArHGwTAq+yENdTR5K&#10;LLS98yvdjqEVCcK+QAVdCGMhpW86MugXdiRO3sU6gyFJ10rt8J7gZpCrLMulwZ7TQocjbTpqPo9X&#10;o+BbX7anQ3T7FzrvdP4xNI8heqVm0/i8BhEohv/wX3uvFeRL+P2SfoC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S2pn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1" o:spid="_x0000_s1029" style="position:absolute;left:651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BE7sMA&#10;AADbAAAADwAAAGRycy9kb3ducmV2LnhtbESPT2sCMRTE74LfIbyCF9FsPSyyNUopCoKX+gd7fW6e&#10;u0s3L0uSauqnN4LgcZiZ3zCzRTStuJDzjWUF7+MMBHFpdcOVgsN+NZqC8AFZY2uZFPyTh8W835th&#10;oe2Vt3TZhUokCPsCFdQhdIWUvqzJoB/bjjh5Z+sMhiRdJbXDa4KbVk6yLJcGG04LNXb0VVP5u/sz&#10;Cm76vPzZRLf+ptNK58e2HIbolRq8xc8PEIFieIWf7bVWkE/g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BE7s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2" o:spid="_x0000_s1030" style="position:absolute;left:678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zhdcMA&#10;AADbAAAADwAAAGRycy9kb3ducmV2LnhtbESPT2sCMRTE74V+h/AKXopmVVjKahQpFYRe/Ee9PjfP&#10;3cXNy5JETf30Rij0OMzMb5jpPJpWXMn5xrKC4SADQVxa3XClYL9b9j9A+ICssbVMCn7Jw3z2+jLF&#10;Qtsbb+i6DZVIEPYFKqhD6AopfVmTQT+wHXHyTtYZDEm6SmqHtwQ3rRxlWS4NNpwWauzos6byvL0Y&#10;BXd9+jp8R7da03Gp85+2fA/RK9V7i4sJiEAx/If/2iutIB/D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zhdc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3" o:spid="_x0000_s1031" style="position:absolute;left:704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5AcMA&#10;AADbAAAADwAAAGRycy9kb3ducmV2LnhtbESPT2sCMRTE74V+h/AKXopmFVnKahQpFYRe/Ee9PjfP&#10;3cXNy5JETf30Rij0OMzMb5jpPJpWXMn5xrKC4SADQVxa3XClYL9b9j9A+ICssbVMCn7Jw3z2+jLF&#10;Qtsbb+i6DZVIEPYFKqhD6AopfVmTQT+wHXHyTtYZDEm6SmqHtwQ3rRxlWS4NNpwWauzos6byvL0Y&#10;BXd9+jp8R7da03Gp85+2fA/RK9V7i4sJiEAx/If/2iutIB/D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5Ac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4" o:spid="_x0000_s1032" style="position:absolute;left:731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ncmsMA&#10;AADbAAAADwAAAGRycy9kb3ducmV2LnhtbESPT2sCMRTE74V+h/AKXopmFVzKahQpFYRe/Ee9PjfP&#10;3cXNy5JETf30Rij0OMzMb5jpPJpWXMn5xrKC4SADQVxa3XClYL9b9j9A+ICssbVMCn7Jw3z2+jLF&#10;Qtsbb+i6DZVIEPYFKqhD6AopfVmTQT+wHXHyTtYZDEm6SmqHtwQ3rRxlWS4NNpwWauzos6byvL0Y&#10;BXd9+jp8R7da03Gp85+2fA/RK9V7i4sJiEAx/If/2iutIB/D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ncms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5" o:spid="_x0000_s1033" style="position:absolute;left:757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C7cMA&#10;AADbAAAADwAAAGRycy9kb3ducmV2LnhtbESPQWsCMRSE70L/Q3iFXkSz7WGR1ewiUkHoxaro9bl5&#10;7i5uXpYk1dhf3xQKPQ4z8w2zqKLpxY2c7ywreJ1mIIhrqztuFBz268kMhA/IGnvLpOBBHqryabTA&#10;Qts7f9JtFxqRIOwLVNCGMBRS+rolg35qB+LkXawzGJJ0jdQO7wluevmWZbk02HFaaHGgVUv1dfdl&#10;FHzry/vpI7rNls5rnR/7ehyiV+rlOS7nIALF8B/+a2+0gjyH3y/pB8j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tC7c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6" o:spid="_x0000_s1034" style="position:absolute;left:784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kLNcUA&#10;AADbAAAADwAAAGRycy9kb3ducmV2LnhtbESPQWsCMRSE7wX/Q3hCbzVrpVpXo7RKqXjTloK3x+a5&#10;WXfzsk1Sd/vvm0Khx2FmvmGW69424ko+VI4VjEcZCOLC6YpLBe9vL3ePIEJE1tg4JgXfFGC9Gtws&#10;Mdeu4wNdj7EUCcIhRwUmxjaXMhSGLIaRa4mTd3beYkzSl1J77BLcNvI+y6bSYsVpwWBLG0NFffyy&#10;Cmpvt7tn18wNfp4e9q+TbfdRX5S6HfZPCxCR+vgf/mvvtILpDH6/p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uQs1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7" o:spid="_x0000_s1035" style="position:absolute;left:810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fR8IA&#10;AADbAAAADwAAAGRycy9kb3ducmV2LnhtbERPy2oCMRTdF/oP4Rbc1UwtFR2NopVS6c4HgrvL5DqZ&#10;zuRmTKIz/ftmUejycN7zZW8bcScfKscKXoYZCOLC6YpLBcfDx/MERIjIGhvHpOCHAiwXjw9zzLXr&#10;eEf3fSxFCuGQowITY5tLGQpDFsPQtcSJuzhvMSboS6k9dincNnKUZWNpseLUYLCld0NFvb9ZBbW3&#10;m+3aNVOD1/Pb1+frpjvV30oNnvrVDESkPv6L/9xbrWCcxqYv6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p9H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8" o:spid="_x0000_s1036" style="position:absolute;left:837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63MUA&#10;AADbAAAADwAAAGRycy9kb3ducmV2LnhtbESPT2sCMRTE7wW/Q3hCbzVrpaKrUfxDqfSmLYXeHpvn&#10;Zt3NyzZJ3e23bwoFj8PM/IZZrnvbiCv5UDlWMB5lIIgLpysuFby/PT/MQISIrLFxTAp+KMB6Nbhb&#10;Yq5dx0e6nmIpEoRDjgpMjG0uZSgMWQwj1xIn7+y8xZikL6X22CW4beRjlk2lxYrTgsGWdoaK+vRt&#10;FdTe7g9b18wNfn0+vb5M9t1HfVHqfthvFiAi9fEW/m8ftILp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ajrc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59" o:spid="_x0000_s1037" style="position:absolute;left:863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FnMIA&#10;AADbAAAADwAAAGRycy9kb3ducmV2LnhtbERPz0/CMBS+m/A/NI/Em3RqQBgUohIi4SYQEm4v62Od&#10;W19nW9n87+nBxOOX7/di1dtGXMmHyrGCx1EGgrhwuuJSwfGweZiCCBFZY+OYFPxSgNVycLfAXLuO&#10;P+m6j6VIIRxyVGBibHMpQ2HIYhi5ljhxF+ctxgR9KbXHLoXbRj5l2URarDg1GGzp3VBR73+sgtrb&#10;9fbNNTOD3+fx7uN53Z3qL6Xuh/3rHESkPv6L/9xbreAlrU9f0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iQWc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0" o:spid="_x0000_s1038" style="position:absolute;left:890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gB8UA&#10;AADbAAAADwAAAGRycy9kb3ducmV2LnhtbESPQWsCMRSE7wX/Q3hCbzVrS2tdjWKVUvGmLQVvj81z&#10;s+7mZU1Sd/vvm0Khx2FmvmHmy9424ko+VI4VjEcZCOLC6YpLBR/vr3fPIEJE1tg4JgXfFGC5GNzM&#10;Mdeu4z1dD7EUCcIhRwUmxjaXMhSGLIaRa4mTd3LeYkzSl1J77BLcNvI+y56kxYrTgsGW1oaK+vBl&#10;FdTebrYvrpkavBwfd28Pm+6zPit1O+xXMxCR+vgf/mtvtYLJGH6/p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aAH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1" o:spid="_x0000_s1039" style="position:absolute;left:916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cMUA&#10;AADbAAAADwAAAGRycy9kb3ducmV2LnhtbESPT0sDMRTE70K/Q3gFbzbbirauTUtrEUtv/UPB22Pz&#10;3Gx387Imsbt+eyMIHoeZ+Q0zX/a2EVfyoXKsYDzKQBAXTldcKjgdX+9mIEJE1tg4JgXfFGC5GNzM&#10;Mdeu4z1dD7EUCcIhRwUmxjaXMhSGLIaRa4mT9+G8xZikL6X22CW4beQkyx6lxYrTgsGWXgwV9eHL&#10;Kqi93WzXrnky+Pn+sHu733Tn+qLU7bBfPYOI1Mf/8F97qxVMJ/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Fz5w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2" o:spid="_x0000_s1040" style="position:absolute;left:943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b68UA&#10;AADbAAAADwAAAGRycy9kb3ducmV2LnhtbESPQWsCMRSE7wX/Q3hCbzWr0tpujaKVUvGmLYXeHpvX&#10;zbqblzVJ3fXfm0Khx2FmvmHmy9424kw+VI4VjEcZCOLC6YpLBR/vr3ePIEJE1tg4JgUXCrBcDG7m&#10;mGvX8Z7Oh1iKBOGQowITY5tLGQpDFsPItcTJ+3beYkzSl1J77BLcNnKSZQ/SYsVpwWBLL4aK+vBj&#10;FdTebrZr1zwZPH3d796mm+6zPip1O+xXzyAi9fE//NfeagWzKfx+S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W5vr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3" o:spid="_x0000_s1041" style="position:absolute;left:969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Dn8UA&#10;AADbAAAADwAAAGRycy9kb3ducmV2LnhtbESPQU8CMRSE7yb+h+aZeJMuoqgrhYDEQLiJhoTby/ax&#10;XXf7urSVXf89JTHxOJmZbzKTWW8bcSIfKscKhoMMBHHhdMWlgq/P97tnECEia2wck4JfCjCbXl9N&#10;MNeu4w86bWMpEoRDjgpMjG0uZSgMWQwD1xIn7+C8xZikL6X22CW4beR9lo2lxYrTgsGW3gwV9fbH&#10;Kqi9Xa4XrnkxeNw/blajZberv5W6vennryAi9fE//NdeawVPD3D5kn6AnJ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gOf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4" o:spid="_x0000_s1042" style="position:absolute;left:996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mBMUA&#10;AADbAAAADwAAAGRycy9kb3ducmV2LnhtbESPQWsCMRSE7wX/Q3hCbzXbirWuRqlKqXjTloK3x+a5&#10;2e7mZU1Sd/vvm0Khx2FmvmEWq9424ko+VI4V3I8yEMSF0xWXCt7fXu6eQISIrLFxTAq+KcBqObhZ&#10;YK5dxwe6HmMpEoRDjgpMjG0uZSgMWQwj1xIn7+y8xZikL6X22CW4beRDlj1KixWnBYMtbQwV9fHL&#10;Kqi93e7WrpkZvJwm+9fxtvuoP5W6HfbPcxCR+vgf/mvvtILpBH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qYE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5" o:spid="_x0000_s1043" style="position:absolute;left:1022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4c8UA&#10;AADbAAAADwAAAGRycy9kb3ducmV2LnhtbESPQWsCMRSE7wX/Q3hCbzVrpVpXo7RKqXjTloK3x+a5&#10;WXfzsk1Sd/vvm0Khx2FmvmGW69424ko+VI4VjEcZCOLC6YpLBe9vL3ePIEJE1tg4JgXfFGC9Gtws&#10;Mdeu4wNdj7EUCcIhRwUmxjaXMhSGLIaRa4mTd3beYkzSl1J77BLcNvI+y6bSYsVpwWBLG0NFffyy&#10;Cmpvt7tn18wNfp4e9q+TbfdRX5S6HfZPCxCR+vgf/mvvtILZFH6/p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LDhz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6" o:spid="_x0000_s1044" style="position:absolute;left:10493;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5xq8QA&#10;AADbAAAADwAAAGRycy9kb3ducmV2LnhtbESPQWsCMRSE70L/Q3iFXoqb1YOWrdmlFAWhF6ulvT43&#10;z92lm5cliRr99aZQ8DjMzDfMooqmFydyvrOsYJLlIIhrqztuFHztVuMXED4ga+wtk4ILeajKh9EC&#10;C23P/EmnbWhEgrAvUEEbwlBI6euWDPrMDsTJO1hnMCTpGqkdnhPc9HKa5zNpsOO00OJA7y3Vv9uj&#10;UXDVh+XPR3TrDe1Xevbd188heqWeHuPbK4hAMdzD/+21VjCfw9+X9ANk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ucav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7" o:spid="_x0000_s1045" style="position:absolute;left:10758;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l2cEA&#10;AADbAAAADwAAAGRycy9kb3ducmV2LnhtbERPz2vCMBS+D/wfwhN2GZpuh06qUUQmFHbZVPT6bJ5t&#10;sXkpSdZm++uXw2DHj+/3ahNNJwZyvrWs4HmegSCurG65VnA67mcLED4ga+wsk4Jv8rBZTx5WWGg7&#10;8icNh1CLFMK+QAVNCH0hpa8aMujntidO3M06gyFBV0vtcEzhppMvWZZLgy2nhgZ72jVU3Q9fRsGP&#10;vr1d3qMrP+i61/m5q55C9Eo9TuN2CSJQDP/iP3epFbymselL+g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x5dn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8" o:spid="_x0000_s1046" style="position:absolute;left:11023;top:7587;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1AQsQA&#10;AADbAAAADwAAAGRycy9kb3ducmV2LnhtbESPzWsCMRTE7wX/h/AEL0Wz7cGPrVkppYLgpVWx19fN&#10;2w+6eVmSVKN/fVMQPA4z8xtmuYqmEydyvrWs4GmSgSAurW65VnDYr8dzED4ga+wsk4ILeVgVg4cl&#10;5tqe+ZNOu1CLBGGfo4ImhD6X0pcNGfQT2xMnr7LOYEjS1VI7PCe46eRzlk2lwZbTQoM9vTVU/ux+&#10;jYKrrt6/ttFtPuh7rafHrnwM0Ss1GsbXFxCBYriHb+2NVjBbwP+X9AN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9QEL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69" o:spid="_x0000_s1047" style="position:absolute;left:1128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KZ+MEA&#10;AADbAAAADwAAAGRycy9kb3ducmV2LnhtbERPy2oCMRTdC/2HcAvdSCdjF4NMJ0opCoKbOhXd3k7u&#10;POjkZkiipv36ZiF0eTjvah3NKK7k/GBZwSLLQRA3Vg/cKTh+bp+XIHxA1jhaJgU/5GG9ephVWGp7&#10;4wNd69CJFMK+RAV9CFMppW96MugzOxEnrrXOYEjQdVI7vKVwM8qXPC+kwYFTQ48TvffUfNcXo+BX&#10;t5vzPrrdB31tdXEam3mIXqmnx/j2CiJQDP/iu3unFSzT+vQl/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Smfj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0" o:spid="_x0000_s1048" style="position:absolute;left:11553;top:7590;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48Y8QA&#10;AADbAAAADwAAAGRycy9kb3ducmV2LnhtbESPQWvCQBSE74X+h+UVvBTd2EOQ6CqlKAi9tKno9Zl9&#10;JsHs27C7Jmt/fbdQ6HGYmW+Y1SaaTgzkfGtZwXyWgSCurG65VnD42k0XIHxA1thZJgV38rBZPz6s&#10;sNB25E8aylCLBGFfoIImhL6Q0lcNGfQz2xMn72KdwZCkq6V2OCa46eRLluXSYMtpocGe3hqqruXN&#10;KPjWl+3pPbr9B513Oj921XOIXqnJU3xdgggUw3/4r73XChZz+P2Sf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ePGP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1" o:spid="_x0000_s1049" style="position:absolute;left:1181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iFMQA&#10;AADbAAAADwAAAGRycy9kb3ducmV2LnhtbESPQWvCQBSE74X+h+UVeim6MYcg0VVKURC8tKno9Zl9&#10;JsHs27C7mm1/fbdQ6HGYmW+Y5TqaXtzJ+c6ygtk0A0FcW91xo+DwuZ3MQfiArLG3TAq+yMN69fiw&#10;xFLbkT/oXoVGJAj7EhW0IQyllL5uyaCf2oE4eRfrDIYkXSO1wzHBTS/zLCukwY7TQosDvbVUX6ub&#10;UfCtL5vTPrrdO523ujj29UuIXqnnp/i6ABEohv/wX3unFcxz+P2Sfo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MohT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2" o:spid="_x0000_s1050" style="position:absolute;left:12083;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AHj8MA&#10;AADbAAAADwAAAGRycy9kb3ducmV2LnhtbESPQWsCMRSE70L/Q3gFL6JZFURWo0ipIPRStdTrc/Pc&#10;Xdy8LEnUtL/eCILHYWa+YebLaBpxJedrywqGgwwEcWF1zaWCn/26PwXhA7LGxjIp+CMPy8VbZ465&#10;tjfe0nUXSpEg7HNUUIXQ5lL6oiKDfmBb4uSdrDMYknSl1A5vCW4aOcqyiTRYc1qosKWPiorz7mIU&#10;/OvT5+Erus03Hdd68tsUvRC9Ut33uJqBCBTDK/xsb7SC6Rg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AHj8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3" o:spid="_x0000_s1051" style="position:absolute;left:1234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f+8MA&#10;AADbAAAADwAAAGRycy9kb3ducmV2LnhtbESPQWsCMRSE70L/Q3gFL6JZRURWo0ipIPRStdTrc/Pc&#10;Xdy8LEnUtL/eCILHYWa+YebLaBpxJedrywqGgwwEcWF1zaWCn/26PwXhA7LGxjIp+CMPy8VbZ465&#10;tjfe0nUXSpEg7HNUUIXQ5lL6oiKDfmBb4uSdrDMYknSl1A5vCW4aOcqyiTRYc1qosKWPiorz7mIU&#10;/OvT5+Erus03Hdd68tsUvRC9Ut33uJqBCBTDK/xsb7SC6Rg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mf+8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4" o:spid="_x0000_s1052" style="position:absolute;left:12613;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U6YMMA&#10;AADbAAAADwAAAGRycy9kb3ducmV2LnhtbESPQWsCMRSE70L/Q3gFL6JZBUVWo0ipIPRStdTrc/Pc&#10;Xdy8LEnUtL/eCILHYWa+YebLaBpxJedrywqGgwwEcWF1zaWCn/26PwXhA7LGxjIp+CMPy8VbZ465&#10;tjfe0nUXSpEg7HNUUIXQ5lL6oiKDfmBb4uSdrDMYknSl1A5vCW4aOcqyiTRYc1qosKWPiorz7mIU&#10;/OvT5+Erus03Hdd68tsUvRC9Ut33uJqBCBTDK/xsb7SC6Rg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U6YM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5" o:spid="_x0000_s1053" style="position:absolute;left:1287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IVMUA&#10;AADbAAAADwAAAGRycy9kb3ducmV2LnhtbESPS2vDMBCE74X8B7GB3ho5DQ2JGyXkQWnoLQ8KvS3W&#10;1nJsrVxJjd1/XxUKOQ4z8w2zWPW2EVfyoXKsYDzKQBAXTldcKjifXh5mIEJE1tg4JgU/FGC1HNwt&#10;MNeu4wNdj7EUCcIhRwUmxjaXMhSGLIaRa4mT9+m8xZikL6X22CW4beRjlk2lxYrTgsGWtoaK+vht&#10;FdTe7vYb18wNfn08vb1Odt17fVHqftivn0FE6uMt/N/eawWzKfx9S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UhU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6" o:spid="_x0000_s1054" style="position:absolute;left:1314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Xtz8UA&#10;AADbAAAADwAAAGRycy9kb3ducmV2LnhtbESPQWsCMRSE74X+h/AEbzWr0mq3RqkVqXjTlkJvj83r&#10;Zrubl20S3fXfm0Khx2FmvmEWq9424kw+VI4VjEcZCOLC6YpLBe9v27s5iBCRNTaOScGFAqyWtzcL&#10;zLXr+EDnYyxFgnDIUYGJsc2lDIUhi2HkWuLkfTlvMSbpS6k9dgluGznJsgdpseK0YLClF0NFfTxZ&#10;BbW3m93aNY8Gfz7v96/TTfdRfys1HPTPTyAi9fE//NfeaQXzGfx+S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te3P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7" o:spid="_x0000_s1055" style="position:absolute;left:1340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p5vcIA&#10;AADbAAAADwAAAGRycy9kb3ducmV2LnhtbERPy2oCMRTdF/oP4Rbc1UwtLToaRSul0p0PBHeXyXUy&#10;ncnNmERn+vfNouDycN6zRW8bcSMfKscKXoYZCOLC6YpLBYf95/MYRIjIGhvHpOCXAizmjw8zzLXr&#10;eEu3XSxFCuGQowITY5tLGQpDFsPQtcSJOztvMSboS6k9dincNnKUZe/SYsWpwWBLH4aKene1Cmpv&#10;15uVayYGL6e376/XdXesf5QaPPXLKYhIfbyL/90brWCcxqYv6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Knm9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8" o:spid="_x0000_s1056" style="position:absolute;left:1367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bcJsQA&#10;AADbAAAADwAAAGRycy9kb3ducmV2LnhtbESPQWsCMRSE74L/IbxCb5ptS4tujWIrUvGmlkJvj83r&#10;Zrubl20S3fXfG6HgcZiZb5jZoreNOJEPlWMFD+MMBHHhdMWlgs/DejQBESKyxsYxKThTgMV8OJhh&#10;rl3HOzrtYykShEOOCkyMbS5lKAxZDGPXEifvx3mLMUlfSu2xS3DbyMcse5EWK04LBlt6N1TU+6NV&#10;UHu72ry5Zmrw7/t5+/G06r7qX6Xu7/rlK4hIfbyF/9sbrWAyheuX9APk/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m3Cb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79" o:spid="_x0000_s1057" style="position:absolute;left:1393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XjZsIA&#10;AADbAAAADwAAAGRycy9kb3ducmV2LnhtbERPy2oCMRTdF/yHcAV3NWOlRUej2EqpdOcDwd1lcp2M&#10;M7mZJqkz/ftmUejycN7LdW8bcScfKscKJuMMBHHhdMWlgtPx/XEGIkRkjY1jUvBDAdarwcMSc+06&#10;3tP9EEuRQjjkqMDE2OZShsKQxTB2LXHirs5bjAn6UmqPXQq3jXzKshdpseLUYLClN0NFffi2Cmpv&#10;t7tX18wNfl2ePz+m2+5c35QaDfvNAkSkPv6L/9w7rWCe1qcv6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eNm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0" o:spid="_x0000_s1058" style="position:absolute;left:1420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lG/cQA&#10;AADbAAAADwAAAGRycy9kb3ducmV2LnhtbESPQWsCMRSE7wX/Q3iCt5q10qKrUaxSKr1pS6G3x+a5&#10;WXfzsiapu/33TaHgcZiZb5jlureNuJIPlWMFk3EGgrhwuuJSwcf7y/0MRIjIGhvHpOCHAqxXg7sl&#10;5tp1fKDrMZYiQTjkqMDE2OZShsKQxTB2LXHyTs5bjEn6UmqPXYLbRj5k2ZO0WHFaMNjS1lBRH7+t&#10;gtrb3f7ZNXODl6/Ht9fprvusz0qNhv1mASJSH2/h//ZeK5hP4O9L+g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JRv3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1" o:spid="_x0000_s1059" style="position:absolute;left:1446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vYisQA&#10;AADbAAAADwAAAGRycy9kb3ducmV2LnhtbESPQWsCMRSE74L/ITzBm2ZVWurWKG1FKr1pi+DtsXnd&#10;rLt52SbR3f77plDocZiZb5jVpreNuJEPlWMFs2kGgrhwuuJSwcf7bvIAIkRkjY1jUvBNATbr4WCF&#10;uXYdH+h2jKVIEA45KjAxtrmUoTBkMUxdS5y8T+ctxiR9KbXHLsFtI+dZdi8tVpwWDLb0Yqioj1er&#10;oPZ2u392zdLg1/nu7XWx7U71RanxqH96BBGpj//hv/ZeK1jO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b2Ir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2" o:spid="_x0000_s1060" style="position:absolute;left:1473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9EcQA&#10;AADbAAAADwAAAGRycy9kb3ducmV2LnhtbESPQWsCMRSE7wX/Q3iCt5pVaalbo7SKVHrTlkJvj83r&#10;Zt3Ny5pEd/33plDocZiZb5jFqreNuJAPlWMFk3EGgrhwuuJSwefH9v4JRIjIGhvHpOBKAVbLwd0C&#10;c+063tPlEEuRIBxyVGBibHMpQ2HIYhi7ljh5P85bjEn6UmqPXYLbRk6z7FFarDgtGGxpbaioD2er&#10;oPZ2s3t1zdzg6fvh/W226b7qo1KjYf/yDCJSH//Df+2dVjCfwe+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XfRH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3" o:spid="_x0000_s1061" style="position:absolute;left:1499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7lZcUA&#10;AADbAAAADwAAAGRycy9kb3ducmV2LnhtbESPT2sCMRTE7wW/Q3hCbzVr/0hdjWKVUvGmLQVvj81z&#10;s+7mZU1Sd/vtm0Khx2FmfsPMl71txJV8qBwrGI8yEMSF0xWXCj7eX++eQYSIrLFxTAq+KcByMbiZ&#10;Y65dx3u6HmIpEoRDjgpMjG0uZSgMWQwj1xIn7+S8xZikL6X22CW4beR9lk2kxYrTgsGW1oaK+vBl&#10;FdTebrYvrpkavByfdm8Pm+6zPit1O+xXMxCR+vgf/mtvtYLpI/x+S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uVl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4" o:spid="_x0000_s1062" style="position:absolute;left:1526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ysvcQA&#10;AADbAAAADwAAAGRycy9kb3ducmV2LnhtbESPT2sCMRTE74LfITzBi2i2BUW3ZqWUCoKXVsVeXzdv&#10;/9DNy5KkGvvpm0LB4zAzv2HWm2g6cSHnW8sKHmYZCOLS6pZrBafjdroE4QOyxs4yKbiRh00xHKwx&#10;1/bK73Q5hFokCPscFTQh9LmUvmzIoJ/Znjh5lXUGQ5KultrhNcFNJx+zbCENtpwWGuzppaHy6/Bt&#10;FPzo6vVjH93ujT63enHuykmIXqnxKD4/gQgUwz38395pBas5/H1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8rL3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5" o:spid="_x0000_s1063" style="position:absolute;left:15527;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4yysMA&#10;AADbAAAADwAAAGRycy9kb3ducmV2LnhtbESPQWsCMRSE70L/Q3gFL0Wzelja1ShSKgi9WJV6fW6e&#10;u4ublyWJmvrrG0HwOMzMN8x0Hk0rLuR8Y1nBaJiBIC6tbrhSsNsuB+8gfEDW2FomBX/kYT576U2x&#10;0PbKP3TZhEokCPsCFdQhdIWUvqzJoB/ajjh5R+sMhiRdJbXDa4KbVo6zLJcGG04LNXb0WVN52pyN&#10;gps+fu2/o1ut6bDU+W9bvoXoleq/xsUERKAYnuFHe6UVfORw/5J+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4yys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6" o:spid="_x0000_s1064" style="position:absolute;left:15792;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KXUcQA&#10;AADbAAAADwAAAGRycy9kb3ducmV2LnhtbESPzWsCMRTE7wX/h/AEL0Wz7cGPrVkppYLgpVWx19fN&#10;2w+6eVmSVKN/fVMQPA4z8xtmuYqmEydyvrWs4GmSgSAurW65VnDYr8dzED4ga+wsk4ILeVgVg4cl&#10;5tqe+ZNOu1CLBGGfo4ImhD6X0pcNGfQT2xMnr7LOYEjS1VI7PCe46eRzlk2lwZbTQoM9vTVU/ux+&#10;jYKrrt6/ttFtPuh7rafHrnwM0Ss1GsbXFxCBYriHb+2NVrCYwf+X9AN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il1H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7" o:spid="_x0000_s1065" style="position:absolute;left:16057;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0DI8EA&#10;AADbAAAADwAAAGRycy9kb3ducmV2LnhtbERPz2vCMBS+D/wfwhN2GZpuhzKrUUQmFHbZVPT6bJ5t&#10;sXkpSdZm++uXw2DHj+/3ahNNJwZyvrWs4HmegSCurG65VnA67mevIHxA1thZJgXf5GGznjyssNB2&#10;5E8aDqEWKYR9gQqaEPpCSl81ZNDPbU+cuJt1BkOCrpba4ZjCTSdfsiyXBltODQ32tGuouh++jIIf&#10;fXu7vEdXftB1r/NzVz2F6JV6nMbtEkSgGP7Ff+5SK1ikselL+g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9AyP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8" o:spid="_x0000_s1066" style="position:absolute;left:1632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muMMA&#10;AADbAAAADwAAAGRycy9kb3ducmV2LnhtbESPQWsCMRSE70L/Q3gFL6JZPYiuRpFSQeilaqnX5+a5&#10;u7h5WZKoaX+9EQSPw8x8w8yX0TTiSs7XlhUMBxkI4sLqmksFP/t1fwLCB2SNjWVS8Ecelou3zhxz&#10;bW+8pesulCJB2OeooAqhzaX0RUUG/cC2xMk7WWcwJOlKqR3eEtw0cpRlY2mw5rRQYUsfFRXn3cUo&#10;+Nenz8NXdJtvOq71+LcpeiF6pbrvcTUDESiGV/jZ3mgF0yk8vq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GmuM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89" o:spid="_x0000_s1067" style="position:absolute;left:16587;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sv48QA&#10;AADcAAAADwAAAGRycy9kb3ducmV2LnhtbESPQWsCMRCF7wX/QxjBS9FsPUhZjSKiIHhpbanXcTPu&#10;Lm4mS5Jq7K/vHAq9zfDevPfNYpVdp24UYuvZwMukAEVcedtybeDzYzd+BRUTssXOMxl4UITVcvC0&#10;wNL6O7/T7ZhqJSEcSzTQpNSXWseqIYdx4nti0S4+OEyyhlrbgHcJd52eFsVMO2xZGhrsadNQdT1+&#10;OwM/9rI9HXLYv9F5Z2dfXfWccjRmNMzrOahEOf2b/673VvALwZdnZA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rL+PEAAAA3A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90" o:spid="_x0000_s1068" style="position:absolute;left:1685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eKeMMA&#10;AADcAAAADwAAAGRycy9kb3ducmV2LnhtbERPTWvCQBC9C/6HZYReRDf2ECR1lSIKQi82lvY6Zsck&#10;NDsbdrfJ2l/fLRR6m8f7nM0umk4M5HxrWcFqmYEgrqxuuVbwdjku1iB8QNbYWSYFd/Kw204nGyy0&#10;HfmVhjLUIoWwL1BBE0JfSOmrhgz6pe2JE3ezzmBI0NVSOxxTuOnkY5bl0mDLqaHBnvYNVZ/ll1Hw&#10;rW+Hj5foTme6HnX+3lXzEL1SD7P4/AQiUAz/4j/3Saf52Qp+n0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eKeMMAAADc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w10:wrap anchorx="page" anchory="page"/>
            </v:group>
          </w:pict>
        </mc:Fallback>
      </mc:AlternateContent>
    </w:r>
    <w:r>
      <w:rPr>
        <w:noProof/>
      </w:rPr>
      <mc:AlternateContent>
        <mc:Choice Requires="wps">
          <w:drawing>
            <wp:anchor distT="36576" distB="36576" distL="36576" distR="36576" simplePos="0" relativeHeight="251670528" behindDoc="0" locked="0" layoutInCell="1" allowOverlap="1">
              <wp:simplePos x="0" y="0"/>
              <wp:positionH relativeFrom="page">
                <wp:posOffset>2785745</wp:posOffset>
              </wp:positionH>
              <wp:positionV relativeFrom="page">
                <wp:posOffset>518160</wp:posOffset>
              </wp:positionV>
              <wp:extent cx="4110355" cy="400050"/>
              <wp:effectExtent l="4445" t="3810" r="0" b="0"/>
              <wp:wrapNone/>
              <wp:docPr id="5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355" cy="400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Default="00E428B7" w:rsidP="006B6D97">
                          <w:pPr>
                            <w:widowControl w:val="0"/>
                            <w:rPr>
                              <w:rFonts w:ascii="Arial" w:hAnsi="Arial" w:cs="Arial"/>
                              <w:b/>
                              <w:bCs/>
                              <w:sz w:val="38"/>
                              <w:szCs w:val="38"/>
                            </w:rPr>
                          </w:pPr>
                          <w:r>
                            <w:rPr>
                              <w:rFonts w:ascii="Arial" w:hAnsi="Arial" w:cs="Arial"/>
                              <w:b/>
                              <w:bCs/>
                              <w:sz w:val="38"/>
                              <w:szCs w:val="38"/>
                            </w:rPr>
                            <w:t>Policy Development and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margin-left:219.35pt;margin-top:40.8pt;width:323.65pt;height:31.5pt;z-index:2516705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" filled="f" stroked="f" strokecolor="black [0]" insetpen="t">
              <v:textbox inset="2.88pt,2.88pt,2.88pt,2.88pt">
                <w:txbxContent>
                  <w:p w:rsidR="00E428B7" w:rsidRDefault="00E428B7" w:rsidP="006B6D97">
                    <w:pPr>
                      <w:widowControl w:val="0"/>
                      <w:rPr>
                        <w:rFonts w:ascii="Arial" w:hAnsi="Arial" w:cs="Arial"/>
                        <w:b/>
                        <w:bCs/>
                        <w:sz w:val="38"/>
                        <w:szCs w:val="38"/>
                      </w:rPr>
                    </w:pPr>
                    <w:r>
                      <w:rPr>
                        <w:rFonts w:ascii="Arial" w:hAnsi="Arial" w:cs="Arial"/>
                        <w:b/>
                        <w:bCs/>
                        <w:sz w:val="38"/>
                        <w:szCs w:val="38"/>
                      </w:rPr>
                      <w:t>Policy Development and Research</w:t>
                    </w:r>
                  </w:p>
                </w:txbxContent>
              </v:textbox>
              <w10:wrap anchorx="page" anchory="page"/>
            </v:shape>
          </w:pict>
        </mc:Fallback>
      </mc:AlternateContent>
    </w:r>
    <w:r w:rsidR="00E428B7" w:rsidRPr="006B6D97">
      <w:rPr>
        <w:noProof/>
      </w:rPr>
      <w:drawing>
        <wp:anchor distT="36576" distB="36576" distL="36576" distR="36576" simplePos="0" relativeHeight="251658240" behindDoc="0" locked="0" layoutInCell="1" allowOverlap="1">
          <wp:simplePos x="0" y="0"/>
          <wp:positionH relativeFrom="page">
            <wp:posOffset>611397</wp:posOffset>
          </wp:positionH>
          <wp:positionV relativeFrom="page">
            <wp:posOffset>514709</wp:posOffset>
          </wp:positionV>
          <wp:extent cx="1827003" cy="948906"/>
          <wp:effectExtent l="19050" t="0" r="0" b="0"/>
          <wp:wrapNone/>
          <wp:docPr id="4" name="Picture 119" descr="1000px-AP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1000px-APTA"/>
                  <pic:cNvPicPr>
                    <a:picLocks noChangeAspect="1" noChangeArrowheads="1"/>
                  </pic:cNvPicPr>
                </pic:nvPicPr>
                <pic:blipFill>
                  <a:blip r:embed="rId1"/>
                  <a:srcRect/>
                  <a:stretch>
                    <a:fillRect/>
                  </a:stretch>
                </pic:blipFill>
                <pic:spPr bwMode="auto">
                  <a:xfrm>
                    <a:off x="0" y="0"/>
                    <a:ext cx="1828800" cy="951230"/>
                  </a:xfrm>
                  <a:prstGeom prst="rect">
                    <a:avLst/>
                  </a:prstGeom>
                  <a:noFill/>
                  <a:ln w="9525" algn="in">
                    <a:noFill/>
                    <a:miter lim="800000"/>
                    <a:headEnd/>
                    <a:tailEnd/>
                  </a:ln>
                  <a:effec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8B7" w:rsidRDefault="002662C6">
    <w:pPr>
      <w:pStyle w:val="Header"/>
    </w:pPr>
    <w:r>
      <w:rPr>
        <w:noProof/>
      </w:rPr>
      <mc:AlternateContent>
        <mc:Choice Requires="wps">
          <w:drawing>
            <wp:anchor distT="36576" distB="36576" distL="36576" distR="36576" simplePos="0" relativeHeight="251684864" behindDoc="0" locked="0" layoutInCell="1" allowOverlap="1">
              <wp:simplePos x="0" y="0"/>
              <wp:positionH relativeFrom="page">
                <wp:posOffset>457200</wp:posOffset>
              </wp:positionH>
              <wp:positionV relativeFrom="page">
                <wp:posOffset>1947545</wp:posOffset>
              </wp:positionV>
              <wp:extent cx="6858000" cy="857250"/>
              <wp:effectExtent l="0" t="4445" r="0" b="0"/>
              <wp:wrapNone/>
              <wp:docPr id="5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Default="00E428B7" w:rsidP="006B6D97">
                          <w:pPr>
                            <w:widowControl w:val="0"/>
                            <w:spacing w:line="542" w:lineRule="exact"/>
                            <w:rPr>
                              <w:rFonts w:ascii="Palatino Linotype" w:hAnsi="Palatino Linotype"/>
                              <w:sz w:val="46"/>
                              <w:szCs w:val="46"/>
                            </w:rPr>
                          </w:pPr>
                          <w:r>
                            <w:rPr>
                              <w:rFonts w:ascii="Palatino Linotype" w:hAnsi="Palatino Linotype"/>
                              <w:i/>
                              <w:iCs/>
                              <w:color w:val="363435"/>
                              <w:sz w:val="46"/>
                              <w:szCs w:val="46"/>
                            </w:rPr>
                            <w:t>Major Headline f</w:t>
                          </w:r>
                          <w:r>
                            <w:rPr>
                              <w:rFonts w:ascii="Palatino Linotype" w:hAnsi="Palatino Linotype"/>
                              <w:i/>
                              <w:iCs/>
                              <w:color w:val="363435"/>
                              <w:spacing w:val="-8"/>
                              <w:sz w:val="46"/>
                              <w:szCs w:val="46"/>
                            </w:rPr>
                            <w:t>r</w:t>
                          </w:r>
                          <w:r>
                            <w:rPr>
                              <w:rFonts w:ascii="Palatino Linotype" w:hAnsi="Palatino Linotype"/>
                              <w:i/>
                              <w:iCs/>
                              <w:color w:val="363435"/>
                              <w:sz w:val="46"/>
                              <w:szCs w:val="46"/>
                            </w:rPr>
                            <w:t>om Policy Development &amp; Resea</w:t>
                          </w:r>
                          <w:r>
                            <w:rPr>
                              <w:rFonts w:ascii="Palatino Linotype" w:hAnsi="Palatino Linotype"/>
                              <w:i/>
                              <w:iCs/>
                              <w:color w:val="363435"/>
                              <w:spacing w:val="-9"/>
                              <w:sz w:val="46"/>
                              <w:szCs w:val="46"/>
                            </w:rPr>
                            <w:t>r</w:t>
                          </w:r>
                          <w:r>
                            <w:rPr>
                              <w:rFonts w:ascii="Palatino Linotype" w:hAnsi="Palatino Linotype"/>
                              <w:i/>
                              <w:iCs/>
                              <w:color w:val="363435"/>
                              <w:sz w:val="46"/>
                              <w:szCs w:val="46"/>
                            </w:rPr>
                            <w:t>ch:</w:t>
                          </w:r>
                        </w:p>
                        <w:p w:rsidR="00E428B7" w:rsidRDefault="00E428B7" w:rsidP="006B6D97">
                          <w:pPr>
                            <w:widowControl w:val="0"/>
                            <w:rPr>
                              <w:rFonts w:ascii="Palatino Linotype" w:hAnsi="Palatino Linotype"/>
                              <w:i/>
                              <w:iCs/>
                              <w:sz w:val="46"/>
                              <w:szCs w:val="46"/>
                            </w:rPr>
                          </w:pPr>
                          <w:r>
                            <w:rPr>
                              <w:rFonts w:ascii="Palatino Linotype" w:hAnsi="Palatino Linotype"/>
                              <w:i/>
                              <w:iCs/>
                              <w:color w:val="363435"/>
                              <w:sz w:val="46"/>
                              <w:szCs w:val="46"/>
                            </w:rPr>
                            <w:t>Ridership Levels and Commuter Benefits</w:t>
                          </w:r>
                          <w:r>
                            <w:rPr>
                              <w:rFonts w:ascii="Palatino Linotype" w:hAnsi="Palatino Linotype"/>
                              <w:i/>
                              <w:iCs/>
                              <w:color w:val="363435"/>
                              <w:spacing w:val="-6"/>
                              <w:sz w:val="46"/>
                              <w:szCs w:val="46"/>
                            </w:rPr>
                            <w:t xml:space="preserve"> </w:t>
                          </w:r>
                          <w:r>
                            <w:rPr>
                              <w:rFonts w:ascii="Palatino Linotype" w:hAnsi="Palatino Linotype"/>
                              <w:i/>
                              <w:iCs/>
                              <w:color w:val="363435"/>
                              <w:sz w:val="46"/>
                              <w:szCs w:val="46"/>
                            </w:rPr>
                            <w:t>Issues</w:t>
                          </w:r>
                          <w:r>
                            <w:rPr>
                              <w:rFonts w:ascii="Calibri" w:hAnsi="Calibri" w:cs="Calibri"/>
                              <w:sz w:val="22"/>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44" type="#_x0000_t202" style="position:absolute;margin-left:36pt;margin-top:153.35pt;width:540pt;height:67.5pt;z-index:2516848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" filled="f" stroked="f" strokecolor="black [0]" insetpen="t">
              <v:textbox inset="2.88pt,2.88pt,2.88pt,2.88pt">
                <w:txbxContent>
                  <w:p w:rsidR="00E428B7" w:rsidRDefault="00E428B7" w:rsidP="006B6D97">
                    <w:pPr>
                      <w:widowControl w:val="0"/>
                      <w:spacing w:line="542" w:lineRule="exact"/>
                      <w:rPr>
                        <w:rFonts w:ascii="Palatino Linotype" w:hAnsi="Palatino Linotype"/>
                        <w:sz w:val="46"/>
                        <w:szCs w:val="46"/>
                      </w:rPr>
                    </w:pPr>
                    <w:r>
                      <w:rPr>
                        <w:rFonts w:ascii="Palatino Linotype" w:hAnsi="Palatino Linotype"/>
                        <w:i/>
                        <w:iCs/>
                        <w:color w:val="363435"/>
                        <w:sz w:val="46"/>
                        <w:szCs w:val="46"/>
                      </w:rPr>
                      <w:t>Major Headline f</w:t>
                    </w:r>
                    <w:r>
                      <w:rPr>
                        <w:rFonts w:ascii="Palatino Linotype" w:hAnsi="Palatino Linotype"/>
                        <w:i/>
                        <w:iCs/>
                        <w:color w:val="363435"/>
                        <w:spacing w:val="-8"/>
                        <w:sz w:val="46"/>
                        <w:szCs w:val="46"/>
                      </w:rPr>
                      <w:t>r</w:t>
                    </w:r>
                    <w:r>
                      <w:rPr>
                        <w:rFonts w:ascii="Palatino Linotype" w:hAnsi="Palatino Linotype"/>
                        <w:i/>
                        <w:iCs/>
                        <w:color w:val="363435"/>
                        <w:sz w:val="46"/>
                        <w:szCs w:val="46"/>
                      </w:rPr>
                      <w:t>om Policy Development &amp; Resea</w:t>
                    </w:r>
                    <w:r>
                      <w:rPr>
                        <w:rFonts w:ascii="Palatino Linotype" w:hAnsi="Palatino Linotype"/>
                        <w:i/>
                        <w:iCs/>
                        <w:color w:val="363435"/>
                        <w:spacing w:val="-9"/>
                        <w:sz w:val="46"/>
                        <w:szCs w:val="46"/>
                      </w:rPr>
                      <w:t>r</w:t>
                    </w:r>
                    <w:r>
                      <w:rPr>
                        <w:rFonts w:ascii="Palatino Linotype" w:hAnsi="Palatino Linotype"/>
                        <w:i/>
                        <w:iCs/>
                        <w:color w:val="363435"/>
                        <w:sz w:val="46"/>
                        <w:szCs w:val="46"/>
                      </w:rPr>
                      <w:t>ch:</w:t>
                    </w:r>
                  </w:p>
                  <w:p w:rsidR="00E428B7" w:rsidRDefault="00E428B7" w:rsidP="006B6D97">
                    <w:pPr>
                      <w:widowControl w:val="0"/>
                      <w:rPr>
                        <w:rFonts w:ascii="Palatino Linotype" w:hAnsi="Palatino Linotype"/>
                        <w:i/>
                        <w:iCs/>
                        <w:sz w:val="46"/>
                        <w:szCs w:val="46"/>
                      </w:rPr>
                    </w:pPr>
                    <w:r>
                      <w:rPr>
                        <w:rFonts w:ascii="Palatino Linotype" w:hAnsi="Palatino Linotype"/>
                        <w:i/>
                        <w:iCs/>
                        <w:color w:val="363435"/>
                        <w:sz w:val="46"/>
                        <w:szCs w:val="46"/>
                      </w:rPr>
                      <w:t>Ridership Levels and Commuter Benefits</w:t>
                    </w:r>
                    <w:r>
                      <w:rPr>
                        <w:rFonts w:ascii="Palatino Linotype" w:hAnsi="Palatino Linotype"/>
                        <w:i/>
                        <w:iCs/>
                        <w:color w:val="363435"/>
                        <w:spacing w:val="-6"/>
                        <w:sz w:val="46"/>
                        <w:szCs w:val="46"/>
                      </w:rPr>
                      <w:t xml:space="preserve"> </w:t>
                    </w:r>
                    <w:r>
                      <w:rPr>
                        <w:rFonts w:ascii="Palatino Linotype" w:hAnsi="Palatino Linotype"/>
                        <w:i/>
                        <w:iCs/>
                        <w:color w:val="363435"/>
                        <w:sz w:val="46"/>
                        <w:szCs w:val="46"/>
                      </w:rPr>
                      <w:t>Issues</w:t>
                    </w:r>
                    <w:r>
                      <w:rPr>
                        <w:rFonts w:ascii="Calibri" w:hAnsi="Calibri" w:cs="Calibri"/>
                        <w:sz w:val="22"/>
                      </w:rPr>
                      <w:t xml:space="preserve"> </w:t>
                    </w:r>
                  </w:p>
                </w:txbxContent>
              </v:textbox>
              <w10:wrap anchorx="page" anchory="page"/>
            </v:shape>
          </w:pict>
        </mc:Fallback>
      </mc:AlternateContent>
    </w:r>
    <w:r>
      <w:rPr>
        <w:noProof/>
      </w:rPr>
      <mc:AlternateContent>
        <mc:Choice Requires="wps">
          <w:drawing>
            <wp:anchor distT="36576" distB="36576" distL="36576" distR="36576" simplePos="0" relativeHeight="251683840" behindDoc="0" locked="0" layoutInCell="1" allowOverlap="1">
              <wp:simplePos x="0" y="0"/>
              <wp:positionH relativeFrom="page">
                <wp:posOffset>5638800</wp:posOffset>
              </wp:positionH>
              <wp:positionV relativeFrom="page">
                <wp:posOffset>1332230</wp:posOffset>
              </wp:positionV>
              <wp:extent cx="1828800" cy="228600"/>
              <wp:effectExtent l="0" t="0" r="0" b="1270"/>
              <wp:wrapNone/>
              <wp:docPr id="5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Default="00E428B7" w:rsidP="006B6D97">
                          <w:pPr>
                            <w:widowControl w:val="0"/>
                            <w:jc w:val="right"/>
                            <w:rPr>
                              <w:rFonts w:ascii="Arial" w:hAnsi="Arial" w:cs="Arial"/>
                              <w:b/>
                              <w:bCs/>
                              <w:szCs w:val="24"/>
                            </w:rPr>
                          </w:pPr>
                          <w:r>
                            <w:rPr>
                              <w:rFonts w:ascii="Arial" w:hAnsi="Arial" w:cs="Arial"/>
                              <w:b/>
                              <w:bCs/>
                              <w:szCs w:val="24"/>
                            </w:rPr>
                            <w:t>AUGUST 2012</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45" type="#_x0000_t202" style="position:absolute;margin-left:444pt;margin-top:104.9pt;width:2in;height:18pt;z-index:2516838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" filled="f" stroked="f" strokecolor="black [0]" insetpen="t">
              <v:textbox inset="2.88pt,2.88pt,2.88pt,2.88pt">
                <w:txbxContent>
                  <w:p w:rsidR="00E428B7" w:rsidRDefault="00E428B7" w:rsidP="006B6D97">
                    <w:pPr>
                      <w:widowControl w:val="0"/>
                      <w:jc w:val="right"/>
                      <w:rPr>
                        <w:rFonts w:ascii="Arial" w:hAnsi="Arial" w:cs="Arial"/>
                        <w:b/>
                        <w:bCs/>
                        <w:szCs w:val="24"/>
                      </w:rPr>
                    </w:pPr>
                    <w:r>
                      <w:rPr>
                        <w:rFonts w:ascii="Arial" w:hAnsi="Arial" w:cs="Arial"/>
                        <w:b/>
                        <w:bCs/>
                        <w:szCs w:val="24"/>
                      </w:rPr>
                      <w:t>AUGUST 2012</w:t>
                    </w:r>
                  </w:p>
                </w:txbxContent>
              </v:textbox>
              <w10:wrap anchorx="page" anchory="page"/>
            </v:shape>
          </w:pict>
        </mc:Fallback>
      </mc:AlternateContent>
    </w:r>
    <w:r>
      <w:rPr>
        <w:noProof/>
      </w:rPr>
      <mc:AlternateContent>
        <mc:Choice Requires="wpg">
          <w:drawing>
            <wp:anchor distT="0" distB="0" distL="114300" distR="114300" simplePos="0" relativeHeight="251682816" behindDoc="1" locked="0" layoutInCell="1" allowOverlap="1">
              <wp:simplePos x="0" y="0"/>
              <wp:positionH relativeFrom="page">
                <wp:posOffset>545465</wp:posOffset>
              </wp:positionH>
              <wp:positionV relativeFrom="page">
                <wp:posOffset>1633855</wp:posOffset>
              </wp:positionV>
              <wp:extent cx="6991985" cy="97155"/>
              <wp:effectExtent l="2540" t="5080" r="6350" b="2540"/>
              <wp:wrapNone/>
              <wp:docPr id="10"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1985" cy="97155"/>
                        <a:chOff x="5989" y="7587"/>
                        <a:chExt cx="11011" cy="153"/>
                      </a:xfrm>
                    </wpg:grpSpPr>
                    <wps:wsp>
                      <wps:cNvPr id="11" name="Freeform 142"/>
                      <wps:cNvSpPr>
                        <a:spLocks/>
                      </wps:cNvSpPr>
                      <wps:spPr bwMode="auto">
                        <a:xfrm>
                          <a:off x="598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43"/>
                      <wps:cNvSpPr>
                        <a:spLocks/>
                      </wps:cNvSpPr>
                      <wps:spPr bwMode="auto">
                        <a:xfrm>
                          <a:off x="625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4"/>
                      <wps:cNvSpPr>
                        <a:spLocks/>
                      </wps:cNvSpPr>
                      <wps:spPr bwMode="auto">
                        <a:xfrm>
                          <a:off x="651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5"/>
                      <wps:cNvSpPr>
                        <a:spLocks/>
                      </wps:cNvSpPr>
                      <wps:spPr bwMode="auto">
                        <a:xfrm>
                          <a:off x="678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6"/>
                      <wps:cNvSpPr>
                        <a:spLocks/>
                      </wps:cNvSpPr>
                      <wps:spPr bwMode="auto">
                        <a:xfrm>
                          <a:off x="704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7"/>
                      <wps:cNvSpPr>
                        <a:spLocks/>
                      </wps:cNvSpPr>
                      <wps:spPr bwMode="auto">
                        <a:xfrm>
                          <a:off x="7314"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8"/>
                      <wps:cNvSpPr>
                        <a:spLocks/>
                      </wps:cNvSpPr>
                      <wps:spPr bwMode="auto">
                        <a:xfrm>
                          <a:off x="7579"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9"/>
                      <wps:cNvSpPr>
                        <a:spLocks/>
                      </wps:cNvSpPr>
                      <wps:spPr bwMode="auto">
                        <a:xfrm>
                          <a:off x="784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0"/>
                      <wps:cNvSpPr>
                        <a:spLocks/>
                      </wps:cNvSpPr>
                      <wps:spPr bwMode="auto">
                        <a:xfrm>
                          <a:off x="810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51"/>
                      <wps:cNvSpPr>
                        <a:spLocks/>
                      </wps:cNvSpPr>
                      <wps:spPr bwMode="auto">
                        <a:xfrm>
                          <a:off x="837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52"/>
                      <wps:cNvSpPr>
                        <a:spLocks/>
                      </wps:cNvSpPr>
                      <wps:spPr bwMode="auto">
                        <a:xfrm>
                          <a:off x="863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53"/>
                      <wps:cNvSpPr>
                        <a:spLocks/>
                      </wps:cNvSpPr>
                      <wps:spPr bwMode="auto">
                        <a:xfrm>
                          <a:off x="890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54"/>
                      <wps:cNvSpPr>
                        <a:spLocks/>
                      </wps:cNvSpPr>
                      <wps:spPr bwMode="auto">
                        <a:xfrm>
                          <a:off x="916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5"/>
                      <wps:cNvSpPr>
                        <a:spLocks/>
                      </wps:cNvSpPr>
                      <wps:spPr bwMode="auto">
                        <a:xfrm>
                          <a:off x="943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56"/>
                      <wps:cNvSpPr>
                        <a:spLocks/>
                      </wps:cNvSpPr>
                      <wps:spPr bwMode="auto">
                        <a:xfrm>
                          <a:off x="969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57"/>
                      <wps:cNvSpPr>
                        <a:spLocks/>
                      </wps:cNvSpPr>
                      <wps:spPr bwMode="auto">
                        <a:xfrm>
                          <a:off x="9964"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58"/>
                      <wps:cNvSpPr>
                        <a:spLocks/>
                      </wps:cNvSpPr>
                      <wps:spPr bwMode="auto">
                        <a:xfrm>
                          <a:off x="10229" y="7589"/>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9"/>
                      <wps:cNvSpPr>
                        <a:spLocks/>
                      </wps:cNvSpPr>
                      <wps:spPr bwMode="auto">
                        <a:xfrm>
                          <a:off x="10493"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0"/>
                      <wps:cNvSpPr>
                        <a:spLocks/>
                      </wps:cNvSpPr>
                      <wps:spPr bwMode="auto">
                        <a:xfrm>
                          <a:off x="10758"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61"/>
                      <wps:cNvSpPr>
                        <a:spLocks/>
                      </wps:cNvSpPr>
                      <wps:spPr bwMode="auto">
                        <a:xfrm>
                          <a:off x="11023" y="7587"/>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62"/>
                      <wps:cNvSpPr>
                        <a:spLocks/>
                      </wps:cNvSpPr>
                      <wps:spPr bwMode="auto">
                        <a:xfrm>
                          <a:off x="1128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3"/>
                      <wps:cNvSpPr>
                        <a:spLocks/>
                      </wps:cNvSpPr>
                      <wps:spPr bwMode="auto">
                        <a:xfrm>
                          <a:off x="11553" y="7590"/>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64"/>
                      <wps:cNvSpPr>
                        <a:spLocks/>
                      </wps:cNvSpPr>
                      <wps:spPr bwMode="auto">
                        <a:xfrm>
                          <a:off x="1181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65"/>
                      <wps:cNvSpPr>
                        <a:spLocks/>
                      </wps:cNvSpPr>
                      <wps:spPr bwMode="auto">
                        <a:xfrm>
                          <a:off x="12083"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66"/>
                      <wps:cNvSpPr>
                        <a:spLocks/>
                      </wps:cNvSpPr>
                      <wps:spPr bwMode="auto">
                        <a:xfrm>
                          <a:off x="12348"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67"/>
                      <wps:cNvSpPr>
                        <a:spLocks/>
                      </wps:cNvSpPr>
                      <wps:spPr bwMode="auto">
                        <a:xfrm>
                          <a:off x="12613"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68"/>
                      <wps:cNvSpPr>
                        <a:spLocks/>
                      </wps:cNvSpPr>
                      <wps:spPr bwMode="auto">
                        <a:xfrm>
                          <a:off x="1287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69"/>
                      <wps:cNvSpPr>
                        <a:spLocks/>
                      </wps:cNvSpPr>
                      <wps:spPr bwMode="auto">
                        <a:xfrm>
                          <a:off x="1314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70"/>
                      <wps:cNvSpPr>
                        <a:spLocks/>
                      </wps:cNvSpPr>
                      <wps:spPr bwMode="auto">
                        <a:xfrm>
                          <a:off x="1340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71"/>
                      <wps:cNvSpPr>
                        <a:spLocks/>
                      </wps:cNvSpPr>
                      <wps:spPr bwMode="auto">
                        <a:xfrm>
                          <a:off x="1367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72"/>
                      <wps:cNvSpPr>
                        <a:spLocks/>
                      </wps:cNvSpPr>
                      <wps:spPr bwMode="auto">
                        <a:xfrm>
                          <a:off x="1393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3"/>
                      <wps:cNvSpPr>
                        <a:spLocks/>
                      </wps:cNvSpPr>
                      <wps:spPr bwMode="auto">
                        <a:xfrm>
                          <a:off x="1420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74"/>
                      <wps:cNvSpPr>
                        <a:spLocks/>
                      </wps:cNvSpPr>
                      <wps:spPr bwMode="auto">
                        <a:xfrm>
                          <a:off x="1446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75"/>
                      <wps:cNvSpPr>
                        <a:spLocks/>
                      </wps:cNvSpPr>
                      <wps:spPr bwMode="auto">
                        <a:xfrm>
                          <a:off x="14733"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76"/>
                      <wps:cNvSpPr>
                        <a:spLocks/>
                      </wps:cNvSpPr>
                      <wps:spPr bwMode="auto">
                        <a:xfrm>
                          <a:off x="14998" y="7588"/>
                          <a:ext cx="147" cy="150"/>
                        </a:xfrm>
                        <a:custGeom>
                          <a:avLst/>
                          <a:gdLst>
                            <a:gd name="T0" fmla="*/ 40 w 147"/>
                            <a:gd name="T1" fmla="*/ 0 h 150"/>
                            <a:gd name="T2" fmla="*/ 10 w 147"/>
                            <a:gd name="T3" fmla="*/ 1 h 150"/>
                            <a:gd name="T4" fmla="*/ 1 w 147"/>
                            <a:gd name="T5" fmla="*/ 14 h 150"/>
                            <a:gd name="T6" fmla="*/ 0 w 147"/>
                            <a:gd name="T7" fmla="*/ 40 h 150"/>
                            <a:gd name="T8" fmla="*/ 0 w 147"/>
                            <a:gd name="T9" fmla="*/ 109 h 150"/>
                            <a:gd name="T10" fmla="*/ 1 w 147"/>
                            <a:gd name="T11" fmla="*/ 138 h 150"/>
                            <a:gd name="T12" fmla="*/ 14 w 147"/>
                            <a:gd name="T13" fmla="*/ 148 h 150"/>
                            <a:gd name="T14" fmla="*/ 40 w 147"/>
                            <a:gd name="T15" fmla="*/ 149 h 150"/>
                            <a:gd name="T16" fmla="*/ 107 w 147"/>
                            <a:gd name="T17" fmla="*/ 149 h 150"/>
                            <a:gd name="T18" fmla="*/ 136 w 147"/>
                            <a:gd name="T19" fmla="*/ 148 h 150"/>
                            <a:gd name="T20" fmla="*/ 146 w 147"/>
                            <a:gd name="T21" fmla="*/ 135 h 150"/>
                            <a:gd name="T22" fmla="*/ 147 w 147"/>
                            <a:gd name="T23" fmla="*/ 109 h 150"/>
                            <a:gd name="T24" fmla="*/ 147 w 147"/>
                            <a:gd name="T25" fmla="*/ 40 h 150"/>
                            <a:gd name="T26" fmla="*/ 145 w 147"/>
                            <a:gd name="T27" fmla="*/ 10 h 150"/>
                            <a:gd name="T28" fmla="*/ 133 w 147"/>
                            <a:gd name="T29" fmla="*/ 1 h 150"/>
                            <a:gd name="T30" fmla="*/ 107 w 147"/>
                            <a:gd name="T31" fmla="*/ 0 h 150"/>
                            <a:gd name="T32" fmla="*/ 40 w 147"/>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7"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77"/>
                      <wps:cNvSpPr>
                        <a:spLocks/>
                      </wps:cNvSpPr>
                      <wps:spPr bwMode="auto">
                        <a:xfrm>
                          <a:off x="1526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78"/>
                      <wps:cNvSpPr>
                        <a:spLocks/>
                      </wps:cNvSpPr>
                      <wps:spPr bwMode="auto">
                        <a:xfrm>
                          <a:off x="15527"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9"/>
                      <wps:cNvSpPr>
                        <a:spLocks/>
                      </wps:cNvSpPr>
                      <wps:spPr bwMode="auto">
                        <a:xfrm>
                          <a:off x="15792"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0"/>
                      <wps:cNvSpPr>
                        <a:spLocks/>
                      </wps:cNvSpPr>
                      <wps:spPr bwMode="auto">
                        <a:xfrm>
                          <a:off x="16057" y="7589"/>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81"/>
                      <wps:cNvSpPr>
                        <a:spLocks/>
                      </wps:cNvSpPr>
                      <wps:spPr bwMode="auto">
                        <a:xfrm>
                          <a:off x="1632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82"/>
                      <wps:cNvSpPr>
                        <a:spLocks/>
                      </wps:cNvSpPr>
                      <wps:spPr bwMode="auto">
                        <a:xfrm>
                          <a:off x="16587"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83"/>
                      <wps:cNvSpPr>
                        <a:spLocks/>
                      </wps:cNvSpPr>
                      <wps:spPr bwMode="auto">
                        <a:xfrm>
                          <a:off x="16852" y="7588"/>
                          <a:ext cx="148" cy="150"/>
                        </a:xfrm>
                        <a:custGeom>
                          <a:avLst/>
                          <a:gdLst>
                            <a:gd name="T0" fmla="*/ 40 w 148"/>
                            <a:gd name="T1" fmla="*/ 0 h 150"/>
                            <a:gd name="T2" fmla="*/ 10 w 148"/>
                            <a:gd name="T3" fmla="*/ 1 h 150"/>
                            <a:gd name="T4" fmla="*/ 1 w 148"/>
                            <a:gd name="T5" fmla="*/ 14 h 150"/>
                            <a:gd name="T6" fmla="*/ 0 w 148"/>
                            <a:gd name="T7" fmla="*/ 40 h 150"/>
                            <a:gd name="T8" fmla="*/ 0 w 148"/>
                            <a:gd name="T9" fmla="*/ 109 h 150"/>
                            <a:gd name="T10" fmla="*/ 1 w 148"/>
                            <a:gd name="T11" fmla="*/ 138 h 150"/>
                            <a:gd name="T12" fmla="*/ 14 w 148"/>
                            <a:gd name="T13" fmla="*/ 148 h 150"/>
                            <a:gd name="T14" fmla="*/ 40 w 148"/>
                            <a:gd name="T15" fmla="*/ 149 h 150"/>
                            <a:gd name="T16" fmla="*/ 107 w 148"/>
                            <a:gd name="T17" fmla="*/ 149 h 150"/>
                            <a:gd name="T18" fmla="*/ 136 w 148"/>
                            <a:gd name="T19" fmla="*/ 148 h 150"/>
                            <a:gd name="T20" fmla="*/ 146 w 148"/>
                            <a:gd name="T21" fmla="*/ 135 h 150"/>
                            <a:gd name="T22" fmla="*/ 147 w 148"/>
                            <a:gd name="T23" fmla="*/ 109 h 150"/>
                            <a:gd name="T24" fmla="*/ 147 w 148"/>
                            <a:gd name="T25" fmla="*/ 40 h 150"/>
                            <a:gd name="T26" fmla="*/ 145 w 148"/>
                            <a:gd name="T27" fmla="*/ 10 h 150"/>
                            <a:gd name="T28" fmla="*/ 133 w 148"/>
                            <a:gd name="T29" fmla="*/ 1 h 150"/>
                            <a:gd name="T30" fmla="*/ 107 w 148"/>
                            <a:gd name="T31" fmla="*/ 0 h 150"/>
                            <a:gd name="T32" fmla="*/ 40 w 148"/>
                            <a:gd name="T33"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8" h="150">
                              <a:moveTo>
                                <a:pt x="40" y="0"/>
                              </a:moveTo>
                              <a:lnTo>
                                <a:pt x="10" y="1"/>
                              </a:lnTo>
                              <a:lnTo>
                                <a:pt x="1" y="14"/>
                              </a:lnTo>
                              <a:lnTo>
                                <a:pt x="0" y="40"/>
                              </a:lnTo>
                              <a:lnTo>
                                <a:pt x="0" y="109"/>
                              </a:lnTo>
                              <a:lnTo>
                                <a:pt x="1" y="138"/>
                              </a:lnTo>
                              <a:lnTo>
                                <a:pt x="14" y="148"/>
                              </a:lnTo>
                              <a:lnTo>
                                <a:pt x="40" y="149"/>
                              </a:lnTo>
                              <a:lnTo>
                                <a:pt x="107" y="149"/>
                              </a:lnTo>
                              <a:lnTo>
                                <a:pt x="136" y="148"/>
                              </a:lnTo>
                              <a:lnTo>
                                <a:pt x="146" y="135"/>
                              </a:lnTo>
                              <a:lnTo>
                                <a:pt x="147" y="109"/>
                              </a:lnTo>
                              <a:lnTo>
                                <a:pt x="147" y="40"/>
                              </a:lnTo>
                              <a:lnTo>
                                <a:pt x="145" y="10"/>
                              </a:lnTo>
                              <a:lnTo>
                                <a:pt x="133" y="1"/>
                              </a:lnTo>
                              <a:lnTo>
                                <a:pt x="107" y="0"/>
                              </a:lnTo>
                              <a:lnTo>
                                <a:pt x="40" y="0"/>
                              </a:lnTo>
                              <a:close/>
                            </a:path>
                          </a:pathLst>
                        </a:custGeom>
                        <a:solidFill>
                          <a:srgbClr val="E1EC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F086C" id="Group 141" o:spid="_x0000_s1026" style="position:absolute;margin-left:42.95pt;margin-top:128.65pt;width:550.55pt;height:7.65pt;z-index:-251633664;mso-position-horizontal-relative:page;mso-position-vertical-relative:page" coordorigin="5989,7587" coordsize="1101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">
              <v:shape id="Freeform 142" o:spid="_x0000_s1027" style="position:absolute;left:598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p5MAA&#10;AADbAAAADwAAAGRycy9kb3ducmV2LnhtbERPTYvCMBC9L/gfwgheljXVgyzVKCIKgpfVFb3ONmNb&#10;bCYliZr11xtB8DaP9zmTWTSNuJLztWUFg34GgriwuuZSwf539fUNwgdkjY1lUvBPHmbTzscEc21v&#10;vKXrLpQihbDPUUEVQptL6YuKDPq+bYkTd7LOYEjQlVI7vKVw08hhlo2kwZpTQ4UtLSoqzruLUXDX&#10;p+VxE936h/5WenRois8QvVK9bpyPQQSK4S1+udc6zR/A85d0gJ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Sp5MAAAADbAAAADwAAAAAAAAAAAAAAAACYAgAAZHJzL2Rvd25y&#10;ZXYueG1sUEsFBgAAAAAEAAQA9QAAAIU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3" o:spid="_x0000_s1028" style="position:absolute;left:625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3k8IA&#10;AADbAAAADwAAAGRycy9kb3ducmV2LnhtbERPTWvCQBC9F/wPyxR6KbppDqGkriJFQejFpmKvY3ZM&#10;gtnZsLs1q7/eLRR6m8f7nPkyml5cyPnOsoKXWQaCuLa640bB/mszfQXhA7LG3jIpuJKH5WLyMMdS&#10;25E/6VKFRqQQ9iUqaEMYSil93ZJBP7MDceJO1hkMCbpGaodjCje9zLOskAY7Tg0tDvTeUn2ufoyC&#10;mz6tvz+i2+7ouNHFoa+fQ/RKPT3G1RuIQDH8i//cW53m5/D7Szp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hjeT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4" o:spid="_x0000_s1029" style="position:absolute;left:651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SCMEA&#10;AADbAAAADwAAAGRycy9kb3ducmV2LnhtbERPS2sCMRC+C/0PYQq9SDdrBSlboxRRELz4or1ON+Pu&#10;0s1kSaJGf70RBG/z8T1nPI2mFSdyvrGsYJDlIIhLqxuuFOx3i/dPED4ga2wtk4ILeZhOXnpjLLQ9&#10;84ZO21CJFMK+QAV1CF0hpS9rMugz2xEn7mCdwZCgq6R2eE7hppUfeT6SBhtODTV2NKup/N8ejYKr&#10;Psx/V9Et1/S30KOftuyH6JV6e43fXyACxfAUP9xLneYP4f5LOkBO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Kkgj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5" o:spid="_x0000_s1030" style="position:absolute;left:678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MKfMEA&#10;AADbAAAADwAAAGRycy9kb3ducmV2LnhtbERPS2sCMRC+C/0PYQq9SDdrESlboxRRELz4or1ON+Pu&#10;0s1kSaJGf70RBG/z8T1nPI2mFSdyvrGsYJDlIIhLqxuuFOx3i/dPED4ga2wtk4ILeZhOXnpjLLQ9&#10;84ZO21CJFMK+QAV1CF0hpS9rMugz2xEn7mCdwZCgq6R2eE7hppUfeT6SBhtODTV2NKup/N8ejYKr&#10;Psx/V9Et1/S30KOftuyH6JV6e43fXyACxfAUP9xLneYP4f5LOkBO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jCnz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6" o:spid="_x0000_s1031" style="position:absolute;left:704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58EA&#10;AADbAAAADwAAAGRycy9kb3ducmV2LnhtbERPS2sCMRC+C/0PYQq9SDdrQSlboxRRELz4or1ON+Pu&#10;0s1kSaJGf70RBG/z8T1nPI2mFSdyvrGsYJDlIIhLqxuuFOx3i/dPED4ga2wtk4ILeZhOXnpjLLQ9&#10;84ZO21CJFMK+QAV1CF0hpS9rMugz2xEn7mCdwZCgq6R2eE7hppUfeT6SBhtODTV2NKup/N8ejYKr&#10;Psx/V9Et1/S30KOftuyH6JV6e43fXyACxfAUP9xLneYP4f5LOkBO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vr+f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7" o:spid="_x0000_s1032" style="position:absolute;left:7314;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xkMEA&#10;AADbAAAADwAAAGRycy9kb3ducmV2LnhtbERPTWsCMRC9C/0PYQq9iGbbwyKr2UWkgtCLVdHruBl3&#10;FzeTJUk19tc3hUJv83ifs6ii6cWNnO8sK3idZiCIa6s7bhQc9uvJDIQPyBp7y6TgQR6q8mm0wELb&#10;O3/SbRcakULYF6igDWEopPR1Swb91A7EibtYZzAk6BqpHd5TuOnlW5bl0mDHqaHFgVYt1dfdl1Hw&#10;rS/vp4/oNls6r3V+7OtxiF6pl+e4nIMIFMO/+M+90Wl+Dr+/pANk+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9MZD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8" o:spid="_x0000_s1033" style="position:absolute;left:7579;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UC8EA&#10;AADbAAAADwAAAGRycy9kb3ducmV2LnhtbERPS2sCMRC+C/0PYQq9SDdrD1q2RimiIHjxRXudbsbd&#10;pZvJkkSN/nojCN7m43vOeBpNK07kfGNZwSDLQRCXVjdcKdjvFu+fIHxA1thaJgUX8jCdvPTGWGh7&#10;5g2dtqESKYR9gQrqELpCSl/WZNBntiNO3ME6gyFBV0nt8JzCTSs/8nwoDTacGmrsaFZT+b89GgVX&#10;fZj/rqJbrulvoYc/bdkP0Sv19hq/v0AEiuEpfriXOs0fwf2XdIC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xlAv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49" o:spid="_x0000_s1034" style="position:absolute;left:784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DsOsQA&#10;AADbAAAADwAAAGRycy9kb3ducmV2LnhtbESPQU/DMAyF70j8h8hIu7GUTUxQlk1sE2LajYGQuFmN&#10;aUobp0vCWv49PiBxs/We3/u8XI++U2eKqQls4GZagCKugm24NvD2+nR9ByplZItdYDLwQwnWq8uL&#10;JZY2DPxC52OulYRwKtGAy7kvtU6VI49pGnpi0T5D9JhljbW2EQcJ952eFcVCe2xYGhz2tHVUtcdv&#10;b6CNfrffhO7e4enj9vA83w3v7Zcxk6vx8QFUpjH/m/+u91bwBVZ+kQH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g7Dr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0" o:spid="_x0000_s1035" style="position:absolute;left:810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JocIA&#10;AADbAAAADwAAAGRycy9kb3ducmV2LnhtbERPTWsCMRC9C/6HMAVvmm2lpa5GsYpUeqstBW/DZrrZ&#10;7mayJtFd/70pFHqbx/ucxaq3jbiQD5VjBfeTDARx4XTFpYLPj934GUSIyBobx6TgSgFWy+Fggbl2&#10;Hb/T5RBLkUI45KjAxNjmUobCkMUwcS1x4r6dtxgT9KXUHrsUbhv5kGVP0mLFqcFgSxtDRX04WwW1&#10;t9v9i2tmBk/Hx7fX6bb7qn+UGt316zmISH38F/+59zrNn8HvL+kA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Emh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1" o:spid="_x0000_s1036" style="position:absolute;left:837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oqgcIA&#10;AADbAAAADwAAAGRycy9kb3ducmV2LnhtbERPy2oCMRTdF/oP4Rbc1UyVFh2NohWpdOcDwd1lcp1M&#10;Z3IzTaIz/ftmUejycN7zZW8bcScfKscKXoYZCOLC6YpLBafj9nkCIkRkjY1jUvBDAZaLx4c55tp1&#10;vKf7IZYihXDIUYGJsc2lDIUhi2HoWuLEXZ23GBP0pdQeuxRuGznKsjdpseLUYLCld0NFfbhZBbW3&#10;m93aNVOD35fXz4/xpjvXX0oNnvrVDESkPv6L/9w7rWCU1qcv6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iqB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2" o:spid="_x0000_s1037" style="position:absolute;left:863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PGsQA&#10;AADbAAAADwAAAGRycy9kb3ducmV2LnhtbESPQWsCMRSE74X+h/AKvdWsFovdGqVViuJNWwq9PTbP&#10;zbqblzVJ3fXfG6HgcZiZb5jpvLeNOJEPlWMFw0EGgrhwuuJSwffX59MERIjIGhvHpOBMAeaz+7sp&#10;5tp1vKXTLpYiQTjkqMDE2OZShsKQxTBwLXHy9s5bjEn6UmqPXYLbRo6y7EVarDgtGGxpYaiod39W&#10;Qe3tcv3hmleDx9/xZvW87H7qg1KPD/37G4hIfbyF/9trrWA0hOuX9APk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2jxr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3" o:spid="_x0000_s1038" style="position:absolute;left:890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QRbcUA&#10;AADbAAAADwAAAGRycy9kb3ducmV2LnhtbESPT0sDMRTE70K/Q3gFbzbriqJr09I/iKW3VhG8PTbP&#10;zbqbl20Su9tv3xSEHoeZ+Q0znQ+2FUfyoXas4H6SgSAuna65UvD58Xb3DCJEZI2tY1JwogDz2ehm&#10;ioV2Pe/ouI+VSBAOBSowMXaFlKE0ZDFMXEecvB/nLcYkfSW1xz7BbSvzLHuSFmtOCwY7Whkqm/2f&#10;VdB4u94sXfti8PD9uH1/WPdfza9St+Nh8Qoi0hCv4f/2RivIc7h8ST9Az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pBFt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4" o:spid="_x0000_s1039" style="position:absolute;left:916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09sQA&#10;AADbAAAADwAAAGRycy9kb3ducmV2LnhtbESPQWsCMRSE74L/ITyhN82qtLRbo9iKVLxpS6G3x+Z1&#10;s93NyzaJ7vrvjVDocZiZb5jFqreNOJMPlWMF00kGgrhwuuJSwcf7dvwIIkRkjY1jUnChAKvlcLDA&#10;XLuOD3Q+xlIkCIccFZgY21zKUBiyGCauJU7et/MWY5K+lNpjl+C2kbMse5AWK04LBlt6NVTUx5NV&#10;UHu72b245sng79f9/m2+6T7rH6XuRv36GUSkPv6H/9o7rWA2h9uX9AP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otPb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5" o:spid="_x0000_s1040" style="position:absolute;left:943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EsgsUA&#10;AADbAAAADwAAAGRycy9kb3ducmV2LnhtbESPT0sDMRTE70K/Q3gFbzbbqqWuTUtrEUtv/UPB22Pz&#10;3Gx387Imsbt+eyMIHoeZ+Q0zX/a2EVfyoXKsYDzKQBAXTldcKjgdX+9mIEJE1tg4JgXfFGC5GNzM&#10;Mdeu4z1dD7EUCcIhRwUmxjaXMhSGLIaRa4mT9+G8xZikL6X22CW4beQky6bSYsVpwWBLL4aK+vBl&#10;FdTebrZr1zwZ/Hx/3L3db7pzfVHqdtivnkFE6uN/+K+91QomD/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ASyC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6" o:spid="_x0000_s1041" style="position:absolute;left:969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2JGcQA&#10;AADbAAAADwAAAGRycy9kb3ducmV2LnhtbESPQWsCMRSE74X+h/CE3mpWxVJXo7SKKL1pi+DtsXnd&#10;bHfzsk1Sd/33plDocZiZb5jFqreNuJAPlWMFo2EGgrhwuuJSwcf79vEZRIjIGhvHpOBKAVbL+7sF&#10;5tp1fKDLMZYiQTjkqMDE2OZShsKQxTB0LXHyPp23GJP0pdQeuwS3jRxn2ZO0WHFaMNjS2lBRH3+s&#10;gtrbzf7VNTOD3+fp226y6U71l1IPg/5lDiJSH//Df+29VjCewu+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NiRn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7" o:spid="_x0000_s1042" style="position:absolute;left:9964;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8XbsQA&#10;AADbAAAADwAAAGRycy9kb3ducmV2LnhtbESPQWsCMRSE74X+h/CE3mpWpVJXo7SKKN60RfD22Lxu&#10;trt52Sapu/33TUHocZiZb5jFqreNuJIPlWMFo2EGgrhwuuJSwfvb9vEZRIjIGhvHpOCHAqyW93cL&#10;zLXr+EjXUyxFgnDIUYGJsc2lDIUhi2HoWuLkfThvMSbpS6k9dgluGznOsqm0WHFaMNjS2lBRn76t&#10;gtrbzf7VNTODX5enw26y6c71p1IPg/5lDiJSH//Dt/ZeKxhP4e9L+g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fF27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8" o:spid="_x0000_s1043" style="position:absolute;left:10229;top:7589;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y9cUA&#10;AADbAAAADwAAAGRycy9kb3ducmV2LnhtbESPT0sDMRTE70K/Q3gFbzbbirauTUtrEUtv/UPB22Pz&#10;3Gx387Imsbt+eyMIHoeZ+Q0zX/a2EVfyoXKsYDzKQBAXTldcKjgdX+9mIEJE1tg4JgXfFGC5GNzM&#10;Mdeu4z1dD7EUCcIhRwUmxjaXMhSGLIaRa4mT9+G8xZikL6X22CW4beQkyx6lxYrTgsGWXgwV9eHL&#10;Kqi93WzXrnky+Pn+sHu733Tn+qLU7bBfPYOI1Mf/8F97qxVMpv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07L1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59" o:spid="_x0000_s1044" style="position:absolute;left:10493;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LKxMEA&#10;AADbAAAADwAAAGRycy9kb3ducmV2LnhtbERPy2oCMRTdF/yHcIVuipPRhZTRKKUoCG6sFd3eTu48&#10;6ORmSOJM6tc3i0KXh/Neb6PpxEDOt5YVzLMcBHFpdcu1gsvnfvYKwgdkjZ1lUvBDHrabydMaC21H&#10;/qDhHGqRQtgXqKAJoS+k9GVDBn1me+LEVdYZDAm6WmqHYwo3nVzk+VIabDk1NNjTe0Pl9/luFDx0&#10;tbsdozuc6Guvl9eufAnRK/U8jW8rEIFi+Bf/uQ9awSKNTV/SD5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CysT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0" o:spid="_x0000_s1045" style="position:absolute;left:10758;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vX8QA&#10;AADbAAAADwAAAGRycy9kb3ducmV2LnhtbESPQWsCMRSE74X+h/AKvRQ3Ww/SrmaXUioIXqwWvT43&#10;z93FzcuSpBr99Y0g9DjMzDfMrIqmFydyvrOs4DXLQRDXVnfcKPjZzEdvIHxA1thbJgUX8lCVjw8z&#10;LLQ98zed1qERCcK+QAVtCEMhpa9bMugzOxAn72CdwZCka6R2eE5w08txnk+kwY7TQosDfbZUH9e/&#10;RsFVH752y+gWK9rP9WTb1y8heqWen+LHFESgGP7D9/ZCKxi/w+1L+gGy/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Ob1/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1" o:spid="_x0000_s1046" style="position:absolute;left:11023;top:7587;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QH8EA&#10;AADbAAAADwAAAGRycy9kb3ducmV2LnhtbERPz2vCMBS+D/wfwhN2GZpuA5FqFJEJhV22Knp9Ns+2&#10;2LyUJGuz/fXLYbDjx/d7vY2mEwM531pW8DzPQBBXVrdcKzgdD7MlCB+QNXaWScE3edhuJg9rzLUd&#10;+ZOGMtQihbDPUUETQp9L6auGDPq57YkTd7POYEjQ1VI7HFO46eRLli2kwZZTQ4M97Ruq7uWXUfCj&#10;b2+X9+iKD7oe9OLcVU8heqUep3G3AhEohn/xn7vQCl7T+vQl/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tUB/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2" o:spid="_x0000_s1047" style="position:absolute;left:1128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Nr88MA&#10;AADbAAAADwAAAGRycy9kb3ducmV2LnhtbESPQWsCMRSE70L/Q3iFXsTNqiBlNUopCkIvVoten5vn&#10;7uLmZUlSTf31piB4HGbmG2a2iKYVF3K+saxgmOUgiEurG64U/OxWg3cQPiBrbC2Tgj/ysJi/9GZY&#10;aHvlb7psQyUShH2BCuoQukJKX9Zk0Ge2I07eyTqDIUlXSe3wmuCmlaM8n0iDDaeFGjv6rKk8b3+N&#10;gps+LQ9f0a03dFzpyb4t+yF6pd5e48cURKAYnuFHe60VjEfw/y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Nr88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3" o:spid="_x0000_s1048" style="position:absolute;left:11553;top:7590;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aMQA&#10;AADbAAAADwAAAGRycy9kb3ducmV2LnhtbESPQWsCMRSE70L/Q3iFXoqbVUHK1uxSioLQi9XSXp+b&#10;5+7SzcuSRI3+elMoeBxm5htmUUXTixM531lWMMlyEMS11R03Cr52q/ELCB+QNfaWScGFPFTlw2iB&#10;hbZn/qTTNjQiQdgXqKANYSik9HVLBn1mB+LkHawzGJJ0jdQOzwluejnN87k02HFaaHGg95bq3+3R&#10;KLjqw/LnI7r1hvYrPf/u6+cQvVJPj/HtFUSgGO7h//ZaK5jN4O9L+gGy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zmj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4" o:spid="_x0000_s1049" style="position:absolute;left:1181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ZWHMQA&#10;AADbAAAADwAAAGRycy9kb3ducmV2LnhtbESPW2sCMRSE3wv+h3CEvhTNWouU7UYRqSD0pV6or6eb&#10;sxfcnCxJqqm/vhEKPg4z8w1TLKLpxJmcby0rmIwzEMSl1S3XCg779egVhA/IGjvLpOCXPCzmg4cC&#10;c20vvKXzLtQiQdjnqKAJoc+l9GVDBv3Y9sTJq6wzGJJ0tdQOLwluOvmcZTNpsOW00GBPq4bK0+7H&#10;KLjq6v34Ed3mk77XevbVlU8heqUeh3H5BiJQDPfwf3ujFUxf4PYl/Q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WVhz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5" o:spid="_x0000_s1050" style="position:absolute;left:12083;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rzh8QA&#10;AADbAAAADwAAAGRycy9kb3ducmV2LnhtbESPW2sCMRSE3wv+h3CEvhTNWqmU7UYRqSD0pV6or6eb&#10;sxfcnCxJqqm/vhEKPg4z8w1TLKLpxJmcby0rmIwzEMSl1S3XCg779egVhA/IGjvLpOCXPCzmg4cC&#10;c20vvKXzLtQiQdjnqKAJoc+l9GVDBv3Y9sTJq6wzGJJ0tdQOLwluOvmcZTNpsOW00GBPq4bK0+7H&#10;KLjq6v34Ed3mk77XevbVlU8heqUeh3H5BiJQDPfwf3ujFUxf4PYl/Q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a84f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6" o:spid="_x0000_s1051" style="position:absolute;left:12348;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t8MMA&#10;AADbAAAADwAAAGRycy9kb3ducmV2LnhtbESPT2sCMRTE74V+h/AKXopmVVjKahQpFYRe/Ee9PjfP&#10;3cXNy5JETf30Rij0OMzMb5jpPJpWXMn5xrKC4SADQVxa3XClYL9b9j9A+ICssbVMCn7Jw3z2+jLF&#10;Qtsbb+i6DZVIEPYFKqhD6AopfVmTQT+wHXHyTtYZDEm6SmqHtwQ3rRxlWS4NNpwWauzos6byvL0Y&#10;BXd9+jp8R7da03Gp85+2fA/RK9V7i4sJiEAx/If/2iutYJzD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ht8M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7" o:spid="_x0000_s1052" style="position:absolute;left:12613;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Ia8QA&#10;AADbAAAADwAAAGRycy9kb3ducmV2LnhtbESPT2sCMRTE74LfITzBi2i2FVS2ZqWUCoKXVsVeXzdv&#10;/9DNy5KkGvvpm0LB4zAzv2HWm2g6cSHnW8sKHmYZCOLS6pZrBafjdroC4QOyxs4yKbiRh00xHKwx&#10;1/bK73Q5hFokCPscFTQh9LmUvmzIoJ/Znjh5lXUGQ5KultrhNcFNJx+zbCENtpwWGuzppaHy6/Bt&#10;FPzo6vVjH93ujT63enHuykmIXqnxKD4/gQgUwz38395pBfMl/H1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EyGv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8" o:spid="_x0000_s1053" style="position:absolute;left:1287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WwWsIA&#10;AADbAAAADwAAAGRycy9kb3ducmV2LnhtbERPy2oCMRTdF/oP4Ra6q5lWWnQ0ilak0p0PBHeXyXUy&#10;ncnNNInO+PdmUejycN7TeW8bcSUfKscKXgcZCOLC6YpLBYf9+mUEIkRkjY1jUnCjAPPZ48MUc+06&#10;3tJ1F0uRQjjkqMDE2OZShsKQxTBwLXHizs5bjAn6UmqPXQq3jXzLsg9pseLUYLClT0NFvbtYBbW3&#10;q83SNWODv6f376/hqjvWP0o9P/WLCYhIffwX/7k3WsEwjU1f0g+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lbBa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69" o:spid="_x0000_s1054" style="position:absolute;left:1314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VwcQA&#10;AADbAAAADwAAAGRycy9kb3ducmV2LnhtbESPQWsCMRSE7wX/Q3iCt5pVaalbo7SKVHrTlkJvj83r&#10;Zt3Ny5pEd/33plDocZiZb5jFqreNuJAPlWMFk3EGgrhwuuJSwefH9v4JRIjIGhvHpOBKAVbLwd0C&#10;c+063tPlEEuRIBxyVGBibHMpQ2HIYhi7ljh5P85bjEn6UmqPXYLbRk6z7FFarDgtGGxpbaioD2er&#10;oPZ2s3t1zdzg6fvh/W226b7qo1KjYf/yDCJSH//Df+2dVjCbw++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ZFcH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0" o:spid="_x0000_s1055" style="position:absolute;left:1340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XPIcIA&#10;AADbAAAADwAAAGRycy9kb3ducmV2LnhtbERPz0/CMBS+m/A/NI/Em3QqGBgUohIi4SYQEm4v62Od&#10;W19nW9n87+nBxOOX7/di1dtGXMmHyrGCx1EGgrhwuuJSwfGweZiCCBFZY+OYFPxSgNVycLfAXLuO&#10;P+m6j6VIIRxyVGBibHMpQ2HIYhi5ljhxF+ctxgR9KbXHLoXbRj5l2Yu0WHFqMNjSu6Gi3v9YBbW3&#10;6+2ba2YGv8+T3cfzujvVX0rdD/vXOYhIffwX/7m3WsE4rU9f0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5c8hwgAAANsAAAAPAAAAAAAAAAAAAAAAAJgCAABkcnMvZG93&#10;bnJldi54bWxQSwUGAAAAAAQABAD1AAAAhw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1" o:spid="_x0000_s1056" style="position:absolute;left:1367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qusUA&#10;AADbAAAADwAAAGRycy9kb3ducmV2LnhtbESPT2sCMRTE7wW/Q3hCbzVr/0hdjWKVUvGmLQVvj81z&#10;s+7mZU1Sd/vtm0Khx2FmfsPMl71txJV8qBwrGI8yEMSF0xWXCj7eX++eQYSIrLFxTAq+KcByMbiZ&#10;Y65dx3u6HmIpEoRDjgpMjG0uZSgMWQwj1xIn7+S8xZikL6X22CW4beR9lk2kxYrTgsGW1oaK+vBl&#10;FdTebrYvrpkavByfdm8Pm+6zPit1O+xXMxCR+vgf/mtvtYLHMfx+S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Wq6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2" o:spid="_x0000_s1057" style="position:absolute;left:1393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0zcUA&#10;AADbAAAADwAAAGRycy9kb3ducmV2LnhtbESPT0sDMRTE70K/Q3gFbzbbqqWuTUtrEUtv/UPB22Pz&#10;3Gx387Imsbt+eyMIHoeZ+Q0zX/a2EVfyoXKsYDzKQBAXTldcKjgdX+9mIEJE1tg4JgXfFGC5GNzM&#10;Mdeu4z1dD7EUCcIhRwUmxjaXMhSGLIaRa4mT9+G8xZikL6X22CW4beQky6bSYsVpwWBLL4aK+vBl&#10;FdTebrZr1zwZ/Hx/3L3db7pzfVHqdtivnkFE6uN/+K+91QoeJv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TN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3" o:spid="_x0000_s1058" style="position:absolute;left:1420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RVsUA&#10;AADbAAAADwAAAGRycy9kb3ducmV2LnhtbESPQWsCMRSE7wX/Q3hCbzWrttJujaKVUvGmLYXeHpvX&#10;zbqblzVJ3fXfm0Khx2FmvmHmy9424kw+VI4VjEcZCOLC6YpLBR/vr3ePIEJE1tg4JgUXCrBcDG7m&#10;mGvX8Z7Oh1iKBOGQowITY5tLGQpDFsPItcTJ+3beYkzSl1J77BLcNnKSZTNpseK0YLClF0NFffix&#10;CmpvN9u1a54Mnr4edm/TTfdZH5W6HfarZxCR+vgf/mtvtYL7Kfx+S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N1FW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4" o:spid="_x0000_s1059" style="position:absolute;left:1446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7JIsUA&#10;AADbAAAADwAAAGRycy9kb3ducmV2LnhtbESPQWsCMRSE7wX/Q3hCbzXbaqWuRqlKqXjTloK3x+a5&#10;2e7mZU1Sd/vvm0Khx2FmvmEWq9424ko+VI4V3I8yEMSF0xWXCt7fXu6eQISIrLFxTAq+KcBqObhZ&#10;YK5dxwe6HmMpEoRDjgpMjG0uZSgMWQwj1xIn7+y8xZikL6X22CW4beRDlk2lxYrTgsGWNoaK+vhl&#10;FdTebndr18wMXk6P+9fxtvuoP5W6HfbPcxCR+vgf/mvvtILJBH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3ski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5" o:spid="_x0000_s1060" style="position:absolute;left:14733;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sucUA&#10;AADbAAAADwAAAGRycy9kb3ducmV2LnhtbESPQWsCMRSE7wX/Q3hCbzVrrVJXo7RKqXjTloK3x+a5&#10;WXfzsk1Sd/vvm0Khx2FmvmGW69424ko+VI4VjEcZCOLC6YpLBe9vL3ePIEJE1tg4JgXfFGC9Gtws&#10;Mdeu4wNdj7EUCcIhRwUmxjaXMhSGLIaRa4mTd3beYkzSl1J77BLcNvI+y2bSYsVpwWBLG0NFffyy&#10;Cmpvt7tn18wNfp6m+9fJtvuoL0rdDvunBYhIffwP/7V3WsHDFH6/p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kmy5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6" o:spid="_x0000_s1061" style="position:absolute;left:14998;top:7588;width:147;height:150;visibility:visible;mso-wrap-style:square;v-text-anchor:top" coordsize="14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yzsUA&#10;AADbAAAADwAAAGRycy9kb3ducmV2LnhtbESPQWsCMRSE7wX/Q3hCbzVrbaWuRmmVUvGmLQVvj81z&#10;s+7mZZuk7vbfN4WCx2FmvmEWq9424kI+VI4VjEcZCOLC6YpLBR/vr3dPIEJE1tg4JgU/FGC1HNws&#10;MNeu4z1dDrEUCcIhRwUmxjaXMhSGLIaRa4mTd3LeYkzSl1J77BLcNvI+y6bSYsVpwWBLa0NFffi2&#10;CmpvN9sX18wMfh0fd2+TTfdZn5W6HfbPcxCR+ngN/7e3WsHD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QPLOxQAAANsAAAAPAAAAAAAAAAAAAAAAAJgCAABkcnMv&#10;ZG93bnJldi54bWxQSwUGAAAAAAQABAD1AAAAigM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7" o:spid="_x0000_s1062" style="position:absolute;left:1526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K7FsQA&#10;AADbAAAADwAAAGRycy9kb3ducmV2LnhtbESPT2sCMRTE74LfITzBi2i2RVS2ZqWUCoKXVsVeXzdv&#10;/9DNy5KkGvvpm0LB4zAzv2HWm2g6cSHnW8sKHmYZCOLS6pZrBafjdroC4QOyxs4yKbiRh00xHKwx&#10;1/bK73Q5hFokCPscFTQh9LmUvmzIoJ/Znjh5lXUGQ5KultrhNcFNJx+zbCENtpwWGuzppaHy6/Bt&#10;FPzo6vVjH93ujT63enHuykmIXqnxKD4/gQgUwz38395pBfMl/H1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Cuxb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8" o:spid="_x0000_s1063" style="position:absolute;left:15527;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0vZMEA&#10;AADbAAAADwAAAGRycy9kb3ducmV2LnhtbERPz2vCMBS+D/wfwhN2GZpuDJFqFJEJhV22Knp9Ns+2&#10;2LyUJGuz/fXLYbDjx/d7vY2mEwM531pW8DzPQBBXVrdcKzgdD7MlCB+QNXaWScE3edhuJg9rzLUd&#10;+ZOGMtQihbDPUUETQp9L6auGDPq57YkTd7POYEjQ1VI7HFO46eRLli2kwZZTQ4M97Ruq7uWXUfCj&#10;b2+X9+iKD7oe9OLcVU8heqUep3G3AhEohn/xn7vQCl7T2PQl/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dL2T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79" o:spid="_x0000_s1064" style="position:absolute;left:15792;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GK/8QA&#10;AADbAAAADwAAAGRycy9kb3ducmV2LnhtbESPT2sCMRTE74LfITzBi2i2RUS3ZqWUCoKXVsVeXzdv&#10;/9DNy5KkGvvpm0LB4zAzv2HWm2g6cSHnW8sKHmYZCOLS6pZrBafjdroE4QOyxs4yKbiRh00xHKwx&#10;1/bK73Q5hFokCPscFTQh9LmUvmzIoJ/Znjh5lXUGQ5KultrhNcFNJx+zbCENtpwWGuzppaHy6/Bt&#10;FPzo6vVjH93ujT63enHuykmIXqnxKD4/gQgUwz38395pBfMV/H1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Riv/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80" o:spid="_x0000_s1065" style="position:absolute;left:16057;top:7589;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K1v8EA&#10;AADbAAAADwAAAGRycy9kb3ducmV2LnhtbERPz2vCMBS+D/wfwhN2GZpuMJFqFJEJhV22Knp9Ns+2&#10;2LyUJGuz/fXLYbDjx/d7vY2mEwM531pW8DzPQBBXVrdcKzgdD7MlCB+QNXaWScE3edhuJg9rzLUd&#10;+ZOGMtQihbDPUUETQp9L6auGDPq57YkTd7POYEjQ1VI7HFO46eRLli2kwZZTQ4M97Ruq7uWXUfCj&#10;b2+X9+iKD7oe9OLcVU8heqUep3G3AhEohn/xn7vQCl7T+vQl/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ytb/BAAAA2wAAAA8AAAAAAAAAAAAAAAAAmAIAAGRycy9kb3du&#10;cmV2LnhtbFBLBQYAAAAABAAEAPUAAACGAw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81" o:spid="_x0000_s1066" style="position:absolute;left:1632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4QJMMA&#10;AADbAAAADwAAAGRycy9kb3ducmV2LnhtbESPQWsCMRSE70L/Q3iFXsTNWlDKapRSFIRerBa9PjfP&#10;3cXNy5JETf31piB4HGbmG2Y6j6YVF3K+saxgmOUgiEurG64U/G6Xgw8QPiBrbC2Tgj/yMJ+99KZY&#10;aHvlH7psQiUShH2BCuoQukJKX9Zk0Ge2I07e0TqDIUlXSe3wmuCmle95PpYGG04LNXb0VVN52pyN&#10;gps+Lvbf0a3WdFjq8a4t+yF6pd5e4+cERKAYnuFHe6UVjIbw/yX9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4QJM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82" o:spid="_x0000_s1067" style="position:absolute;left:16587;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OU8MA&#10;AADbAAAADwAAAGRycy9kb3ducmV2LnhtbESPQWsCMRSE70L/Q3iFXsTNKihlNUopCkIvVoten5vn&#10;7uLmZUlSTf31piB4HGbmG2a2iKYVF3K+saxgmOUgiEurG64U/OxWg3cQPiBrbC2Tgj/ysJi/9GZY&#10;aHvlb7psQyUShH2BCuoQukJKX9Zk0Ge2I07eyTqDIUlXSe3wmuCmlaM8n0iDDaeFGjv6rKk8b3+N&#10;gps+LQ9f0a03dFzpyb4t+yF6pd5e48cURKAYnuFHe60VjEfw/y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OU8MAAADbAAAADwAAAAAAAAAAAAAAAACYAgAAZHJzL2Rv&#10;d25yZXYueG1sUEsFBgAAAAAEAAQA9QAAAIgDAAAAAA==&#10;" path="m40,l10,1,1,14,,40r,69l1,138r13,10l40,149r67,l136,148r10,-13l147,109r,-69l145,10,133,1,107,,40,xe" fillcolor="#e1ecc4" stroked="f">
                <v:path arrowok="t" o:connecttype="custom" o:connectlocs="40,0;10,1;1,14;0,40;0,109;1,138;14,148;40,149;107,149;136,148;146,135;147,109;147,40;145,10;133,1;107,0;40,0" o:connectangles="0,0,0,0,0,0,0,0,0,0,0,0,0,0,0,0,0"/>
              </v:shape>
              <v:shape id="Freeform 183" o:spid="_x0000_s1068" style="position:absolute;left:16852;top:7588;width:148;height:150;visibility:visible;mso-wrap-style:square;v-text-anchor:top" coordsize="148,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AryMQA&#10;AADbAAAADwAAAGRycy9kb3ducmV2LnhtbESPW2sCMRSE3wv+h3CEvhTNWqmU7UYRqSD0pV6or6eb&#10;sxfcnCxJqqm/vhEKPg4z8w1TLKLpxJmcby0rmIwzEMSl1S3XCg779egVhA/IGjvLpOCXPCzmg4cC&#10;c20vvKXzLtQiQdjnqKAJoc+l9GVDBv3Y9sTJq6wzGJJ0tdQOLwluOvmcZTNpsOW00GBPq4bK0+7H&#10;KLjq6v34Ed3mk77XevbVlU8heqUeh3H5BiJQDPfwf3ujFbxM4fYl/Q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gK8jEAAAA2wAAAA8AAAAAAAAAAAAAAAAAmAIAAGRycy9k&#10;b3ducmV2LnhtbFBLBQYAAAAABAAEAPUAAACJAwAAAAA=&#10;" path="m40,l10,1,1,14,,40r,69l1,138r13,10l40,149r67,l136,148r10,-13l147,109r,-69l145,10,133,1,107,,40,xe" fillcolor="#e1ecc4" stroked="f">
                <v:path arrowok="t" o:connecttype="custom" o:connectlocs="40,0;10,1;1,14;0,40;0,109;1,138;14,148;40,149;107,149;136,148;146,135;147,109;147,40;145,10;133,1;107,0;40,0" o:connectangles="0,0,0,0,0,0,0,0,0,0,0,0,0,0,0,0,0"/>
              </v:shape>
              <w10:wrap anchorx="page" anchory="page"/>
            </v:group>
          </w:pict>
        </mc:Fallback>
      </mc:AlternateContent>
    </w:r>
    <w:r>
      <w:rPr>
        <w:noProof/>
      </w:rPr>
      <mc:AlternateContent>
        <mc:Choice Requires="wps">
          <w:drawing>
            <wp:anchor distT="36576" distB="36576" distL="36576" distR="36576" simplePos="0" relativeHeight="251681792" behindDoc="0" locked="0" layoutInCell="1" allowOverlap="1">
              <wp:simplePos x="0" y="0"/>
              <wp:positionH relativeFrom="page">
                <wp:posOffset>2785745</wp:posOffset>
              </wp:positionH>
              <wp:positionV relativeFrom="page">
                <wp:posOffset>518160</wp:posOffset>
              </wp:positionV>
              <wp:extent cx="4110355" cy="400050"/>
              <wp:effectExtent l="4445" t="3810" r="0" b="0"/>
              <wp:wrapNone/>
              <wp:docPr id="9"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355" cy="400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428B7" w:rsidRDefault="00E428B7" w:rsidP="006B6D97">
                          <w:pPr>
                            <w:widowControl w:val="0"/>
                            <w:rPr>
                              <w:rFonts w:ascii="Arial" w:hAnsi="Arial" w:cs="Arial"/>
                              <w:b/>
                              <w:bCs/>
                              <w:sz w:val="38"/>
                              <w:szCs w:val="38"/>
                            </w:rPr>
                          </w:pPr>
                          <w:r>
                            <w:rPr>
                              <w:rFonts w:ascii="Arial" w:hAnsi="Arial" w:cs="Arial"/>
                              <w:b/>
                              <w:bCs/>
                              <w:sz w:val="38"/>
                              <w:szCs w:val="38"/>
                            </w:rPr>
                            <w:t>Policy Development and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46" type="#_x0000_t202" style="position:absolute;margin-left:219.35pt;margin-top:40.8pt;width:323.65pt;height:31.5pt;z-index:2516817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" filled="f" stroked="f" strokecolor="black [0]" insetpen="t">
              <v:textbox inset="2.88pt,2.88pt,2.88pt,2.88pt">
                <w:txbxContent>
                  <w:p w:rsidR="00E428B7" w:rsidRDefault="00E428B7" w:rsidP="006B6D97">
                    <w:pPr>
                      <w:widowControl w:val="0"/>
                      <w:rPr>
                        <w:rFonts w:ascii="Arial" w:hAnsi="Arial" w:cs="Arial"/>
                        <w:b/>
                        <w:bCs/>
                        <w:sz w:val="38"/>
                        <w:szCs w:val="38"/>
                      </w:rPr>
                    </w:pPr>
                    <w:r>
                      <w:rPr>
                        <w:rFonts w:ascii="Arial" w:hAnsi="Arial" w:cs="Arial"/>
                        <w:b/>
                        <w:bCs/>
                        <w:sz w:val="38"/>
                        <w:szCs w:val="38"/>
                      </w:rPr>
                      <w:t>Policy Development and Research</w:t>
                    </w:r>
                  </w:p>
                </w:txbxContent>
              </v:textbox>
              <w10:wrap anchorx="page" anchory="page"/>
            </v:shape>
          </w:pict>
        </mc:Fallback>
      </mc:AlternateContent>
    </w:r>
    <w:r w:rsidR="00E428B7" w:rsidRPr="006B6D97">
      <w:rPr>
        <w:noProof/>
      </w:rPr>
      <w:drawing>
        <wp:anchor distT="36576" distB="36576" distL="36576" distR="36576" simplePos="0" relativeHeight="251680768" behindDoc="0" locked="0" layoutInCell="1" allowOverlap="1">
          <wp:simplePos x="0" y="0"/>
          <wp:positionH relativeFrom="page">
            <wp:posOffset>611397</wp:posOffset>
          </wp:positionH>
          <wp:positionV relativeFrom="page">
            <wp:posOffset>514709</wp:posOffset>
          </wp:positionV>
          <wp:extent cx="1827003" cy="948906"/>
          <wp:effectExtent l="19050" t="0" r="0" b="0"/>
          <wp:wrapNone/>
          <wp:docPr id="31" name="Picture 119" descr="1000px-AP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1000px-APTA"/>
                  <pic:cNvPicPr>
                    <a:picLocks noChangeAspect="1" noChangeArrowheads="1"/>
                  </pic:cNvPicPr>
                </pic:nvPicPr>
                <pic:blipFill>
                  <a:blip r:embed="rId1"/>
                  <a:srcRect/>
                  <a:stretch>
                    <a:fillRect/>
                  </a:stretch>
                </pic:blipFill>
                <pic:spPr bwMode="auto">
                  <a:xfrm>
                    <a:off x="0" y="0"/>
                    <a:ext cx="1828800" cy="951230"/>
                  </a:xfrm>
                  <a:prstGeom prst="rect">
                    <a:avLst/>
                  </a:prstGeom>
                  <a:noFill/>
                  <a:ln w="9525" algn="in">
                    <a:noFill/>
                    <a:miter lim="800000"/>
                    <a:headEnd/>
                    <a:tailEnd/>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isplayHorizontalDrawingGridEvery w:val="2"/>
  <w:characterSpacingControl w:val="doNotCompress"/>
  <w:hdrShapeDefaults>
    <o:shapedefaults v:ext="edit" spidmax="2237" fill="f" fillcolor="white" stroke="f" strokecolor="none [0]">
      <v:fill color="white" on="f"/>
      <v:stroke color="none [0]" insetpen="t" on="f">
        <o:left v:ext="view" color="none [0]" insetpen="t"/>
        <o:top v:ext="view" color="none [0]" insetpen="t"/>
        <o:right v:ext="view" color="none [0]" insetpen="t"/>
        <o:bottom v:ext="view" color="none [0]" insetpen="t"/>
        <o:column v:ext="view" color="none [0]"/>
      </v:stroke>
      <v:shadow color="#ccc"/>
      <v:textbox style="mso-column-margin:5.76pt" inset="2.88pt,2.88pt,2.88pt,2.8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C6"/>
    <w:rsid w:val="00220A17"/>
    <w:rsid w:val="002662C6"/>
    <w:rsid w:val="002A1E3E"/>
    <w:rsid w:val="002F3F5A"/>
    <w:rsid w:val="002F5DF5"/>
    <w:rsid w:val="00347242"/>
    <w:rsid w:val="00433094"/>
    <w:rsid w:val="00462524"/>
    <w:rsid w:val="005048EE"/>
    <w:rsid w:val="005A2A8F"/>
    <w:rsid w:val="00630818"/>
    <w:rsid w:val="006B6D97"/>
    <w:rsid w:val="006D490D"/>
    <w:rsid w:val="00745A36"/>
    <w:rsid w:val="00750F53"/>
    <w:rsid w:val="007822EA"/>
    <w:rsid w:val="007C6D69"/>
    <w:rsid w:val="007E5216"/>
    <w:rsid w:val="00884B0B"/>
    <w:rsid w:val="008944D6"/>
    <w:rsid w:val="008D5858"/>
    <w:rsid w:val="009709AC"/>
    <w:rsid w:val="00A00BA6"/>
    <w:rsid w:val="00A13D74"/>
    <w:rsid w:val="00B144ED"/>
    <w:rsid w:val="00B435D6"/>
    <w:rsid w:val="00B44423"/>
    <w:rsid w:val="00B672C3"/>
    <w:rsid w:val="00C32EDF"/>
    <w:rsid w:val="00C5653F"/>
    <w:rsid w:val="00C633C4"/>
    <w:rsid w:val="00C76EDC"/>
    <w:rsid w:val="00CA48C0"/>
    <w:rsid w:val="00CF0FD4"/>
    <w:rsid w:val="00D441D4"/>
    <w:rsid w:val="00E428B7"/>
    <w:rsid w:val="00EA6207"/>
    <w:rsid w:val="00EF6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7" fill="f" fillcolor="white" stroke="f" strokecolor="none [0]">
      <v:fill color="white" on="f"/>
      <v:stroke color="none [0]" insetpen="t" on="f">
        <o:left v:ext="view" color="none [0]" insetpen="t"/>
        <o:top v:ext="view" color="none [0]" insetpen="t"/>
        <o:right v:ext="view" color="none [0]" insetpen="t"/>
        <o:bottom v:ext="view" color="none [0]" insetpen="t"/>
        <o:column v:ext="view" color="none [0]"/>
      </v:stroke>
      <v:shadow color="#ccc"/>
      <v:textbox style="mso-column-margin:5.76pt" inset="2.88pt,2.88pt,2.88pt,2.88pt"/>
    </o:shapedefaults>
    <o:shapelayout v:ext="edit">
      <o:idmap v:ext="edit" data="1"/>
      <o:rules v:ext="edit">
        <o:r id="V:Rule1" type="connector" idref="#_x0000_s1042"/>
        <o:r id="V:Rule2" type="connector" idref="#_x0000_s1055"/>
        <o:r id="V:Rule3" type="connector" idref="#_x0000_s1052"/>
      </o:rules>
    </o:shapelayout>
  </w:shapeDefaults>
  <w:decimalSymbol w:val="."/>
  <w:listSeparator w:val=","/>
  <w15:docId w15:val="{9335AAF0-B911-49E4-B394-F9BE51F1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D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D97"/>
  </w:style>
  <w:style w:type="paragraph" w:styleId="Footer">
    <w:name w:val="footer"/>
    <w:basedOn w:val="Normal"/>
    <w:link w:val="FooterChar"/>
    <w:uiPriority w:val="99"/>
    <w:unhideWhenUsed/>
    <w:rsid w:val="006B6D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D97"/>
  </w:style>
  <w:style w:type="paragraph" w:styleId="BalloonText">
    <w:name w:val="Balloon Text"/>
    <w:basedOn w:val="Normal"/>
    <w:link w:val="BalloonTextChar"/>
    <w:uiPriority w:val="99"/>
    <w:semiHidden/>
    <w:unhideWhenUsed/>
    <w:rsid w:val="006B6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D97"/>
    <w:rPr>
      <w:rFonts w:ascii="Tahoma" w:hAnsi="Tahoma" w:cs="Tahoma"/>
      <w:sz w:val="16"/>
      <w:szCs w:val="16"/>
    </w:rPr>
  </w:style>
  <w:style w:type="character" w:styleId="Hyperlink">
    <w:name w:val="Hyperlink"/>
    <w:basedOn w:val="DefaultParagraphFont"/>
    <w:uiPriority w:val="99"/>
    <w:unhideWhenUsed/>
    <w:rsid w:val="00B444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20049">
      <w:bodyDiv w:val="1"/>
      <w:marLeft w:val="0"/>
      <w:marRight w:val="0"/>
      <w:marTop w:val="0"/>
      <w:marBottom w:val="0"/>
      <w:divBdr>
        <w:top w:val="none" w:sz="0" w:space="0" w:color="auto"/>
        <w:left w:val="none" w:sz="0" w:space="0" w:color="auto"/>
        <w:bottom w:val="none" w:sz="0" w:space="0" w:color="auto"/>
        <w:right w:val="none" w:sz="0" w:space="0" w:color="auto"/>
      </w:divBdr>
    </w:div>
    <w:div w:id="1076434381">
      <w:bodyDiv w:val="1"/>
      <w:marLeft w:val="0"/>
      <w:marRight w:val="0"/>
      <w:marTop w:val="0"/>
      <w:marBottom w:val="0"/>
      <w:divBdr>
        <w:top w:val="none" w:sz="0" w:space="0" w:color="auto"/>
        <w:left w:val="none" w:sz="0" w:space="0" w:color="auto"/>
        <w:bottom w:val="none" w:sz="0" w:space="0" w:color="auto"/>
        <w:right w:val="none" w:sz="0" w:space="0" w:color="auto"/>
      </w:divBdr>
    </w:div>
    <w:div w:id="128303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eader" Target="header1.xml"/><Relationship Id="rId18" Type="http://schemas.openxmlformats.org/officeDocument/2006/relationships/hyperlink" Target="http://www.apta.com/resource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apta.com/resources/" TargetMode="External"/><Relationship Id="rId7" Type="http://schemas.openxmlformats.org/officeDocument/2006/relationships/chart" Target="charts/chart2.xml"/><Relationship Id="rId12" Type="http://schemas.openxmlformats.org/officeDocument/2006/relationships/footer" Target="footer1.xml"/><Relationship Id="rId17" Type="http://schemas.openxmlformats.org/officeDocument/2006/relationships/hyperlink" Target="mailto:dgrisby@apta.co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mdickens@apta.com" TargetMode="External"/><Relationship Id="rId20" Type="http://schemas.openxmlformats.org/officeDocument/2006/relationships/hyperlink" Target="mailto:dgrisby@apta.com" TargetMode="Externa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mailto:mdickens@apta.com" TargetMode="External"/><Relationship Id="rId23" Type="http://schemas.openxmlformats.org/officeDocument/2006/relationships/footer" Target="footer3.xml"/><Relationship Id="rId10" Type="http://schemas.openxmlformats.org/officeDocument/2006/relationships/chart" Target="charts/chart5.xml"/><Relationship Id="rId19" Type="http://schemas.openxmlformats.org/officeDocument/2006/relationships/hyperlink" Target="mailto:aguzzetti@apta.com" TargetMode="Externa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footer" Target="footer2.xml"/><Relationship Id="rId22" Type="http://schemas.openxmlformats.org/officeDocument/2006/relationships/hyperlink" Target="mailto:aguzzetti@apt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olicy\Policy%20Briefs\Simplified%20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APTA1\home\Policy\Policy%20Briefs\Real%20Time%20Info%20Data\2014%20Update%20-%202014-APTA-Infrastructure-Database.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Internal</a:t>
            </a:r>
            <a:r>
              <a:rPr lang="en-US" baseline="0"/>
              <a:t> Real-Time </a:t>
            </a:r>
            <a:r>
              <a:rPr lang="en-US"/>
              <a:t>System Used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Sheet5!$F$32</c:f>
              <c:strCache>
                <c:ptCount val="1"/>
                <c:pt idx="0">
                  <c:v>2012</c:v>
                </c:pt>
              </c:strCache>
            </c:strRef>
          </c:tx>
          <c:spPr>
            <a:solidFill>
              <a:schemeClr val="accent2"/>
            </a:solidFill>
            <a:ln>
              <a:noFill/>
            </a:ln>
            <a:effectLst/>
          </c:spPr>
          <c:invertIfNegative val="0"/>
          <c:cat>
            <c:strRef>
              <c:f>Sheet5!$G$30:$N$30</c:f>
              <c:strCache>
                <c:ptCount val="8"/>
                <c:pt idx="0">
                  <c:v>Avail</c:v>
                </c:pt>
                <c:pt idx="1">
                  <c:v>Trapeze</c:v>
                </c:pt>
                <c:pt idx="2">
                  <c:v>Clever Devices</c:v>
                </c:pt>
                <c:pt idx="3">
                  <c:v>ACS/Xerox</c:v>
                </c:pt>
                <c:pt idx="4">
                  <c:v>Mentor</c:v>
                </c:pt>
                <c:pt idx="5">
                  <c:v>Init</c:v>
                </c:pt>
                <c:pt idx="6">
                  <c:v>Routematch</c:v>
                </c:pt>
                <c:pt idx="7">
                  <c:v>Other</c:v>
                </c:pt>
              </c:strCache>
            </c:strRef>
          </c:cat>
          <c:val>
            <c:numRef>
              <c:f>Sheet5!$G$32:$N$32</c:f>
              <c:numCache>
                <c:formatCode>0%</c:formatCode>
                <c:ptCount val="8"/>
                <c:pt idx="0" formatCode="General">
                  <c:v>0</c:v>
                </c:pt>
                <c:pt idx="1">
                  <c:v>0.26666666666666666</c:v>
                </c:pt>
                <c:pt idx="2">
                  <c:v>0.04</c:v>
                </c:pt>
                <c:pt idx="3">
                  <c:v>0.10666666666666667</c:v>
                </c:pt>
                <c:pt idx="4">
                  <c:v>6.6666666666666666E-2</c:v>
                </c:pt>
                <c:pt idx="5">
                  <c:v>0.08</c:v>
                </c:pt>
                <c:pt idx="6">
                  <c:v>5.3333333333333337E-2</c:v>
                </c:pt>
                <c:pt idx="7">
                  <c:v>0.32</c:v>
                </c:pt>
              </c:numCache>
            </c:numRef>
          </c:val>
        </c:ser>
        <c:ser>
          <c:idx val="0"/>
          <c:order val="1"/>
          <c:tx>
            <c:strRef>
              <c:f>Sheet5!$F$31</c:f>
              <c:strCache>
                <c:ptCount val="1"/>
                <c:pt idx="0">
                  <c:v>2014</c:v>
                </c:pt>
              </c:strCache>
            </c:strRef>
          </c:tx>
          <c:spPr>
            <a:solidFill>
              <a:schemeClr val="accent1"/>
            </a:solidFill>
            <a:ln>
              <a:noFill/>
            </a:ln>
            <a:effectLst/>
          </c:spPr>
          <c:invertIfNegative val="0"/>
          <c:cat>
            <c:strRef>
              <c:f>Sheet5!$G$30:$N$30</c:f>
              <c:strCache>
                <c:ptCount val="8"/>
                <c:pt idx="0">
                  <c:v>Avail</c:v>
                </c:pt>
                <c:pt idx="1">
                  <c:v>Trapeze</c:v>
                </c:pt>
                <c:pt idx="2">
                  <c:v>Clever Devices</c:v>
                </c:pt>
                <c:pt idx="3">
                  <c:v>ACS/Xerox</c:v>
                </c:pt>
                <c:pt idx="4">
                  <c:v>Mentor</c:v>
                </c:pt>
                <c:pt idx="5">
                  <c:v>Init</c:v>
                </c:pt>
                <c:pt idx="6">
                  <c:v>Routematch</c:v>
                </c:pt>
                <c:pt idx="7">
                  <c:v>Other</c:v>
                </c:pt>
              </c:strCache>
            </c:strRef>
          </c:cat>
          <c:val>
            <c:numRef>
              <c:f>Sheet5!$G$31:$N$31</c:f>
              <c:numCache>
                <c:formatCode>0.0%</c:formatCode>
                <c:ptCount val="8"/>
                <c:pt idx="0">
                  <c:v>5.7971014492753624E-2</c:v>
                </c:pt>
                <c:pt idx="1">
                  <c:v>0.24637681159420291</c:v>
                </c:pt>
                <c:pt idx="2">
                  <c:v>0.11594202898550725</c:v>
                </c:pt>
                <c:pt idx="3">
                  <c:v>0.13043478260869565</c:v>
                </c:pt>
                <c:pt idx="4">
                  <c:v>3.6231884057971016E-2</c:v>
                </c:pt>
                <c:pt idx="5">
                  <c:v>6.5217391304347824E-2</c:v>
                </c:pt>
                <c:pt idx="6">
                  <c:v>3.6231884057971016E-2</c:v>
                </c:pt>
                <c:pt idx="7">
                  <c:v>0.21014492753623187</c:v>
                </c:pt>
              </c:numCache>
            </c:numRef>
          </c:val>
        </c:ser>
        <c:dLbls>
          <c:showLegendKey val="0"/>
          <c:showVal val="0"/>
          <c:showCatName val="0"/>
          <c:showSerName val="0"/>
          <c:showPercent val="0"/>
          <c:showBubbleSize val="0"/>
        </c:dLbls>
        <c:gapWidth val="219"/>
        <c:overlap val="-27"/>
        <c:axId val="427588760"/>
        <c:axId val="427589152"/>
      </c:barChart>
      <c:catAx>
        <c:axId val="427588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589152"/>
        <c:crosses val="autoZero"/>
        <c:auto val="1"/>
        <c:lblAlgn val="ctr"/>
        <c:lblOffset val="100"/>
        <c:noMultiLvlLbl val="0"/>
      </c:catAx>
      <c:valAx>
        <c:axId val="4275891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5887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Systems for Customers and Developers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Sheet5!$L$26</c:f>
              <c:strCache>
                <c:ptCount val="1"/>
                <c:pt idx="0">
                  <c:v>2012</c:v>
                </c:pt>
              </c:strCache>
            </c:strRef>
          </c:tx>
          <c:spPr>
            <a:solidFill>
              <a:schemeClr val="accent2"/>
            </a:solidFill>
            <a:ln>
              <a:noFill/>
            </a:ln>
            <a:effectLst/>
          </c:spPr>
          <c:invertIfNegative val="0"/>
          <c:cat>
            <c:strRef>
              <c:f>Sheet5!$M$24:$O$24</c:f>
              <c:strCache>
                <c:ptCount val="3"/>
                <c:pt idx="0">
                  <c:v>Real-Time Information Provided</c:v>
                </c:pt>
                <c:pt idx="1">
                  <c:v>API Provided</c:v>
                </c:pt>
                <c:pt idx="2">
                  <c:v>API or Smartphone App Provided</c:v>
                </c:pt>
              </c:strCache>
            </c:strRef>
          </c:cat>
          <c:val>
            <c:numRef>
              <c:f>Sheet5!$M$26:$O$26</c:f>
              <c:numCache>
                <c:formatCode>0%</c:formatCode>
                <c:ptCount val="3"/>
                <c:pt idx="0">
                  <c:v>0.53</c:v>
                </c:pt>
                <c:pt idx="1">
                  <c:v>0.34</c:v>
                </c:pt>
                <c:pt idx="2">
                  <c:v>0.37</c:v>
                </c:pt>
              </c:numCache>
            </c:numRef>
          </c:val>
        </c:ser>
        <c:ser>
          <c:idx val="0"/>
          <c:order val="1"/>
          <c:tx>
            <c:strRef>
              <c:f>Sheet5!$L$25</c:f>
              <c:strCache>
                <c:ptCount val="1"/>
                <c:pt idx="0">
                  <c:v>2014</c:v>
                </c:pt>
              </c:strCache>
            </c:strRef>
          </c:tx>
          <c:spPr>
            <a:solidFill>
              <a:schemeClr val="accent1"/>
            </a:solidFill>
            <a:ln>
              <a:noFill/>
            </a:ln>
            <a:effectLst/>
          </c:spPr>
          <c:invertIfNegative val="0"/>
          <c:cat>
            <c:strRef>
              <c:f>Sheet5!$M$24:$O$24</c:f>
              <c:strCache>
                <c:ptCount val="3"/>
                <c:pt idx="0">
                  <c:v>Real-Time Information Provided</c:v>
                </c:pt>
                <c:pt idx="1">
                  <c:v>API Provided</c:v>
                </c:pt>
                <c:pt idx="2">
                  <c:v>API or Smartphone App Provided</c:v>
                </c:pt>
              </c:strCache>
            </c:strRef>
          </c:cat>
          <c:val>
            <c:numRef>
              <c:f>Sheet5!$M$25:$O$25</c:f>
              <c:numCache>
                <c:formatCode>0.0%</c:formatCode>
                <c:ptCount val="3"/>
                <c:pt idx="0">
                  <c:v>0.68840579710144922</c:v>
                </c:pt>
                <c:pt idx="1">
                  <c:v>0.44927536231884058</c:v>
                </c:pt>
                <c:pt idx="2">
                  <c:v>0.54347826086956519</c:v>
                </c:pt>
              </c:numCache>
            </c:numRef>
          </c:val>
        </c:ser>
        <c:dLbls>
          <c:showLegendKey val="0"/>
          <c:showVal val="0"/>
          <c:showCatName val="0"/>
          <c:showSerName val="0"/>
          <c:showPercent val="0"/>
          <c:showBubbleSize val="0"/>
        </c:dLbls>
        <c:gapWidth val="219"/>
        <c:overlap val="-27"/>
        <c:axId val="427589936"/>
        <c:axId val="427590328"/>
      </c:barChart>
      <c:catAx>
        <c:axId val="427589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590328"/>
        <c:crosses val="autoZero"/>
        <c:auto val="1"/>
        <c:lblAlgn val="ctr"/>
        <c:lblOffset val="100"/>
        <c:noMultiLvlLbl val="0"/>
      </c:catAx>
      <c:valAx>
        <c:axId val="4275903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5899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Systems for Customers and Developers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Sheet5!$Q$29</c:f>
              <c:strCache>
                <c:ptCount val="1"/>
                <c:pt idx="0">
                  <c:v>Large Agencies</c:v>
                </c:pt>
              </c:strCache>
            </c:strRef>
          </c:tx>
          <c:spPr>
            <a:solidFill>
              <a:schemeClr val="accent2"/>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Sheet5!$R$29:$T$29</c:f>
              <c:numCache>
                <c:formatCode>0.0%</c:formatCode>
                <c:ptCount val="3"/>
                <c:pt idx="0">
                  <c:v>0.89189189189189189</c:v>
                </c:pt>
                <c:pt idx="1">
                  <c:v>0.6216216216216216</c:v>
                </c:pt>
                <c:pt idx="2">
                  <c:v>0.72972972972972971</c:v>
                </c:pt>
              </c:numCache>
            </c:numRef>
          </c:val>
        </c:ser>
        <c:ser>
          <c:idx val="0"/>
          <c:order val="1"/>
          <c:tx>
            <c:strRef>
              <c:f>Sheet5!$Q$30</c:f>
              <c:strCache>
                <c:ptCount val="1"/>
                <c:pt idx="0">
                  <c:v>Smaller Agencies</c:v>
                </c:pt>
              </c:strCache>
            </c:strRef>
          </c:tx>
          <c:spPr>
            <a:solidFill>
              <a:schemeClr val="accent1"/>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Sheet5!$R$30:$T$30</c:f>
              <c:numCache>
                <c:formatCode>0.0%</c:formatCode>
                <c:ptCount val="3"/>
                <c:pt idx="0">
                  <c:v>0.61386138613861385</c:v>
                </c:pt>
                <c:pt idx="1">
                  <c:v>0.38613861386138615</c:v>
                </c:pt>
                <c:pt idx="2">
                  <c:v>0.47524752475247523</c:v>
                </c:pt>
              </c:numCache>
            </c:numRef>
          </c:val>
        </c:ser>
        <c:dLbls>
          <c:showLegendKey val="0"/>
          <c:showVal val="0"/>
          <c:showCatName val="0"/>
          <c:showSerName val="0"/>
          <c:showPercent val="0"/>
          <c:showBubbleSize val="0"/>
        </c:dLbls>
        <c:gapWidth val="219"/>
        <c:overlap val="-27"/>
        <c:axId val="427591112"/>
        <c:axId val="426993456"/>
      </c:barChart>
      <c:catAx>
        <c:axId val="427591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6993456"/>
        <c:crosses val="autoZero"/>
        <c:auto val="1"/>
        <c:lblAlgn val="ctr"/>
        <c:lblOffset val="100"/>
        <c:noMultiLvlLbl val="0"/>
      </c:catAx>
      <c:valAx>
        <c:axId val="426993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5911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Systems for Customers and Developers</a:t>
            </a:r>
            <a:br>
              <a:rPr lang="en-US"/>
            </a:br>
            <a:r>
              <a:rPr lang="en-US" sz="1000"/>
              <a:t>Large Agencies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Sheet5!$P$31</c:f>
              <c:strCache>
                <c:ptCount val="1"/>
                <c:pt idx="0">
                  <c:v>2012</c:v>
                </c:pt>
              </c:strCache>
            </c:strRef>
          </c:tx>
          <c:spPr>
            <a:solidFill>
              <a:schemeClr val="accent2"/>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Sheet5!$R$31:$T$31</c:f>
              <c:numCache>
                <c:formatCode>0%</c:formatCode>
                <c:ptCount val="3"/>
                <c:pt idx="0">
                  <c:v>0.68</c:v>
                </c:pt>
                <c:pt idx="1">
                  <c:v>0.52</c:v>
                </c:pt>
                <c:pt idx="2">
                  <c:v>0.56000000000000005</c:v>
                </c:pt>
              </c:numCache>
            </c:numRef>
          </c:val>
        </c:ser>
        <c:ser>
          <c:idx val="0"/>
          <c:order val="1"/>
          <c:tx>
            <c:strRef>
              <c:f>Sheet5!$P$29</c:f>
              <c:strCache>
                <c:ptCount val="1"/>
                <c:pt idx="0">
                  <c:v>2014</c:v>
                </c:pt>
              </c:strCache>
            </c:strRef>
          </c:tx>
          <c:spPr>
            <a:solidFill>
              <a:schemeClr val="accent1"/>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Sheet5!$R$29:$T$29</c:f>
              <c:numCache>
                <c:formatCode>0.0%</c:formatCode>
                <c:ptCount val="3"/>
                <c:pt idx="0">
                  <c:v>0.89189189189189189</c:v>
                </c:pt>
                <c:pt idx="1">
                  <c:v>0.6216216216216216</c:v>
                </c:pt>
                <c:pt idx="2">
                  <c:v>0.72972972972972971</c:v>
                </c:pt>
              </c:numCache>
            </c:numRef>
          </c:val>
        </c:ser>
        <c:dLbls>
          <c:showLegendKey val="0"/>
          <c:showVal val="0"/>
          <c:showCatName val="0"/>
          <c:showSerName val="0"/>
          <c:showPercent val="0"/>
          <c:showBubbleSize val="0"/>
        </c:dLbls>
        <c:gapWidth val="219"/>
        <c:overlap val="-27"/>
        <c:axId val="430587904"/>
        <c:axId val="430588296"/>
      </c:barChart>
      <c:catAx>
        <c:axId val="430587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0588296"/>
        <c:crosses val="autoZero"/>
        <c:auto val="1"/>
        <c:lblAlgn val="ctr"/>
        <c:lblOffset val="100"/>
        <c:noMultiLvlLbl val="0"/>
      </c:catAx>
      <c:valAx>
        <c:axId val="4305882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0587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Systems for Customers and Developers</a:t>
            </a:r>
            <a:br>
              <a:rPr lang="en-US"/>
            </a:br>
            <a:r>
              <a:rPr lang="en-US" sz="1000"/>
              <a:t>Smaller Agencies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Sheet5!$P$32</c:f>
              <c:strCache>
                <c:ptCount val="1"/>
                <c:pt idx="0">
                  <c:v>2012</c:v>
                </c:pt>
              </c:strCache>
            </c:strRef>
          </c:tx>
          <c:spPr>
            <a:solidFill>
              <a:schemeClr val="accent2"/>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Sheet5!$R$32:$T$32</c:f>
              <c:numCache>
                <c:formatCode>0%</c:formatCode>
                <c:ptCount val="3"/>
                <c:pt idx="0">
                  <c:v>0.46</c:v>
                </c:pt>
                <c:pt idx="1">
                  <c:v>0.26</c:v>
                </c:pt>
                <c:pt idx="2">
                  <c:v>0.28000000000000003</c:v>
                </c:pt>
              </c:numCache>
            </c:numRef>
          </c:val>
        </c:ser>
        <c:ser>
          <c:idx val="0"/>
          <c:order val="1"/>
          <c:tx>
            <c:strRef>
              <c:f>Sheet5!$P$30</c:f>
              <c:strCache>
                <c:ptCount val="1"/>
                <c:pt idx="0">
                  <c:v>2014</c:v>
                </c:pt>
              </c:strCache>
            </c:strRef>
          </c:tx>
          <c:spPr>
            <a:solidFill>
              <a:schemeClr val="accent1"/>
            </a:solidFill>
            <a:ln>
              <a:noFill/>
            </a:ln>
            <a:effectLst/>
          </c:spPr>
          <c:invertIfNegative val="0"/>
          <c:cat>
            <c:strRef>
              <c:f>Sheet5!$R$28:$T$28</c:f>
              <c:strCache>
                <c:ptCount val="3"/>
                <c:pt idx="0">
                  <c:v>Real-Time Information Provided</c:v>
                </c:pt>
                <c:pt idx="1">
                  <c:v>API Provided</c:v>
                </c:pt>
                <c:pt idx="2">
                  <c:v>API or Smartphone App Provided</c:v>
                </c:pt>
              </c:strCache>
            </c:strRef>
          </c:cat>
          <c:val>
            <c:numRef>
              <c:f>Sheet5!$R$30:$T$30</c:f>
              <c:numCache>
                <c:formatCode>0.0%</c:formatCode>
                <c:ptCount val="3"/>
                <c:pt idx="0">
                  <c:v>0.61386138613861385</c:v>
                </c:pt>
                <c:pt idx="1">
                  <c:v>0.38613861386138615</c:v>
                </c:pt>
                <c:pt idx="2">
                  <c:v>0.47524752475247523</c:v>
                </c:pt>
              </c:numCache>
            </c:numRef>
          </c:val>
        </c:ser>
        <c:dLbls>
          <c:showLegendKey val="0"/>
          <c:showVal val="0"/>
          <c:showCatName val="0"/>
          <c:showSerName val="0"/>
          <c:showPercent val="0"/>
          <c:showBubbleSize val="0"/>
        </c:dLbls>
        <c:gapWidth val="219"/>
        <c:overlap val="-27"/>
        <c:axId val="428364712"/>
        <c:axId val="428365104"/>
      </c:barChart>
      <c:catAx>
        <c:axId val="428364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8365104"/>
        <c:crosses val="autoZero"/>
        <c:auto val="1"/>
        <c:lblAlgn val="ctr"/>
        <c:lblOffset val="100"/>
        <c:noMultiLvlLbl val="0"/>
      </c:catAx>
      <c:valAx>
        <c:axId val="4283651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83647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Systems for Customers and Developers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Sheet5!$Q$32</c:f>
              <c:strCache>
                <c:ptCount val="1"/>
                <c:pt idx="0">
                  <c:v>2012</c:v>
                </c:pt>
              </c:strCache>
            </c:strRef>
          </c:tx>
          <c:spPr>
            <a:solidFill>
              <a:schemeClr val="accent1"/>
            </a:solidFill>
            <a:ln>
              <a:noFill/>
            </a:ln>
            <a:effectLst/>
          </c:spPr>
          <c:invertIfNegative val="0"/>
          <c:cat>
            <c:strRef>
              <c:f>Sheet5!$R$30:$U$30</c:f>
              <c:strCache>
                <c:ptCount val="4"/>
                <c:pt idx="0">
                  <c:v>Phone System</c:v>
                </c:pt>
                <c:pt idx="1">
                  <c:v>Text/SMS</c:v>
                </c:pt>
                <c:pt idx="2">
                  <c:v>Agency Website</c:v>
                </c:pt>
                <c:pt idx="3">
                  <c:v>Agency App</c:v>
                </c:pt>
              </c:strCache>
            </c:strRef>
          </c:cat>
          <c:val>
            <c:numRef>
              <c:f>Sheet5!$R$32:$U$32</c:f>
              <c:numCache>
                <c:formatCode>0%</c:formatCode>
                <c:ptCount val="4"/>
                <c:pt idx="0">
                  <c:v>0.16</c:v>
                </c:pt>
                <c:pt idx="1">
                  <c:v>0.29333333333333333</c:v>
                </c:pt>
                <c:pt idx="2">
                  <c:v>0.36</c:v>
                </c:pt>
                <c:pt idx="3">
                  <c:v>0.18666666666666668</c:v>
                </c:pt>
              </c:numCache>
            </c:numRef>
          </c:val>
        </c:ser>
        <c:ser>
          <c:idx val="1"/>
          <c:order val="1"/>
          <c:tx>
            <c:strRef>
              <c:f>Sheet5!$Q$31</c:f>
              <c:strCache>
                <c:ptCount val="1"/>
                <c:pt idx="0">
                  <c:v>2014</c:v>
                </c:pt>
              </c:strCache>
            </c:strRef>
          </c:tx>
          <c:spPr>
            <a:solidFill>
              <a:schemeClr val="accent2"/>
            </a:solidFill>
            <a:ln>
              <a:noFill/>
            </a:ln>
            <a:effectLst/>
          </c:spPr>
          <c:invertIfNegative val="0"/>
          <c:cat>
            <c:strRef>
              <c:f>Sheet5!$R$30:$U$30</c:f>
              <c:strCache>
                <c:ptCount val="4"/>
                <c:pt idx="0">
                  <c:v>Phone System</c:v>
                </c:pt>
                <c:pt idx="1">
                  <c:v>Text/SMS</c:v>
                </c:pt>
                <c:pt idx="2">
                  <c:v>Agency Website</c:v>
                </c:pt>
                <c:pt idx="3">
                  <c:v>Agency App</c:v>
                </c:pt>
              </c:strCache>
            </c:strRef>
          </c:cat>
          <c:val>
            <c:numRef>
              <c:f>Sheet5!$R$31:$U$31</c:f>
              <c:numCache>
                <c:formatCode>0.0%</c:formatCode>
                <c:ptCount val="4"/>
                <c:pt idx="0">
                  <c:v>0.30434782608695654</c:v>
                </c:pt>
                <c:pt idx="1">
                  <c:v>0.42028985507246375</c:v>
                </c:pt>
                <c:pt idx="2">
                  <c:v>0.58695652173913049</c:v>
                </c:pt>
                <c:pt idx="3">
                  <c:v>0.41304347826086957</c:v>
                </c:pt>
              </c:numCache>
            </c:numRef>
          </c:val>
        </c:ser>
        <c:dLbls>
          <c:showLegendKey val="0"/>
          <c:showVal val="0"/>
          <c:showCatName val="0"/>
          <c:showSerName val="0"/>
          <c:showPercent val="0"/>
          <c:showBubbleSize val="0"/>
        </c:dLbls>
        <c:gapWidth val="219"/>
        <c:overlap val="-27"/>
        <c:axId val="430590256"/>
        <c:axId val="430590648"/>
      </c:barChart>
      <c:catAx>
        <c:axId val="430590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0590648"/>
        <c:crosses val="autoZero"/>
        <c:auto val="1"/>
        <c:lblAlgn val="ctr"/>
        <c:lblOffset val="100"/>
        <c:noMultiLvlLbl val="0"/>
      </c:catAx>
      <c:valAx>
        <c:axId val="4305906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0590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Simplified Template.dotx</Template>
  <TotalTime>13</TotalTime>
  <Pages>4</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Dickens</dc:creator>
  <cp:lastModifiedBy>Matthew Dickens</cp:lastModifiedBy>
  <cp:revision>1</cp:revision>
  <cp:lastPrinted>2012-08-28T20:16:00Z</cp:lastPrinted>
  <dcterms:created xsi:type="dcterms:W3CDTF">2015-08-05T17:34:00Z</dcterms:created>
  <dcterms:modified xsi:type="dcterms:W3CDTF">2015-08-05T17:48:00Z</dcterms:modified>
</cp:coreProperties>
</file>